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E29" w:rsidRDefault="007C5E29" w:rsidP="009472C1">
      <w:pPr>
        <w:pStyle w:val="BodyText"/>
        <w:ind w:left="0"/>
      </w:pPr>
      <w:bookmarkStart w:id="0" w:name="_GoBack"/>
      <w:bookmarkEnd w:id="0"/>
    </w:p>
    <w:p w:rsidR="007C5E29" w:rsidRDefault="007C5E29" w:rsidP="007C5E29">
      <w:pPr>
        <w:pStyle w:val="BodyText"/>
      </w:pPr>
    </w:p>
    <w:p w:rsidR="007C5E29" w:rsidRDefault="007C5E29" w:rsidP="007C5E29">
      <w:pPr>
        <w:pStyle w:val="BodyText"/>
      </w:pPr>
    </w:p>
    <w:p w:rsidR="007C5E29" w:rsidRDefault="007C5E29" w:rsidP="007C5E29">
      <w:pPr>
        <w:pStyle w:val="BodyText"/>
      </w:pPr>
    </w:p>
    <w:p w:rsidR="00EA74A4" w:rsidRDefault="00316162" w:rsidP="001B42F4">
      <w:pPr>
        <w:pStyle w:val="Heading2"/>
      </w:pPr>
      <w:r>
        <w:t>Table 2-2 – Counties and Cities with Climate Zone Designations</w:t>
      </w:r>
    </w:p>
    <w:p w:rsidR="001B42F4" w:rsidRDefault="001B42F4" w:rsidP="001B42F4">
      <w:pPr>
        <w:pStyle w:val="BodyText"/>
      </w:pPr>
    </w:p>
    <w:tbl>
      <w:tblPr>
        <w:tblW w:w="0" w:type="auto"/>
        <w:tblInd w:w="2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7"/>
        <w:gridCol w:w="876"/>
        <w:gridCol w:w="1942"/>
        <w:gridCol w:w="858"/>
        <w:gridCol w:w="1501"/>
        <w:gridCol w:w="810"/>
        <w:gridCol w:w="1972"/>
        <w:gridCol w:w="641"/>
      </w:tblGrid>
      <w:tr w:rsidR="00EA74A4">
        <w:trPr>
          <w:trHeight w:val="484"/>
        </w:trPr>
        <w:tc>
          <w:tcPr>
            <w:tcW w:w="4923" w:type="dxa"/>
            <w:gridSpan w:val="4"/>
          </w:tcPr>
          <w:p w:rsidR="00EA74A4" w:rsidRDefault="00316162">
            <w:pPr>
              <w:pStyle w:val="TableParagraph"/>
              <w:spacing w:before="0" w:line="183" w:lineRule="exact"/>
              <w:ind w:left="1578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ZIP</w:t>
            </w:r>
          </w:p>
          <w:p w:rsidR="00EA74A4" w:rsidRDefault="00316162">
            <w:pPr>
              <w:pStyle w:val="TableParagraph"/>
              <w:tabs>
                <w:tab w:val="left" w:pos="1485"/>
                <w:tab w:val="left" w:pos="2766"/>
                <w:tab w:val="left" w:pos="4290"/>
              </w:tabs>
              <w:spacing w:before="1"/>
              <w:ind w:left="50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  <w:u w:val="single" w:color="231F20"/>
              </w:rPr>
              <w:t xml:space="preserve">  </w:t>
            </w:r>
            <w:r>
              <w:rPr>
                <w:b/>
                <w:color w:val="231F20"/>
                <w:spacing w:val="-15"/>
                <w:sz w:val="18"/>
                <w:u w:val="single" w:color="231F20"/>
              </w:rPr>
              <w:t xml:space="preserve"> </w:t>
            </w:r>
            <w:r>
              <w:rPr>
                <w:b/>
                <w:color w:val="231F20"/>
                <w:sz w:val="18"/>
                <w:u w:val="single" w:color="231F20"/>
              </w:rPr>
              <w:t>CITY</w:t>
            </w:r>
            <w:r>
              <w:rPr>
                <w:b/>
                <w:color w:val="231F20"/>
                <w:sz w:val="18"/>
                <w:u w:val="single" w:color="231F20"/>
              </w:rPr>
              <w:tab/>
              <w:t>CODE</w:t>
            </w:r>
            <w:r>
              <w:rPr>
                <w:b/>
                <w:color w:val="231F20"/>
                <w:sz w:val="18"/>
                <w:u w:val="single" w:color="231F20"/>
              </w:rPr>
              <w:tab/>
              <w:t>COUNTY</w:t>
            </w:r>
            <w:r>
              <w:rPr>
                <w:b/>
                <w:color w:val="231F20"/>
                <w:sz w:val="18"/>
                <w:u w:val="single" w:color="231F20"/>
              </w:rPr>
              <w:tab/>
              <w:t>CZ</w:t>
            </w:r>
            <w:r>
              <w:rPr>
                <w:b/>
                <w:color w:val="231F20"/>
                <w:spacing w:val="-6"/>
                <w:sz w:val="18"/>
                <w:u w:val="single" w:color="231F20"/>
              </w:rPr>
              <w:t xml:space="preserve"> </w:t>
            </w:r>
          </w:p>
        </w:tc>
        <w:tc>
          <w:tcPr>
            <w:tcW w:w="4924" w:type="dxa"/>
            <w:gridSpan w:val="4"/>
          </w:tcPr>
          <w:p w:rsidR="00EA74A4" w:rsidRDefault="00316162">
            <w:pPr>
              <w:pStyle w:val="TableParagraph"/>
              <w:spacing w:before="0" w:line="183" w:lineRule="exact"/>
              <w:ind w:left="1763" w:right="2890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ZIP</w:t>
            </w:r>
          </w:p>
          <w:p w:rsidR="00EA74A4" w:rsidRDefault="00316162">
            <w:pPr>
              <w:pStyle w:val="TableParagraph"/>
              <w:tabs>
                <w:tab w:val="left" w:pos="1688"/>
                <w:tab w:val="left" w:pos="2967"/>
                <w:tab w:val="left" w:pos="4491"/>
                <w:tab w:val="left" w:pos="4873"/>
              </w:tabs>
              <w:spacing w:before="1"/>
              <w:ind w:left="253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  <w:u w:val="single" w:color="231F20"/>
              </w:rPr>
              <w:t xml:space="preserve">  </w:t>
            </w:r>
            <w:r>
              <w:rPr>
                <w:b/>
                <w:color w:val="231F20"/>
                <w:spacing w:val="-17"/>
                <w:sz w:val="18"/>
                <w:u w:val="single" w:color="231F20"/>
              </w:rPr>
              <w:t xml:space="preserve"> </w:t>
            </w:r>
            <w:r>
              <w:rPr>
                <w:b/>
                <w:color w:val="231F20"/>
                <w:sz w:val="18"/>
                <w:u w:val="single" w:color="231F20"/>
              </w:rPr>
              <w:t>CITY</w:t>
            </w:r>
            <w:r>
              <w:rPr>
                <w:b/>
                <w:color w:val="231F20"/>
                <w:sz w:val="18"/>
                <w:u w:val="single" w:color="231F20"/>
              </w:rPr>
              <w:tab/>
              <w:t>CODE</w:t>
            </w:r>
            <w:r>
              <w:rPr>
                <w:b/>
                <w:color w:val="231F20"/>
                <w:sz w:val="18"/>
                <w:u w:val="single" w:color="231F20"/>
              </w:rPr>
              <w:tab/>
              <w:t>COUNTY</w:t>
            </w:r>
            <w:r>
              <w:rPr>
                <w:b/>
                <w:color w:val="231F20"/>
                <w:sz w:val="18"/>
                <w:u w:val="single" w:color="231F20"/>
              </w:rPr>
              <w:tab/>
              <w:t>CZ</w:t>
            </w:r>
            <w:r>
              <w:rPr>
                <w:b/>
                <w:color w:val="231F20"/>
                <w:sz w:val="18"/>
                <w:u w:val="single" w:color="231F20"/>
              </w:rPr>
              <w:tab/>
            </w:r>
          </w:p>
        </w:tc>
      </w:tr>
      <w:tr w:rsidR="00EA74A4">
        <w:trPr>
          <w:trHeight w:val="344"/>
        </w:trPr>
        <w:tc>
          <w:tcPr>
            <w:tcW w:w="124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76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4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47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Angels Camp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47"/>
              <w:ind w:left="147" w:right="1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95222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47"/>
              <w:ind w:left="165" w:right="1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Calaveras/Tuolumne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47"/>
              <w:ind w:left="208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  <w:tr w:rsidR="00EA74A4">
        <w:trPr>
          <w:trHeight w:val="362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42"/>
              <w:ind w:left="158"/>
              <w:rPr>
                <w:b/>
              </w:rPr>
            </w:pPr>
            <w:r>
              <w:rPr>
                <w:b/>
                <w:color w:val="231F20"/>
              </w:rPr>
              <w:t>A</w:t>
            </w:r>
          </w:p>
        </w:tc>
        <w:tc>
          <w:tcPr>
            <w:tcW w:w="876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42" w:type="dxa"/>
          </w:tcPr>
          <w:p w:rsidR="00EA74A4" w:rsidRDefault="00EA74A4" w:rsidP="001B42F4">
            <w:pPr>
              <w:pStyle w:val="TableParagraph"/>
              <w:spacing w:before="0"/>
              <w:jc w:val="righ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Angelus Oaks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ind w:left="146" w:right="16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92305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ind w:left="162" w:right="1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Bernardino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ind w:left="207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</w:tr>
      <w:tr w:rsidR="00EA74A4">
        <w:trPr>
          <w:trHeight w:val="316"/>
        </w:trPr>
        <w:tc>
          <w:tcPr>
            <w:tcW w:w="124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76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4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19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Angwin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19"/>
              <w:ind w:left="147" w:right="1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94508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19"/>
              <w:ind w:left="163" w:right="1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Napa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19"/>
              <w:ind w:left="254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364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92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Acampo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92"/>
              <w:ind w:right="19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95220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92"/>
              <w:ind w:left="182" w:right="2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Joaquin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92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Annapolis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ind w:left="147" w:right="1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95412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ind w:left="165" w:right="18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Sonoma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ind w:left="253"/>
              <w:rPr>
                <w:sz w:val="18"/>
              </w:rPr>
            </w:pPr>
            <w:r>
              <w:rPr>
                <w:color w:val="231F20"/>
                <w:sz w:val="18"/>
              </w:rPr>
              <w:t>1</w:t>
            </w:r>
          </w:p>
        </w:tc>
      </w:tr>
      <w:tr w:rsidR="00EA74A4">
        <w:trPr>
          <w:trHeight w:val="339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8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Acton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8"/>
              <w:ind w:right="20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93510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8"/>
              <w:ind w:left="182" w:right="20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8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20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Antioch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20"/>
              <w:ind w:left="147" w:right="1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94509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20"/>
              <w:ind w:left="165" w:right="18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Contra Costa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20"/>
              <w:ind w:left="209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  <w:tr w:rsidR="00EA74A4">
        <w:trPr>
          <w:trHeight w:val="339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7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Adelanto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7"/>
              <w:ind w:right="19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92301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7"/>
              <w:ind w:left="182" w:right="2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Bernardino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7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19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Antioch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19"/>
              <w:ind w:left="147" w:right="1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94531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19"/>
              <w:ind w:left="165" w:right="18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Contra Costa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19"/>
              <w:ind w:left="209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  <w:tr w:rsidR="00EA74A4">
        <w:trPr>
          <w:trHeight w:val="339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8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Adin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8"/>
              <w:ind w:right="19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96006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8"/>
              <w:ind w:left="182" w:right="19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Modoc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8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20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Anza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20"/>
              <w:ind w:left="145" w:right="16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92539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20"/>
              <w:ind w:left="164" w:right="1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20"/>
              <w:ind w:left="208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</w:tr>
      <w:tr w:rsidR="00EA74A4">
        <w:trPr>
          <w:trHeight w:val="340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9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Agoura Hills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9"/>
              <w:ind w:right="20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91301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9"/>
              <w:ind w:left="182" w:right="20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Angeles/Ventura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9"/>
              <w:ind w:left="271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19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Apple Valley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19"/>
              <w:ind w:left="147" w:right="1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92307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19"/>
              <w:ind w:left="163" w:right="1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Bernardino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19"/>
              <w:ind w:left="208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</w:tr>
      <w:tr w:rsidR="00EA74A4">
        <w:trPr>
          <w:trHeight w:val="338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7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Agoura Hills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7"/>
              <w:ind w:right="20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91307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7"/>
              <w:ind w:left="182" w:right="20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Angeles/Ventura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7"/>
              <w:ind w:left="271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19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Apple Valley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19"/>
              <w:ind w:left="147" w:right="1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92308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19"/>
              <w:ind w:left="163" w:right="1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Bernardino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19"/>
              <w:ind w:left="208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</w:tr>
      <w:tr w:rsidR="00EA74A4">
        <w:trPr>
          <w:trHeight w:val="340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9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Aguanga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9"/>
              <w:ind w:right="19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92536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9"/>
              <w:ind w:left="182" w:right="20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9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15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19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Applegate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19"/>
              <w:ind w:left="147" w:right="15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95703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19"/>
              <w:ind w:left="165" w:right="18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Placer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19"/>
              <w:ind w:left="210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338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7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Ahwahnee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7"/>
              <w:ind w:right="19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93601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7"/>
              <w:ind w:left="182" w:right="19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Madera/Mariposa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7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19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Aptos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19"/>
              <w:ind w:left="147" w:right="1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95003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19"/>
              <w:ind w:left="164" w:right="1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Santa Cruz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19"/>
              <w:ind w:left="254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</w:tr>
      <w:tr w:rsidR="00EA74A4">
        <w:trPr>
          <w:trHeight w:val="340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9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Alameda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9"/>
              <w:ind w:right="19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94501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9"/>
              <w:ind w:left="182" w:right="20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Alameda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9"/>
              <w:ind w:left="270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19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Arcadia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19"/>
              <w:ind w:left="144" w:right="16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91006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19"/>
              <w:ind w:left="164" w:right="1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19"/>
              <w:ind w:left="254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7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Alameda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7"/>
              <w:ind w:right="19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94502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7"/>
              <w:ind w:left="182" w:right="20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Alameda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7"/>
              <w:ind w:left="270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19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Arcadia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19"/>
              <w:ind w:left="144" w:right="16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91007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19"/>
              <w:ind w:left="164" w:right="1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19"/>
              <w:ind w:left="254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8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Alamo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8"/>
              <w:ind w:right="19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94507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8"/>
              <w:ind w:left="182" w:right="19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Contra Costa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8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20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Arcata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20"/>
              <w:ind w:left="147" w:right="1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95521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20"/>
              <w:ind w:left="165" w:right="18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Humboldt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20"/>
              <w:ind w:left="255"/>
              <w:rPr>
                <w:sz w:val="18"/>
              </w:rPr>
            </w:pPr>
            <w:r>
              <w:rPr>
                <w:color w:val="231F20"/>
                <w:sz w:val="18"/>
              </w:rPr>
              <w:t>1</w:t>
            </w:r>
          </w:p>
        </w:tc>
      </w:tr>
      <w:tr w:rsidR="00EA74A4">
        <w:trPr>
          <w:trHeight w:val="339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7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Albany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7"/>
              <w:ind w:right="19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94706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7"/>
              <w:ind w:left="182" w:right="2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Alameda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7"/>
              <w:ind w:left="271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19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Aretsia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19"/>
              <w:ind w:left="147" w:right="16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90701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19"/>
              <w:ind w:left="165" w:right="18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19"/>
              <w:ind w:left="255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339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8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Alderpoint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8"/>
              <w:ind w:right="19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95511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8"/>
              <w:ind w:left="182" w:right="19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Humboldt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8"/>
              <w:ind w:left="271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20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Armona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20"/>
              <w:ind w:left="147" w:right="16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93202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20"/>
              <w:ind w:left="164" w:right="1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Kings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20"/>
              <w:ind w:left="209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</w:tr>
      <w:tr w:rsidR="00EA74A4">
        <w:trPr>
          <w:trHeight w:val="340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9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Alhambra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9"/>
              <w:ind w:right="20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91801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9"/>
              <w:ind w:left="182" w:right="20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9"/>
              <w:ind w:left="271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19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Arnold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19"/>
              <w:ind w:left="147" w:right="1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95223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19"/>
              <w:ind w:left="165" w:right="1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Alpine/Calaveras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19"/>
              <w:ind w:left="208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</w:tr>
      <w:tr w:rsidR="00EA74A4">
        <w:trPr>
          <w:trHeight w:val="338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7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Alhambra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7"/>
              <w:ind w:right="20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91803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7"/>
              <w:ind w:left="182" w:right="20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7"/>
              <w:ind w:left="271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19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Aromas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19"/>
              <w:ind w:left="147" w:right="1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95004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19"/>
              <w:ind w:left="165" w:right="1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Monterey/San Benito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19"/>
              <w:ind w:left="255"/>
              <w:rPr>
                <w:sz w:val="18"/>
              </w:rPr>
            </w:pPr>
            <w:r>
              <w:rPr>
                <w:color w:val="231F20"/>
                <w:sz w:val="18"/>
              </w:rPr>
              <w:t>4</w:t>
            </w:r>
          </w:p>
        </w:tc>
      </w:tr>
      <w:tr w:rsidR="00EA74A4">
        <w:trPr>
          <w:trHeight w:val="2657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9" w:line="372" w:lineRule="auto"/>
              <w:ind w:left="158" w:right="323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Aliso </w:t>
            </w:r>
            <w:r>
              <w:rPr>
                <w:color w:val="231F20"/>
                <w:spacing w:val="-4"/>
                <w:sz w:val="18"/>
              </w:rPr>
              <w:t xml:space="preserve">Viejo </w:t>
            </w:r>
            <w:r>
              <w:rPr>
                <w:color w:val="231F20"/>
                <w:sz w:val="18"/>
              </w:rPr>
              <w:t>Alleghany Alpine Alta Altadena Alturus Amboy</w:t>
            </w:r>
          </w:p>
          <w:p w:rsidR="00EA74A4" w:rsidRDefault="00316162">
            <w:pPr>
              <w:pStyle w:val="TableParagraph"/>
              <w:spacing w:before="0" w:line="185" w:lineRule="exact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American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9"/>
              <w:ind w:left="220"/>
              <w:rPr>
                <w:sz w:val="18"/>
              </w:rPr>
            </w:pPr>
            <w:r>
              <w:rPr>
                <w:color w:val="231F20"/>
                <w:sz w:val="18"/>
              </w:rPr>
              <w:t>92656</w:t>
            </w:r>
          </w:p>
          <w:p w:rsidR="00EA74A4" w:rsidRDefault="00316162">
            <w:pPr>
              <w:pStyle w:val="TableParagraph"/>
              <w:spacing w:before="119"/>
              <w:ind w:left="219"/>
              <w:rPr>
                <w:sz w:val="18"/>
              </w:rPr>
            </w:pPr>
            <w:r>
              <w:rPr>
                <w:color w:val="231F20"/>
                <w:sz w:val="18"/>
              </w:rPr>
              <w:t>95910</w:t>
            </w:r>
          </w:p>
          <w:p w:rsidR="00EA74A4" w:rsidRDefault="00316162">
            <w:pPr>
              <w:pStyle w:val="TableParagraph"/>
              <w:spacing w:before="121"/>
              <w:ind w:left="218"/>
              <w:rPr>
                <w:sz w:val="18"/>
              </w:rPr>
            </w:pPr>
            <w:r>
              <w:rPr>
                <w:color w:val="231F20"/>
                <w:sz w:val="18"/>
              </w:rPr>
              <w:t>91901</w:t>
            </w:r>
          </w:p>
          <w:p w:rsidR="00EA74A4" w:rsidRDefault="00316162">
            <w:pPr>
              <w:pStyle w:val="TableParagraph"/>
              <w:spacing w:before="118"/>
              <w:ind w:left="219"/>
              <w:rPr>
                <w:sz w:val="18"/>
              </w:rPr>
            </w:pPr>
            <w:r>
              <w:rPr>
                <w:color w:val="231F20"/>
                <w:sz w:val="18"/>
              </w:rPr>
              <w:t>95701</w:t>
            </w:r>
          </w:p>
          <w:p w:rsidR="00EA74A4" w:rsidRDefault="00316162">
            <w:pPr>
              <w:pStyle w:val="TableParagraph"/>
              <w:spacing w:before="121"/>
              <w:ind w:left="218"/>
              <w:rPr>
                <w:sz w:val="18"/>
              </w:rPr>
            </w:pPr>
            <w:r>
              <w:rPr>
                <w:color w:val="231F20"/>
                <w:sz w:val="18"/>
              </w:rPr>
              <w:t>91001</w:t>
            </w:r>
          </w:p>
          <w:p w:rsidR="00EA74A4" w:rsidRDefault="00316162">
            <w:pPr>
              <w:pStyle w:val="TableParagraph"/>
              <w:spacing w:before="119"/>
              <w:ind w:left="219"/>
              <w:rPr>
                <w:sz w:val="18"/>
              </w:rPr>
            </w:pPr>
            <w:r>
              <w:rPr>
                <w:color w:val="231F20"/>
                <w:sz w:val="18"/>
              </w:rPr>
              <w:t>96101</w:t>
            </w:r>
          </w:p>
          <w:p w:rsidR="00EA74A4" w:rsidRDefault="00316162">
            <w:pPr>
              <w:pStyle w:val="TableParagraph"/>
              <w:spacing w:before="121"/>
              <w:ind w:left="218"/>
              <w:rPr>
                <w:sz w:val="18"/>
              </w:rPr>
            </w:pPr>
            <w:r>
              <w:rPr>
                <w:color w:val="231F20"/>
                <w:sz w:val="18"/>
              </w:rPr>
              <w:t>92304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9" w:line="369" w:lineRule="auto"/>
              <w:ind w:left="597" w:right="61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Orange Sierra San </w:t>
            </w:r>
            <w:r>
              <w:rPr>
                <w:color w:val="231F20"/>
                <w:spacing w:val="-4"/>
                <w:sz w:val="18"/>
              </w:rPr>
              <w:t xml:space="preserve">Diego </w:t>
            </w:r>
            <w:r>
              <w:rPr>
                <w:color w:val="231F20"/>
                <w:sz w:val="18"/>
              </w:rPr>
              <w:t>Placer</w:t>
            </w:r>
          </w:p>
          <w:p w:rsidR="00EA74A4" w:rsidRDefault="00316162">
            <w:pPr>
              <w:pStyle w:val="TableParagraph"/>
              <w:spacing w:before="5" w:line="369" w:lineRule="auto"/>
              <w:ind w:left="531" w:right="55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Los </w:t>
            </w:r>
            <w:r>
              <w:rPr>
                <w:color w:val="231F20"/>
                <w:spacing w:val="-3"/>
                <w:sz w:val="18"/>
              </w:rPr>
              <w:t xml:space="preserve">Angeles </w:t>
            </w:r>
            <w:r>
              <w:rPr>
                <w:color w:val="231F20"/>
                <w:sz w:val="18"/>
              </w:rPr>
              <w:t>Modoc</w:t>
            </w:r>
          </w:p>
          <w:p w:rsidR="00EA74A4" w:rsidRDefault="00316162">
            <w:pPr>
              <w:pStyle w:val="TableParagraph"/>
              <w:spacing w:before="2"/>
              <w:ind w:left="182" w:right="2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Bernardino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9"/>
              <w:ind w:left="271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  <w:p w:rsidR="00EA74A4" w:rsidRDefault="00316162">
            <w:pPr>
              <w:pStyle w:val="TableParagraph"/>
              <w:spacing w:before="119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  <w:p w:rsidR="00EA74A4" w:rsidRDefault="00316162">
            <w:pPr>
              <w:pStyle w:val="TableParagraph"/>
              <w:spacing w:before="121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  <w:p w:rsidR="00EA74A4" w:rsidRDefault="00316162">
            <w:pPr>
              <w:pStyle w:val="TableParagraph"/>
              <w:spacing w:before="118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  <w:p w:rsidR="00EA74A4" w:rsidRDefault="00316162">
            <w:pPr>
              <w:pStyle w:val="TableParagraph"/>
              <w:spacing w:before="121"/>
              <w:ind w:left="271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  <w:p w:rsidR="00EA74A4" w:rsidRDefault="00316162">
            <w:pPr>
              <w:pStyle w:val="TableParagraph"/>
              <w:spacing w:before="119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  <w:p w:rsidR="00EA74A4" w:rsidRDefault="00316162">
            <w:pPr>
              <w:pStyle w:val="TableParagraph"/>
              <w:spacing w:before="121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15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19"/>
              <w:ind w:left="359" w:right="580"/>
              <w:rPr>
                <w:sz w:val="18"/>
              </w:rPr>
            </w:pPr>
            <w:r>
              <w:rPr>
                <w:color w:val="231F20"/>
                <w:sz w:val="18"/>
              </w:rPr>
              <w:t>Arroyo Grande</w:t>
            </w:r>
          </w:p>
          <w:p w:rsidR="00EA74A4" w:rsidRDefault="00316162">
            <w:pPr>
              <w:pStyle w:val="TableParagraph"/>
              <w:spacing w:before="119" w:line="372" w:lineRule="auto"/>
              <w:ind w:left="359" w:right="306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Arvin </w:t>
            </w:r>
            <w:r>
              <w:rPr>
                <w:color w:val="231F20"/>
                <w:spacing w:val="-1"/>
                <w:sz w:val="18"/>
              </w:rPr>
              <w:t xml:space="preserve">Atascadero </w:t>
            </w:r>
            <w:r>
              <w:rPr>
                <w:color w:val="231F20"/>
                <w:sz w:val="18"/>
              </w:rPr>
              <w:t>Atherton Atwater Auberry Auburn</w:t>
            </w:r>
          </w:p>
        </w:tc>
        <w:tc>
          <w:tcPr>
            <w:tcW w:w="810" w:type="dxa"/>
          </w:tcPr>
          <w:p w:rsidR="00EA74A4" w:rsidRDefault="00EA74A4">
            <w:pPr>
              <w:pStyle w:val="TableParagraph"/>
              <w:spacing w:before="9"/>
              <w:rPr>
                <w:rFonts w:ascii="Arial"/>
                <w:i/>
                <w:sz w:val="20"/>
              </w:rPr>
            </w:pPr>
          </w:p>
          <w:p w:rsidR="00EA74A4" w:rsidRDefault="00316162">
            <w:pPr>
              <w:pStyle w:val="TableParagraph"/>
              <w:spacing w:before="0"/>
              <w:ind w:left="169"/>
              <w:rPr>
                <w:sz w:val="18"/>
              </w:rPr>
            </w:pPr>
            <w:r>
              <w:rPr>
                <w:color w:val="231F20"/>
                <w:sz w:val="18"/>
              </w:rPr>
              <w:t>93420</w:t>
            </w:r>
          </w:p>
          <w:p w:rsidR="00EA74A4" w:rsidRDefault="00316162">
            <w:pPr>
              <w:pStyle w:val="TableParagraph"/>
              <w:spacing w:before="119"/>
              <w:ind w:left="168"/>
              <w:rPr>
                <w:sz w:val="18"/>
              </w:rPr>
            </w:pPr>
            <w:r>
              <w:rPr>
                <w:color w:val="231F20"/>
                <w:sz w:val="18"/>
              </w:rPr>
              <w:t>93203</w:t>
            </w:r>
          </w:p>
          <w:p w:rsidR="00EA74A4" w:rsidRDefault="00316162">
            <w:pPr>
              <w:pStyle w:val="TableParagraph"/>
              <w:spacing w:before="121"/>
              <w:ind w:left="168"/>
              <w:rPr>
                <w:sz w:val="18"/>
              </w:rPr>
            </w:pPr>
            <w:r>
              <w:rPr>
                <w:color w:val="231F20"/>
                <w:sz w:val="18"/>
              </w:rPr>
              <w:t>93422</w:t>
            </w:r>
          </w:p>
          <w:p w:rsidR="00EA74A4" w:rsidRDefault="00316162">
            <w:pPr>
              <w:pStyle w:val="TableParagraph"/>
              <w:spacing w:before="119"/>
              <w:ind w:left="168"/>
              <w:rPr>
                <w:sz w:val="18"/>
              </w:rPr>
            </w:pPr>
            <w:r>
              <w:rPr>
                <w:color w:val="231F20"/>
                <w:sz w:val="18"/>
              </w:rPr>
              <w:t>94027</w:t>
            </w:r>
          </w:p>
          <w:p w:rsidR="00EA74A4" w:rsidRDefault="00316162">
            <w:pPr>
              <w:pStyle w:val="TableParagraph"/>
              <w:spacing w:before="121"/>
              <w:ind w:left="168"/>
              <w:rPr>
                <w:sz w:val="18"/>
              </w:rPr>
            </w:pPr>
            <w:r>
              <w:rPr>
                <w:color w:val="231F20"/>
                <w:sz w:val="18"/>
              </w:rPr>
              <w:t>95301</w:t>
            </w:r>
          </w:p>
          <w:p w:rsidR="00EA74A4" w:rsidRDefault="00316162">
            <w:pPr>
              <w:pStyle w:val="TableParagraph"/>
              <w:spacing w:before="121"/>
              <w:ind w:left="168"/>
              <w:rPr>
                <w:sz w:val="18"/>
              </w:rPr>
            </w:pPr>
            <w:r>
              <w:rPr>
                <w:color w:val="231F20"/>
                <w:sz w:val="18"/>
              </w:rPr>
              <w:t>93602</w:t>
            </w:r>
          </w:p>
          <w:p w:rsidR="00EA74A4" w:rsidRDefault="00316162">
            <w:pPr>
              <w:pStyle w:val="TableParagraph"/>
              <w:spacing w:before="119"/>
              <w:ind w:left="168"/>
              <w:rPr>
                <w:sz w:val="18"/>
              </w:rPr>
            </w:pPr>
            <w:r>
              <w:rPr>
                <w:color w:val="231F20"/>
                <w:sz w:val="18"/>
              </w:rPr>
              <w:t>95602</w:t>
            </w:r>
          </w:p>
        </w:tc>
        <w:tc>
          <w:tcPr>
            <w:tcW w:w="1972" w:type="dxa"/>
          </w:tcPr>
          <w:p w:rsidR="00EA74A4" w:rsidRDefault="00EA74A4">
            <w:pPr>
              <w:pStyle w:val="TableParagraph"/>
              <w:spacing w:before="9"/>
              <w:rPr>
                <w:rFonts w:ascii="Arial"/>
                <w:i/>
                <w:sz w:val="20"/>
              </w:rPr>
            </w:pPr>
          </w:p>
          <w:p w:rsidR="00EA74A4" w:rsidRDefault="00316162">
            <w:pPr>
              <w:pStyle w:val="TableParagraph"/>
              <w:spacing w:before="0" w:line="369" w:lineRule="auto"/>
              <w:ind w:left="382" w:right="40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Luis Obispo Kern</w:t>
            </w:r>
          </w:p>
          <w:p w:rsidR="00EA74A4" w:rsidRDefault="00316162">
            <w:pPr>
              <w:pStyle w:val="TableParagraph"/>
              <w:spacing w:before="3" w:line="372" w:lineRule="auto"/>
              <w:ind w:left="382" w:right="40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Luis Obispo San Mateo Merced Fresno/Madera Nevada/Placer</w:t>
            </w:r>
          </w:p>
        </w:tc>
        <w:tc>
          <w:tcPr>
            <w:tcW w:w="641" w:type="dxa"/>
          </w:tcPr>
          <w:p w:rsidR="00EA74A4" w:rsidRDefault="00EA74A4">
            <w:pPr>
              <w:pStyle w:val="TableParagraph"/>
              <w:spacing w:before="9"/>
              <w:rPr>
                <w:rFonts w:ascii="Arial"/>
                <w:i/>
                <w:sz w:val="20"/>
              </w:rPr>
            </w:pPr>
          </w:p>
          <w:p w:rsidR="00EA74A4" w:rsidRDefault="00316162">
            <w:pPr>
              <w:pStyle w:val="TableParagraph"/>
              <w:spacing w:before="0"/>
              <w:ind w:right="3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5</w:t>
            </w:r>
          </w:p>
          <w:p w:rsidR="00EA74A4" w:rsidRDefault="00316162">
            <w:pPr>
              <w:pStyle w:val="TableParagraph"/>
              <w:spacing w:before="119"/>
              <w:ind w:left="190" w:right="22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  <w:p w:rsidR="00EA74A4" w:rsidRDefault="00316162">
            <w:pPr>
              <w:pStyle w:val="TableParagraph"/>
              <w:spacing w:before="121"/>
              <w:ind w:right="3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4</w:t>
            </w:r>
          </w:p>
          <w:p w:rsidR="00EA74A4" w:rsidRDefault="00316162">
            <w:pPr>
              <w:pStyle w:val="TableParagraph"/>
              <w:spacing w:before="119"/>
              <w:ind w:right="3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  <w:p w:rsidR="00EA74A4" w:rsidRDefault="00316162">
            <w:pPr>
              <w:pStyle w:val="TableParagraph"/>
              <w:spacing w:before="121"/>
              <w:ind w:left="189" w:right="22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  <w:p w:rsidR="00EA74A4" w:rsidRDefault="00316162">
            <w:pPr>
              <w:pStyle w:val="TableParagraph"/>
              <w:spacing w:before="121"/>
              <w:ind w:left="189" w:right="22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  <w:p w:rsidR="00EA74A4" w:rsidRDefault="00316162">
            <w:pPr>
              <w:pStyle w:val="TableParagraph"/>
              <w:spacing w:before="119"/>
              <w:ind w:left="189" w:right="22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279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8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Canyon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8"/>
              <w:ind w:right="19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94503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8"/>
              <w:ind w:left="182" w:right="2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Napa/Solano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8"/>
              <w:ind w:left="271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0" w:line="180" w:lineRule="exact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Auburn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0" w:line="180" w:lineRule="exact"/>
              <w:ind w:left="147" w:right="1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95603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0" w:line="180" w:lineRule="exact"/>
              <w:ind w:left="165" w:right="18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Placer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0" w:line="180" w:lineRule="exact"/>
              <w:ind w:left="209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340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9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Anaheim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9"/>
              <w:ind w:right="19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92801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9"/>
              <w:ind w:left="182" w:right="20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Orange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9"/>
              <w:ind w:left="271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19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Avalon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19"/>
              <w:ind w:left="146" w:right="16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90704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19"/>
              <w:ind w:left="165" w:right="1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19"/>
              <w:ind w:left="254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338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7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Anaheim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7"/>
              <w:ind w:right="19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92802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7"/>
              <w:ind w:left="182" w:right="20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Orange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7"/>
              <w:ind w:left="271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19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Avenal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19"/>
              <w:ind w:left="147" w:right="1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93204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19"/>
              <w:ind w:left="164" w:right="1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Kings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19"/>
              <w:ind w:left="209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</w:tr>
      <w:tr w:rsidR="00EA74A4">
        <w:trPr>
          <w:trHeight w:val="340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9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Anaheim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9"/>
              <w:ind w:right="19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92804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9"/>
              <w:ind w:left="182" w:right="20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Orange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9"/>
              <w:ind w:left="271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19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Avery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19"/>
              <w:ind w:left="147" w:right="15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95224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19"/>
              <w:ind w:left="165" w:right="1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Calaveras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19"/>
              <w:ind w:left="209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</w:tr>
      <w:tr w:rsidR="00EA74A4">
        <w:trPr>
          <w:trHeight w:val="363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67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Anaheim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67"/>
              <w:ind w:right="19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92805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67"/>
              <w:ind w:left="182" w:right="20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Orange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67"/>
              <w:ind w:left="271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01" w:type="dxa"/>
          </w:tcPr>
          <w:p w:rsidR="00EA74A4" w:rsidRDefault="00316162">
            <w:pPr>
              <w:pStyle w:val="TableParagraph"/>
              <w:spacing w:before="19"/>
              <w:ind w:left="359"/>
              <w:rPr>
                <w:sz w:val="18"/>
              </w:rPr>
            </w:pPr>
            <w:r>
              <w:rPr>
                <w:color w:val="231F20"/>
                <w:sz w:val="18"/>
              </w:rPr>
              <w:t>Azusa</w:t>
            </w:r>
          </w:p>
        </w:tc>
        <w:tc>
          <w:tcPr>
            <w:tcW w:w="810" w:type="dxa"/>
          </w:tcPr>
          <w:p w:rsidR="00EA74A4" w:rsidRDefault="00316162">
            <w:pPr>
              <w:pStyle w:val="TableParagraph"/>
              <w:spacing w:before="19"/>
              <w:ind w:left="146" w:right="16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91702</w:t>
            </w:r>
          </w:p>
        </w:tc>
        <w:tc>
          <w:tcPr>
            <w:tcW w:w="1972" w:type="dxa"/>
          </w:tcPr>
          <w:p w:rsidR="00EA74A4" w:rsidRDefault="00316162">
            <w:pPr>
              <w:pStyle w:val="TableParagraph"/>
              <w:spacing w:before="19"/>
              <w:ind w:left="165" w:right="1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41" w:type="dxa"/>
          </w:tcPr>
          <w:p w:rsidR="00EA74A4" w:rsidRDefault="00316162">
            <w:pPr>
              <w:pStyle w:val="TableParagraph"/>
              <w:spacing w:before="19"/>
              <w:ind w:left="254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247" w:type="dxa"/>
          </w:tcPr>
          <w:p w:rsidR="00EA74A4" w:rsidRDefault="00316162">
            <w:pPr>
              <w:pStyle w:val="TableParagraph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Anaheim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ind w:right="19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92807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ind w:left="182" w:right="20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Orange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ind w:left="271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01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1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A74A4">
        <w:trPr>
          <w:trHeight w:val="339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43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Anaheim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43"/>
              <w:ind w:right="19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92806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43"/>
              <w:ind w:left="182" w:right="20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Orange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43"/>
              <w:ind w:left="271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01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1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A74A4">
        <w:trPr>
          <w:trHeight w:val="339"/>
        </w:trPr>
        <w:tc>
          <w:tcPr>
            <w:tcW w:w="1247" w:type="dxa"/>
          </w:tcPr>
          <w:p w:rsidR="00EA74A4" w:rsidRDefault="00316162">
            <w:pPr>
              <w:pStyle w:val="TableParagraph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Anaheim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ind w:right="19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92808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ind w:left="182" w:right="20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Orange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ind w:left="271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01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1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A74A4">
        <w:trPr>
          <w:trHeight w:val="259"/>
        </w:trPr>
        <w:tc>
          <w:tcPr>
            <w:tcW w:w="1247" w:type="dxa"/>
          </w:tcPr>
          <w:p w:rsidR="00EA74A4" w:rsidRDefault="00316162">
            <w:pPr>
              <w:pStyle w:val="TableParagraph"/>
              <w:spacing w:before="43" w:line="196" w:lineRule="exact"/>
              <w:ind w:left="158"/>
              <w:rPr>
                <w:sz w:val="18"/>
              </w:rPr>
            </w:pPr>
            <w:r>
              <w:rPr>
                <w:color w:val="231F20"/>
                <w:sz w:val="18"/>
              </w:rPr>
              <w:t>Anderson</w:t>
            </w:r>
          </w:p>
        </w:tc>
        <w:tc>
          <w:tcPr>
            <w:tcW w:w="876" w:type="dxa"/>
          </w:tcPr>
          <w:p w:rsidR="00EA74A4" w:rsidRDefault="00316162">
            <w:pPr>
              <w:pStyle w:val="TableParagraph"/>
              <w:spacing w:before="43" w:line="196" w:lineRule="exact"/>
              <w:ind w:right="197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96007</w:t>
            </w:r>
          </w:p>
        </w:tc>
        <w:tc>
          <w:tcPr>
            <w:tcW w:w="1942" w:type="dxa"/>
          </w:tcPr>
          <w:p w:rsidR="00EA74A4" w:rsidRDefault="00316162">
            <w:pPr>
              <w:pStyle w:val="TableParagraph"/>
              <w:spacing w:before="43" w:line="196" w:lineRule="exact"/>
              <w:ind w:left="182" w:right="19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Tehama</w:t>
            </w:r>
          </w:p>
        </w:tc>
        <w:tc>
          <w:tcPr>
            <w:tcW w:w="858" w:type="dxa"/>
          </w:tcPr>
          <w:p w:rsidR="00EA74A4" w:rsidRDefault="00316162">
            <w:pPr>
              <w:pStyle w:val="TableParagraph"/>
              <w:spacing w:before="43" w:line="196" w:lineRule="exact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  <w:tc>
          <w:tcPr>
            <w:tcW w:w="1501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1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:rsidR="00EA74A4" w:rsidRDefault="00EA74A4">
      <w:pPr>
        <w:rPr>
          <w:rFonts w:ascii="Times New Roman"/>
          <w:sz w:val="18"/>
        </w:rPr>
        <w:sectPr w:rsidR="00EA74A4">
          <w:type w:val="continuous"/>
          <w:pgSz w:w="10140" w:h="12960"/>
          <w:pgMar w:top="180" w:right="0" w:bottom="0" w:left="20" w:header="720" w:footer="720" w:gutter="0"/>
          <w:cols w:space="720"/>
        </w:sectPr>
      </w:pPr>
    </w:p>
    <w:p w:rsidR="00EA74A4" w:rsidRPr="00585D24" w:rsidRDefault="00EA74A4">
      <w:pPr>
        <w:pStyle w:val="BodyText"/>
        <w:ind w:left="0"/>
        <w:rPr>
          <w:rFonts w:ascii="Arial"/>
          <w:sz w:val="20"/>
        </w:rPr>
      </w:pPr>
    </w:p>
    <w:p w:rsidR="00EA74A4" w:rsidRDefault="00EA74A4">
      <w:pPr>
        <w:pStyle w:val="BodyText"/>
        <w:spacing w:before="10"/>
        <w:ind w:left="0"/>
        <w:rPr>
          <w:rFonts w:ascii="Arial"/>
          <w:i/>
        </w:rPr>
      </w:pPr>
    </w:p>
    <w:p w:rsidR="00EA74A4" w:rsidRDefault="00316162">
      <w:pPr>
        <w:pStyle w:val="Heading1"/>
      </w:pPr>
      <w:r>
        <w:rPr>
          <w:color w:val="231F20"/>
        </w:rPr>
        <w:t>B</w:t>
      </w:r>
    </w:p>
    <w:p w:rsidR="00EA74A4" w:rsidRDefault="00316162">
      <w:pPr>
        <w:pStyle w:val="BodyText"/>
        <w:tabs>
          <w:tab w:val="left" w:pos="1407"/>
          <w:tab w:val="left" w:pos="2511"/>
          <w:tab w:val="right" w:pos="4411"/>
        </w:tabs>
        <w:spacing w:before="463"/>
      </w:pPr>
      <w:r>
        <w:rPr>
          <w:color w:val="231F20"/>
        </w:rPr>
        <w:t>Badger</w:t>
      </w:r>
      <w:r>
        <w:rPr>
          <w:color w:val="231F20"/>
        </w:rPr>
        <w:tab/>
        <w:t>93603</w:t>
      </w:r>
      <w:r>
        <w:rPr>
          <w:color w:val="231F20"/>
        </w:rPr>
        <w:tab/>
        <w:t>Fresno/Tulare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8"/>
          <w:tab w:val="left" w:pos="2854"/>
          <w:tab w:val="right" w:pos="4412"/>
        </w:tabs>
        <w:spacing w:before="119"/>
      </w:pPr>
      <w:r>
        <w:rPr>
          <w:color w:val="231F20"/>
        </w:rPr>
        <w:t>Bakersfield</w:t>
      </w:r>
      <w:r>
        <w:rPr>
          <w:color w:val="231F20"/>
        </w:rPr>
        <w:tab/>
        <w:t>93301</w:t>
      </w:r>
      <w:r>
        <w:rPr>
          <w:color w:val="231F20"/>
        </w:rPr>
        <w:tab/>
        <w:t>Kern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8"/>
          <w:tab w:val="left" w:pos="2854"/>
          <w:tab w:val="right" w:pos="4412"/>
        </w:tabs>
        <w:spacing w:before="121"/>
      </w:pPr>
      <w:r>
        <w:rPr>
          <w:color w:val="231F20"/>
        </w:rPr>
        <w:t>Bakersfield</w:t>
      </w:r>
      <w:r>
        <w:rPr>
          <w:color w:val="231F20"/>
        </w:rPr>
        <w:tab/>
        <w:t>93304</w:t>
      </w:r>
      <w:r>
        <w:rPr>
          <w:color w:val="231F20"/>
        </w:rPr>
        <w:tab/>
        <w:t>Kern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8"/>
          <w:tab w:val="left" w:pos="2854"/>
          <w:tab w:val="right" w:pos="4412"/>
        </w:tabs>
        <w:spacing w:before="119"/>
      </w:pPr>
      <w:r>
        <w:rPr>
          <w:color w:val="231F20"/>
        </w:rPr>
        <w:t>Bakersfield</w:t>
      </w:r>
      <w:r>
        <w:rPr>
          <w:color w:val="231F20"/>
        </w:rPr>
        <w:tab/>
        <w:t>93305</w:t>
      </w:r>
      <w:r>
        <w:rPr>
          <w:color w:val="231F20"/>
        </w:rPr>
        <w:tab/>
        <w:t>Kern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8"/>
          <w:tab w:val="left" w:pos="2854"/>
          <w:tab w:val="right" w:pos="4412"/>
        </w:tabs>
        <w:spacing w:before="121"/>
      </w:pPr>
      <w:r>
        <w:rPr>
          <w:color w:val="231F20"/>
        </w:rPr>
        <w:t>Bakersfield</w:t>
      </w:r>
      <w:r>
        <w:rPr>
          <w:color w:val="231F20"/>
        </w:rPr>
        <w:tab/>
        <w:t>93306</w:t>
      </w:r>
      <w:r>
        <w:rPr>
          <w:color w:val="231F20"/>
        </w:rPr>
        <w:tab/>
        <w:t>Kern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8"/>
          <w:tab w:val="left" w:pos="2854"/>
          <w:tab w:val="right" w:pos="4412"/>
        </w:tabs>
        <w:spacing w:before="118"/>
      </w:pPr>
      <w:r>
        <w:rPr>
          <w:color w:val="231F20"/>
        </w:rPr>
        <w:t>Bakersfield</w:t>
      </w:r>
      <w:r>
        <w:rPr>
          <w:color w:val="231F20"/>
        </w:rPr>
        <w:tab/>
        <w:t>93307</w:t>
      </w:r>
      <w:r>
        <w:rPr>
          <w:color w:val="231F20"/>
        </w:rPr>
        <w:tab/>
        <w:t>Kern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8"/>
          <w:tab w:val="left" w:pos="2854"/>
          <w:tab w:val="right" w:pos="4412"/>
        </w:tabs>
        <w:spacing w:before="121"/>
      </w:pPr>
      <w:r>
        <w:rPr>
          <w:color w:val="231F20"/>
        </w:rPr>
        <w:t>Bakersfield</w:t>
      </w:r>
      <w:r>
        <w:rPr>
          <w:color w:val="231F20"/>
        </w:rPr>
        <w:tab/>
        <w:t>93308</w:t>
      </w:r>
      <w:r>
        <w:rPr>
          <w:color w:val="231F20"/>
        </w:rPr>
        <w:tab/>
        <w:t>Kern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8"/>
          <w:tab w:val="left" w:pos="2854"/>
          <w:tab w:val="right" w:pos="4412"/>
        </w:tabs>
        <w:spacing w:before="121"/>
      </w:pPr>
      <w:r>
        <w:rPr>
          <w:color w:val="231F20"/>
        </w:rPr>
        <w:t>Bakersfield</w:t>
      </w:r>
      <w:r>
        <w:rPr>
          <w:color w:val="231F20"/>
        </w:rPr>
        <w:tab/>
        <w:t>93309</w:t>
      </w:r>
      <w:r>
        <w:rPr>
          <w:color w:val="231F20"/>
        </w:rPr>
        <w:tab/>
        <w:t>Kern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8"/>
          <w:tab w:val="left" w:pos="2854"/>
          <w:tab w:val="right" w:pos="4412"/>
        </w:tabs>
        <w:spacing w:before="119"/>
      </w:pPr>
      <w:r>
        <w:rPr>
          <w:color w:val="231F20"/>
        </w:rPr>
        <w:t>Bakersfield</w:t>
      </w:r>
      <w:r>
        <w:rPr>
          <w:color w:val="231F20"/>
        </w:rPr>
        <w:tab/>
        <w:t>93311</w:t>
      </w:r>
      <w:r>
        <w:rPr>
          <w:color w:val="231F20"/>
        </w:rPr>
        <w:tab/>
        <w:t>Kern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8"/>
          <w:tab w:val="left" w:pos="2854"/>
          <w:tab w:val="right" w:pos="4412"/>
        </w:tabs>
        <w:spacing w:before="121"/>
      </w:pPr>
      <w:r>
        <w:rPr>
          <w:color w:val="231F20"/>
        </w:rPr>
        <w:t>Bakersfield</w:t>
      </w:r>
      <w:r>
        <w:rPr>
          <w:color w:val="231F20"/>
        </w:rPr>
        <w:tab/>
        <w:t>93312</w:t>
      </w:r>
      <w:r>
        <w:rPr>
          <w:color w:val="231F20"/>
        </w:rPr>
        <w:tab/>
        <w:t>Kern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8"/>
          <w:tab w:val="left" w:pos="2854"/>
          <w:tab w:val="right" w:pos="4412"/>
        </w:tabs>
        <w:spacing w:before="119"/>
      </w:pPr>
      <w:r>
        <w:rPr>
          <w:color w:val="231F20"/>
        </w:rPr>
        <w:t>Bakersfield</w:t>
      </w:r>
      <w:r>
        <w:rPr>
          <w:color w:val="231F20"/>
        </w:rPr>
        <w:tab/>
        <w:t>93313</w:t>
      </w:r>
      <w:r>
        <w:rPr>
          <w:color w:val="231F20"/>
        </w:rPr>
        <w:tab/>
        <w:t>Kern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8"/>
          <w:tab w:val="left" w:pos="2854"/>
          <w:tab w:val="right" w:pos="4412"/>
        </w:tabs>
        <w:spacing w:before="121"/>
      </w:pPr>
      <w:r>
        <w:rPr>
          <w:color w:val="231F20"/>
        </w:rPr>
        <w:t>Bakersfield</w:t>
      </w:r>
      <w:r>
        <w:rPr>
          <w:color w:val="231F20"/>
        </w:rPr>
        <w:tab/>
        <w:t>93314</w:t>
      </w:r>
      <w:r>
        <w:rPr>
          <w:color w:val="231F20"/>
        </w:rPr>
        <w:tab/>
        <w:t>Kern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7"/>
          <w:tab w:val="left" w:pos="2756"/>
          <w:tab w:val="right" w:pos="4366"/>
        </w:tabs>
        <w:spacing w:before="119"/>
      </w:pPr>
      <w:r>
        <w:rPr>
          <w:color w:val="231F20"/>
        </w:rPr>
        <w:t>Balboa</w:t>
      </w:r>
      <w:r>
        <w:rPr>
          <w:color w:val="231F20"/>
        </w:rPr>
        <w:tab/>
        <w:t>92662</w:t>
      </w:r>
      <w:r>
        <w:rPr>
          <w:color w:val="231F20"/>
        </w:rPr>
        <w:tab/>
        <w:t>Orange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406"/>
          <w:tab w:val="left" w:pos="2596"/>
          <w:tab w:val="right" w:pos="4367"/>
        </w:tabs>
        <w:spacing w:before="121"/>
      </w:pPr>
      <w:r>
        <w:rPr>
          <w:color w:val="231F20"/>
        </w:rPr>
        <w:t>Baldwin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Park</w:t>
      </w:r>
      <w:r>
        <w:rPr>
          <w:color w:val="231F20"/>
        </w:rPr>
        <w:tab/>
        <w:t>91706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7"/>
          <w:tab w:val="left" w:pos="2741"/>
          <w:tab w:val="right" w:pos="4412"/>
        </w:tabs>
        <w:spacing w:before="118"/>
      </w:pPr>
      <w:r>
        <w:rPr>
          <w:color w:val="231F20"/>
        </w:rPr>
        <w:t>Ballico</w:t>
      </w:r>
      <w:r>
        <w:rPr>
          <w:color w:val="231F20"/>
        </w:rPr>
        <w:tab/>
        <w:t>95303</w:t>
      </w:r>
      <w:r>
        <w:rPr>
          <w:color w:val="231F20"/>
        </w:rPr>
        <w:tab/>
        <w:t>Merced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07"/>
          <w:tab w:val="left" w:pos="2607"/>
          <w:tab w:val="right" w:pos="4413"/>
        </w:tabs>
        <w:spacing w:before="121"/>
      </w:pPr>
      <w:r>
        <w:rPr>
          <w:color w:val="231F20"/>
        </w:rPr>
        <w:t>Bangor</w:t>
      </w:r>
      <w:r>
        <w:rPr>
          <w:color w:val="231F20"/>
        </w:rPr>
        <w:tab/>
        <w:t>95914</w:t>
      </w:r>
      <w:r>
        <w:rPr>
          <w:color w:val="231F20"/>
        </w:rPr>
        <w:tab/>
        <w:t>Butte/Yuba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06"/>
          <w:tab w:val="left" w:pos="2690"/>
          <w:tab w:val="right" w:pos="4412"/>
        </w:tabs>
        <w:spacing w:before="122"/>
      </w:pPr>
      <w:r>
        <w:rPr>
          <w:color w:val="231F20"/>
        </w:rPr>
        <w:t>Banning</w:t>
      </w:r>
      <w:r>
        <w:rPr>
          <w:color w:val="231F20"/>
        </w:rPr>
        <w:tab/>
        <w:t>92220</w:t>
      </w:r>
      <w:r>
        <w:rPr>
          <w:color w:val="231F20"/>
        </w:rPr>
        <w:tab/>
        <w:t>Riverside</w:t>
      </w:r>
      <w:r>
        <w:rPr>
          <w:color w:val="231F20"/>
        </w:rPr>
        <w:tab/>
        <w:t>15</w:t>
      </w:r>
    </w:p>
    <w:p w:rsidR="00EA74A4" w:rsidRDefault="00316162">
      <w:pPr>
        <w:pStyle w:val="BodyText"/>
        <w:tabs>
          <w:tab w:val="left" w:pos="1407"/>
          <w:tab w:val="left" w:pos="2464"/>
          <w:tab w:val="right" w:pos="4413"/>
        </w:tabs>
        <w:spacing w:before="118"/>
      </w:pPr>
      <w:r>
        <w:rPr>
          <w:color w:val="231F20"/>
        </w:rPr>
        <w:t>Barstow</w:t>
      </w:r>
      <w:r>
        <w:rPr>
          <w:color w:val="231F20"/>
        </w:rPr>
        <w:tab/>
        <w:t>92311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tabs>
          <w:tab w:val="left" w:pos="1408"/>
          <w:tab w:val="left" w:pos="2739"/>
          <w:tab w:val="right" w:pos="4412"/>
        </w:tabs>
        <w:spacing w:before="121"/>
      </w:pPr>
      <w:r>
        <w:rPr>
          <w:color w:val="231F20"/>
        </w:rPr>
        <w:t>Bass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Lake</w:t>
      </w:r>
      <w:r>
        <w:rPr>
          <w:color w:val="231F20"/>
        </w:rPr>
        <w:tab/>
        <w:t>93604</w:t>
      </w:r>
      <w:r>
        <w:rPr>
          <w:color w:val="231F20"/>
        </w:rPr>
        <w:tab/>
        <w:t>Madera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8"/>
          <w:tab w:val="left" w:pos="2659"/>
          <w:tab w:val="right" w:pos="4367"/>
        </w:tabs>
        <w:spacing w:before="119"/>
      </w:pPr>
      <w:r>
        <w:rPr>
          <w:color w:val="231F20"/>
        </w:rPr>
        <w:t>Bayside</w:t>
      </w:r>
      <w:r>
        <w:rPr>
          <w:color w:val="231F20"/>
        </w:rPr>
        <w:tab/>
        <w:t>95524</w:t>
      </w:r>
      <w:r>
        <w:rPr>
          <w:color w:val="231F20"/>
        </w:rPr>
        <w:tab/>
        <w:t>Humboldt</w:t>
      </w:r>
      <w:r>
        <w:rPr>
          <w:color w:val="231F20"/>
        </w:rPr>
        <w:tab/>
        <w:t>1</w:t>
      </w:r>
    </w:p>
    <w:p w:rsidR="00EA74A4" w:rsidRDefault="00316162">
      <w:pPr>
        <w:pStyle w:val="BodyText"/>
        <w:tabs>
          <w:tab w:val="left" w:pos="1408"/>
          <w:tab w:val="left" w:pos="2845"/>
          <w:tab w:val="right" w:pos="4412"/>
        </w:tabs>
        <w:spacing w:before="121"/>
      </w:pPr>
      <w:r>
        <w:rPr>
          <w:color w:val="231F20"/>
        </w:rPr>
        <w:t>Beale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AFB</w:t>
      </w:r>
      <w:r>
        <w:rPr>
          <w:color w:val="231F20"/>
        </w:rPr>
        <w:tab/>
        <w:t>95903</w:t>
      </w:r>
      <w:r>
        <w:rPr>
          <w:color w:val="231F20"/>
        </w:rPr>
        <w:tab/>
        <w:t>Yuba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07"/>
          <w:tab w:val="left" w:pos="2691"/>
          <w:tab w:val="right" w:pos="4413"/>
        </w:tabs>
        <w:spacing w:before="119"/>
      </w:pPr>
      <w:r>
        <w:rPr>
          <w:color w:val="231F20"/>
        </w:rPr>
        <w:t>Beaumont</w:t>
      </w:r>
      <w:r>
        <w:rPr>
          <w:color w:val="231F20"/>
        </w:rPr>
        <w:tab/>
        <w:t>92223</w:t>
      </w:r>
      <w:r>
        <w:rPr>
          <w:color w:val="231F20"/>
        </w:rPr>
        <w:tab/>
        <w:t>Riverside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09"/>
          <w:tab w:val="left" w:pos="2762"/>
          <w:tab w:val="right" w:pos="4412"/>
        </w:tabs>
        <w:spacing w:before="121"/>
      </w:pPr>
      <w:r>
        <w:rPr>
          <w:color w:val="231F20"/>
        </w:rPr>
        <w:t>Belden</w:t>
      </w:r>
      <w:r>
        <w:rPr>
          <w:color w:val="231F20"/>
        </w:rPr>
        <w:tab/>
        <w:t>95915</w:t>
      </w:r>
      <w:r>
        <w:rPr>
          <w:color w:val="231F20"/>
        </w:rPr>
        <w:tab/>
        <w:t>Plumas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7"/>
          <w:tab w:val="left" w:pos="2596"/>
          <w:tab w:val="right" w:pos="4367"/>
        </w:tabs>
        <w:spacing w:before="118"/>
      </w:pPr>
      <w:r>
        <w:rPr>
          <w:color w:val="231F20"/>
        </w:rPr>
        <w:t>Bell</w:t>
      </w:r>
      <w:r>
        <w:rPr>
          <w:color w:val="231F20"/>
        </w:rPr>
        <w:tab/>
        <w:t>90201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408"/>
          <w:tab w:val="left" w:pos="2785"/>
          <w:tab w:val="right" w:pos="4412"/>
        </w:tabs>
        <w:spacing w:before="121"/>
      </w:pPr>
      <w:r>
        <w:rPr>
          <w:color w:val="231F20"/>
        </w:rPr>
        <w:t>Bella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Vista</w:t>
      </w:r>
      <w:r>
        <w:rPr>
          <w:color w:val="231F20"/>
        </w:rPr>
        <w:tab/>
        <w:t>96008</w:t>
      </w:r>
      <w:r>
        <w:rPr>
          <w:color w:val="231F20"/>
        </w:rPr>
        <w:tab/>
        <w:t>Shasta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07"/>
          <w:tab w:val="left" w:pos="2596"/>
          <w:tab w:val="right" w:pos="4366"/>
        </w:tabs>
        <w:spacing w:before="122"/>
      </w:pPr>
      <w:r>
        <w:rPr>
          <w:color w:val="231F20"/>
        </w:rPr>
        <w:t>Bellflower</w:t>
      </w:r>
      <w:r>
        <w:rPr>
          <w:color w:val="231F20"/>
        </w:rPr>
        <w:tab/>
        <w:t>90706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408"/>
          <w:tab w:val="left" w:pos="2631"/>
          <w:tab w:val="right" w:pos="4367"/>
        </w:tabs>
        <w:spacing w:before="118"/>
      </w:pPr>
      <w:r>
        <w:rPr>
          <w:color w:val="231F20"/>
        </w:rPr>
        <w:t>Belmont</w:t>
      </w:r>
      <w:r>
        <w:rPr>
          <w:color w:val="231F20"/>
        </w:rPr>
        <w:tab/>
        <w:t>94002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Mateo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spacing w:before="121"/>
      </w:pPr>
      <w:r>
        <w:rPr>
          <w:color w:val="231F20"/>
        </w:rPr>
        <w:t>Belvedere</w:t>
      </w:r>
    </w:p>
    <w:p w:rsidR="00EA74A4" w:rsidRDefault="00316162">
      <w:pPr>
        <w:pStyle w:val="BodyText"/>
        <w:tabs>
          <w:tab w:val="left" w:pos="1411"/>
          <w:tab w:val="left" w:pos="2704"/>
          <w:tab w:val="right" w:pos="4369"/>
        </w:tabs>
        <w:spacing w:before="134"/>
      </w:pPr>
      <w:r>
        <w:br w:type="column"/>
      </w:r>
      <w:r>
        <w:rPr>
          <w:color w:val="231F20"/>
        </w:rPr>
        <w:t>Berkeley</w:t>
      </w:r>
      <w:r>
        <w:rPr>
          <w:color w:val="231F20"/>
        </w:rPr>
        <w:tab/>
        <w:t>94705</w:t>
      </w:r>
      <w:r>
        <w:rPr>
          <w:color w:val="231F20"/>
        </w:rPr>
        <w:tab/>
        <w:t>Alameda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11"/>
          <w:tab w:val="left" w:pos="2198"/>
          <w:tab w:val="right" w:pos="4369"/>
        </w:tabs>
        <w:spacing w:before="118"/>
      </w:pPr>
      <w:r>
        <w:rPr>
          <w:color w:val="231F20"/>
        </w:rPr>
        <w:t>Berkeley</w:t>
      </w:r>
      <w:r>
        <w:rPr>
          <w:color w:val="231F20"/>
        </w:rPr>
        <w:tab/>
        <w:t>94707</w:t>
      </w:r>
      <w:r>
        <w:rPr>
          <w:color w:val="231F20"/>
        </w:rPr>
        <w:tab/>
        <w:t>Alameda/Contra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11"/>
          <w:tab w:val="left" w:pos="2198"/>
          <w:tab w:val="right" w:pos="4369"/>
        </w:tabs>
        <w:spacing w:before="121"/>
      </w:pPr>
      <w:r>
        <w:rPr>
          <w:color w:val="231F20"/>
        </w:rPr>
        <w:t>Berkeley</w:t>
      </w:r>
      <w:r>
        <w:rPr>
          <w:color w:val="231F20"/>
        </w:rPr>
        <w:tab/>
        <w:t>94708</w:t>
      </w:r>
      <w:r>
        <w:rPr>
          <w:color w:val="231F20"/>
        </w:rPr>
        <w:tab/>
        <w:t>Alameda/Contra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11"/>
          <w:tab w:val="left" w:pos="2704"/>
          <w:tab w:val="right" w:pos="4369"/>
        </w:tabs>
        <w:spacing w:before="119"/>
      </w:pPr>
      <w:r>
        <w:rPr>
          <w:color w:val="231F20"/>
        </w:rPr>
        <w:t>Berkeley</w:t>
      </w:r>
      <w:r>
        <w:rPr>
          <w:color w:val="231F20"/>
        </w:rPr>
        <w:tab/>
        <w:t>94709</w:t>
      </w:r>
      <w:r>
        <w:rPr>
          <w:color w:val="231F20"/>
        </w:rPr>
        <w:tab/>
        <w:t>Alameda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11"/>
          <w:tab w:val="left" w:pos="2704"/>
          <w:tab w:val="right" w:pos="4369"/>
        </w:tabs>
        <w:spacing w:before="121"/>
      </w:pPr>
      <w:r>
        <w:rPr>
          <w:color w:val="231F20"/>
        </w:rPr>
        <w:t>Berkeley</w:t>
      </w:r>
      <w:r>
        <w:rPr>
          <w:color w:val="231F20"/>
        </w:rPr>
        <w:tab/>
        <w:t>94710</w:t>
      </w:r>
      <w:r>
        <w:rPr>
          <w:color w:val="231F20"/>
        </w:rPr>
        <w:tab/>
        <w:t>Alameda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11"/>
          <w:tab w:val="left" w:pos="2704"/>
          <w:tab w:val="right" w:pos="4369"/>
        </w:tabs>
        <w:spacing w:before="119"/>
      </w:pPr>
      <w:r>
        <w:rPr>
          <w:color w:val="231F20"/>
        </w:rPr>
        <w:t>Berkeley</w:t>
      </w:r>
      <w:r>
        <w:rPr>
          <w:color w:val="231F20"/>
        </w:rPr>
        <w:tab/>
        <w:t>94720</w:t>
      </w:r>
      <w:r>
        <w:rPr>
          <w:color w:val="231F20"/>
        </w:rPr>
        <w:tab/>
        <w:t>Alameda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11"/>
          <w:tab w:val="left" w:pos="2825"/>
          <w:tab w:val="right" w:pos="4416"/>
        </w:tabs>
        <w:spacing w:before="121"/>
      </w:pPr>
      <w:r>
        <w:rPr>
          <w:color w:val="231F20"/>
        </w:rPr>
        <w:t>Berry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Creek</w:t>
      </w:r>
      <w:r>
        <w:rPr>
          <w:color w:val="231F20"/>
        </w:rPr>
        <w:tab/>
        <w:t>95916</w:t>
      </w:r>
      <w:r>
        <w:rPr>
          <w:color w:val="231F20"/>
        </w:rPr>
        <w:tab/>
        <w:t>Butte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9"/>
          <w:tab w:val="left" w:pos="2597"/>
          <w:tab w:val="left" w:pos="4278"/>
        </w:tabs>
        <w:spacing w:before="121"/>
      </w:pPr>
      <w:r>
        <w:rPr>
          <w:color w:val="231F20"/>
        </w:rPr>
        <w:t>Beverly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Hills</w:t>
      </w:r>
      <w:r>
        <w:rPr>
          <w:color w:val="231F20"/>
        </w:rPr>
        <w:tab/>
        <w:t>90210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10"/>
          <w:tab w:val="left" w:pos="2597"/>
          <w:tab w:val="left" w:pos="4278"/>
        </w:tabs>
        <w:spacing w:before="119"/>
      </w:pPr>
      <w:r>
        <w:rPr>
          <w:color w:val="231F20"/>
        </w:rPr>
        <w:t>Beverly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Hills</w:t>
      </w:r>
      <w:r>
        <w:rPr>
          <w:color w:val="231F20"/>
        </w:rPr>
        <w:tab/>
        <w:t>90211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9"/>
          <w:tab w:val="left" w:pos="2597"/>
          <w:tab w:val="left" w:pos="4278"/>
        </w:tabs>
        <w:spacing w:before="121"/>
      </w:pPr>
      <w:r>
        <w:rPr>
          <w:color w:val="231F20"/>
        </w:rPr>
        <w:t>Beverly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Hills</w:t>
      </w:r>
      <w:r>
        <w:rPr>
          <w:color w:val="231F20"/>
        </w:rPr>
        <w:tab/>
        <w:t>90212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9"/>
          <w:tab w:val="left" w:pos="2789"/>
          <w:tab w:val="right" w:pos="4414"/>
        </w:tabs>
        <w:spacing w:before="118"/>
      </w:pPr>
      <w:r>
        <w:rPr>
          <w:color w:val="231F20"/>
        </w:rPr>
        <w:t>Big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Bar</w:t>
      </w:r>
      <w:r>
        <w:rPr>
          <w:color w:val="231F20"/>
        </w:rPr>
        <w:tab/>
        <w:t>96010</w:t>
      </w:r>
      <w:r>
        <w:rPr>
          <w:color w:val="231F20"/>
        </w:rPr>
        <w:tab/>
        <w:t>Trinity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0"/>
          <w:tab w:val="left" w:pos="2463"/>
          <w:tab w:val="right" w:pos="4414"/>
        </w:tabs>
        <w:spacing w:before="121"/>
      </w:pPr>
      <w:r>
        <w:rPr>
          <w:color w:val="231F20"/>
        </w:rPr>
        <w:t>Big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Bear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City</w:t>
      </w:r>
      <w:r>
        <w:rPr>
          <w:color w:val="231F20"/>
        </w:rPr>
        <w:tab/>
        <w:t>92314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0"/>
          <w:tab w:val="left" w:pos="2464"/>
          <w:tab w:val="right" w:pos="4415"/>
        </w:tabs>
        <w:spacing w:before="119"/>
      </w:pPr>
      <w:r>
        <w:rPr>
          <w:color w:val="231F20"/>
        </w:rPr>
        <w:t>Big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Bear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Lake</w:t>
      </w:r>
      <w:r>
        <w:rPr>
          <w:color w:val="231F20"/>
        </w:rPr>
        <w:tab/>
        <w:t>92315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0"/>
          <w:tab w:val="left" w:pos="2867"/>
          <w:tab w:val="right" w:pos="4415"/>
        </w:tabs>
        <w:spacing w:before="121"/>
      </w:pPr>
      <w:r>
        <w:rPr>
          <w:color w:val="231F20"/>
        </w:rPr>
        <w:t>Big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Pine</w:t>
      </w:r>
      <w:r>
        <w:rPr>
          <w:color w:val="231F20"/>
        </w:rPr>
        <w:tab/>
        <w:t>93513</w:t>
      </w:r>
      <w:r>
        <w:rPr>
          <w:color w:val="231F20"/>
        </w:rPr>
        <w:tab/>
        <w:t>Inyo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0"/>
          <w:tab w:val="left" w:pos="2463"/>
          <w:tab w:val="left" w:pos="4232"/>
        </w:tabs>
        <w:spacing w:before="119"/>
      </w:pPr>
      <w:r>
        <w:rPr>
          <w:color w:val="231F20"/>
        </w:rPr>
        <w:t>Big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River</w:t>
      </w:r>
      <w:r>
        <w:rPr>
          <w:color w:val="231F20"/>
        </w:rPr>
        <w:tab/>
        <w:t>92242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15</w:t>
      </w:r>
    </w:p>
    <w:p w:rsidR="00EA74A4" w:rsidRDefault="00316162">
      <w:pPr>
        <w:pStyle w:val="BodyText"/>
        <w:tabs>
          <w:tab w:val="left" w:pos="1410"/>
          <w:tab w:val="left" w:pos="2661"/>
          <w:tab w:val="left" w:pos="4278"/>
        </w:tabs>
        <w:spacing w:before="121"/>
      </w:pPr>
      <w:r>
        <w:rPr>
          <w:color w:val="231F20"/>
        </w:rPr>
        <w:t>Big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Sur</w:t>
      </w:r>
      <w:r>
        <w:rPr>
          <w:color w:val="231F20"/>
        </w:rPr>
        <w:tab/>
        <w:t>93920</w:t>
      </w:r>
      <w:r>
        <w:rPr>
          <w:color w:val="231F20"/>
        </w:rPr>
        <w:tab/>
        <w:t>Monterey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11"/>
          <w:tab w:val="left" w:pos="2824"/>
          <w:tab w:val="left" w:pos="4233"/>
        </w:tabs>
        <w:spacing w:before="121"/>
      </w:pPr>
      <w:r>
        <w:rPr>
          <w:color w:val="231F20"/>
        </w:rPr>
        <w:t>Biggs</w:t>
      </w:r>
      <w:r>
        <w:rPr>
          <w:color w:val="231F20"/>
        </w:rPr>
        <w:tab/>
        <w:t>95917</w:t>
      </w:r>
      <w:r>
        <w:rPr>
          <w:color w:val="231F20"/>
        </w:rPr>
        <w:tab/>
        <w:t>Butte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10"/>
          <w:tab w:val="left" w:pos="2777"/>
          <w:tab w:val="right" w:pos="4414"/>
        </w:tabs>
        <w:spacing w:before="119"/>
      </w:pPr>
      <w:r>
        <w:rPr>
          <w:color w:val="231F20"/>
        </w:rPr>
        <w:t>Birds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Landing</w:t>
      </w:r>
      <w:r>
        <w:rPr>
          <w:color w:val="231F20"/>
        </w:rPr>
        <w:tab/>
        <w:t>94512</w:t>
      </w:r>
      <w:r>
        <w:rPr>
          <w:color w:val="231F20"/>
        </w:rPr>
        <w:tab/>
        <w:t>Solano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10"/>
          <w:tab w:val="left" w:pos="2806"/>
          <w:tab w:val="right" w:pos="4414"/>
        </w:tabs>
        <w:spacing w:before="121"/>
      </w:pPr>
      <w:r>
        <w:rPr>
          <w:color w:val="231F20"/>
        </w:rPr>
        <w:t>Bishop</w:t>
      </w:r>
      <w:r>
        <w:rPr>
          <w:color w:val="231F20"/>
        </w:rPr>
        <w:tab/>
        <w:t>93512</w:t>
      </w:r>
      <w:r>
        <w:rPr>
          <w:color w:val="231F20"/>
        </w:rPr>
        <w:tab/>
        <w:t>Mono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0"/>
          <w:tab w:val="left" w:pos="2615"/>
          <w:tab w:val="right" w:pos="4414"/>
        </w:tabs>
        <w:spacing w:before="118"/>
      </w:pPr>
      <w:r>
        <w:rPr>
          <w:color w:val="231F20"/>
        </w:rPr>
        <w:t>Bishop</w:t>
      </w:r>
      <w:r>
        <w:rPr>
          <w:color w:val="231F20"/>
        </w:rPr>
        <w:tab/>
        <w:t>93514</w:t>
      </w:r>
      <w:r>
        <w:rPr>
          <w:color w:val="231F20"/>
        </w:rPr>
        <w:tab/>
        <w:t>Inyo/Mono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1"/>
          <w:tab w:val="left" w:pos="2762"/>
          <w:tab w:val="right" w:pos="4416"/>
        </w:tabs>
        <w:spacing w:before="122"/>
      </w:pPr>
      <w:r>
        <w:rPr>
          <w:color w:val="231F20"/>
        </w:rPr>
        <w:t>Blairsden</w:t>
      </w:r>
      <w:r>
        <w:rPr>
          <w:color w:val="231F20"/>
        </w:rPr>
        <w:tab/>
        <w:t>96103</w:t>
      </w:r>
      <w:r>
        <w:rPr>
          <w:color w:val="231F20"/>
        </w:rPr>
        <w:tab/>
        <w:t>Plumas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1"/>
          <w:tab w:val="left" w:pos="2660"/>
          <w:tab w:val="left" w:pos="4279"/>
        </w:tabs>
        <w:spacing w:before="118"/>
      </w:pPr>
      <w:r>
        <w:rPr>
          <w:color w:val="231F20"/>
        </w:rPr>
        <w:t>Blocksburg</w:t>
      </w:r>
      <w:r>
        <w:rPr>
          <w:color w:val="231F20"/>
        </w:rPr>
        <w:tab/>
        <w:t>95514</w:t>
      </w:r>
      <w:r>
        <w:rPr>
          <w:color w:val="231F20"/>
        </w:rPr>
        <w:tab/>
        <w:t>Humboldt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410"/>
          <w:tab w:val="left" w:pos="2463"/>
          <w:tab w:val="left" w:pos="4232"/>
        </w:tabs>
        <w:spacing w:before="121"/>
      </w:pPr>
      <w:r>
        <w:rPr>
          <w:color w:val="231F20"/>
        </w:rPr>
        <w:t>Bloomington</w:t>
      </w:r>
      <w:r>
        <w:rPr>
          <w:color w:val="231F20"/>
        </w:rPr>
        <w:tab/>
        <w:t>92316</w:t>
      </w:r>
      <w:r>
        <w:rPr>
          <w:color w:val="231F20"/>
        </w:rPr>
        <w:tab/>
        <w:t>San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09"/>
          <w:tab w:val="left" w:pos="2463"/>
          <w:tab w:val="right" w:pos="4415"/>
        </w:tabs>
        <w:spacing w:before="119"/>
      </w:pPr>
      <w:r>
        <w:rPr>
          <w:color w:val="231F20"/>
        </w:rPr>
        <w:t>Blue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Jay</w:t>
      </w:r>
      <w:r>
        <w:rPr>
          <w:color w:val="231F20"/>
        </w:rPr>
        <w:tab/>
        <w:t>92317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0"/>
          <w:tab w:val="left" w:pos="2659"/>
          <w:tab w:val="left" w:pos="4278"/>
        </w:tabs>
        <w:spacing w:before="121"/>
      </w:pPr>
      <w:r>
        <w:rPr>
          <w:color w:val="231F20"/>
        </w:rPr>
        <w:t>Blue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Lake</w:t>
      </w:r>
      <w:r>
        <w:rPr>
          <w:color w:val="231F20"/>
        </w:rPr>
        <w:tab/>
        <w:t>95525</w:t>
      </w:r>
      <w:r>
        <w:rPr>
          <w:color w:val="231F20"/>
        </w:rPr>
        <w:tab/>
        <w:t>Humboldt</w:t>
      </w:r>
      <w:r>
        <w:rPr>
          <w:color w:val="231F20"/>
        </w:rPr>
        <w:tab/>
        <w:t>1</w:t>
      </w:r>
    </w:p>
    <w:p w:rsidR="00EA74A4" w:rsidRDefault="00316162">
      <w:pPr>
        <w:pStyle w:val="BodyText"/>
        <w:tabs>
          <w:tab w:val="left" w:pos="1410"/>
          <w:tab w:val="left" w:pos="2691"/>
          <w:tab w:val="left" w:pos="4233"/>
        </w:tabs>
        <w:spacing w:before="119"/>
      </w:pPr>
      <w:r>
        <w:rPr>
          <w:color w:val="231F20"/>
        </w:rPr>
        <w:t>Blythe</w:t>
      </w:r>
      <w:r>
        <w:rPr>
          <w:color w:val="231F20"/>
        </w:rPr>
        <w:tab/>
        <w:t>92225</w:t>
      </w:r>
      <w:r>
        <w:rPr>
          <w:color w:val="231F20"/>
        </w:rPr>
        <w:tab/>
        <w:t>Riverside</w:t>
      </w:r>
      <w:r>
        <w:rPr>
          <w:color w:val="231F20"/>
        </w:rPr>
        <w:tab/>
        <w:t>15</w:t>
      </w:r>
    </w:p>
    <w:p w:rsidR="00EA74A4" w:rsidRDefault="00316162">
      <w:pPr>
        <w:pStyle w:val="BodyText"/>
        <w:tabs>
          <w:tab w:val="left" w:pos="1410"/>
          <w:tab w:val="left" w:pos="2729"/>
          <w:tab w:val="left" w:pos="4278"/>
        </w:tabs>
        <w:spacing w:before="121"/>
      </w:pPr>
      <w:r>
        <w:rPr>
          <w:color w:val="231F20"/>
        </w:rPr>
        <w:t>Bodega</w:t>
      </w:r>
      <w:r>
        <w:rPr>
          <w:color w:val="231F20"/>
        </w:rPr>
        <w:tab/>
        <w:t>94922</w:t>
      </w:r>
      <w:r>
        <w:rPr>
          <w:color w:val="231F20"/>
        </w:rPr>
        <w:tab/>
        <w:t>Sonoma</w:t>
      </w:r>
      <w:r>
        <w:rPr>
          <w:color w:val="231F20"/>
        </w:rPr>
        <w:tab/>
        <w:t>1</w:t>
      </w:r>
    </w:p>
    <w:p w:rsidR="00EA74A4" w:rsidRDefault="00316162">
      <w:pPr>
        <w:pStyle w:val="BodyText"/>
        <w:tabs>
          <w:tab w:val="left" w:pos="1410"/>
          <w:tab w:val="left" w:pos="2728"/>
          <w:tab w:val="right" w:pos="4370"/>
        </w:tabs>
        <w:spacing w:before="121"/>
      </w:pPr>
      <w:r>
        <w:rPr>
          <w:color w:val="231F20"/>
        </w:rPr>
        <w:t>Bodega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Bay</w:t>
      </w:r>
      <w:r>
        <w:rPr>
          <w:color w:val="231F20"/>
        </w:rPr>
        <w:tab/>
        <w:t>94923</w:t>
      </w:r>
      <w:r>
        <w:rPr>
          <w:color w:val="231F20"/>
        </w:rPr>
        <w:tab/>
        <w:t>Sonoma</w:t>
      </w:r>
      <w:r>
        <w:rPr>
          <w:color w:val="231F20"/>
        </w:rPr>
        <w:tab/>
        <w:t>1</w:t>
      </w:r>
    </w:p>
    <w:p w:rsidR="00EA74A4" w:rsidRDefault="00316162">
      <w:pPr>
        <w:pStyle w:val="BodyText"/>
        <w:tabs>
          <w:tab w:val="left" w:pos="1410"/>
          <w:tab w:val="left" w:pos="2855"/>
          <w:tab w:val="right" w:pos="4415"/>
        </w:tabs>
        <w:spacing w:before="118"/>
      </w:pPr>
      <w:r>
        <w:rPr>
          <w:color w:val="231F20"/>
        </w:rPr>
        <w:t>Bodfish</w:t>
      </w:r>
      <w:r>
        <w:rPr>
          <w:color w:val="231F20"/>
        </w:rPr>
        <w:tab/>
        <w:t>93205</w:t>
      </w:r>
      <w:r>
        <w:rPr>
          <w:color w:val="231F20"/>
        </w:rPr>
        <w:tab/>
        <w:t>Kern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0"/>
          <w:tab w:val="left" w:pos="2807"/>
          <w:tab w:val="left" w:pos="4278"/>
        </w:tabs>
        <w:spacing w:before="122"/>
      </w:pPr>
      <w:r>
        <w:rPr>
          <w:color w:val="231F20"/>
        </w:rPr>
        <w:t>Bolinas</w:t>
      </w:r>
      <w:r>
        <w:rPr>
          <w:color w:val="231F20"/>
        </w:rPr>
        <w:tab/>
        <w:t>94924</w:t>
      </w:r>
      <w:r>
        <w:rPr>
          <w:color w:val="231F20"/>
        </w:rPr>
        <w:tab/>
        <w:t>Marin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9"/>
          <w:tab w:val="left" w:pos="2662"/>
          <w:tab w:val="left" w:pos="4278"/>
        </w:tabs>
        <w:spacing w:before="118"/>
      </w:pPr>
      <w:r>
        <w:rPr>
          <w:color w:val="231F20"/>
        </w:rPr>
        <w:t>Bonita</w:t>
      </w:r>
      <w:r>
        <w:rPr>
          <w:color w:val="231F20"/>
        </w:rPr>
        <w:tab/>
        <w:t>91902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EA74A4">
      <w:pPr>
        <w:sectPr w:rsidR="00EA74A4">
          <w:headerReference w:type="default" r:id="rId6"/>
          <w:pgSz w:w="10140" w:h="12960"/>
          <w:pgMar w:top="220" w:right="0" w:bottom="0" w:left="20" w:header="20" w:footer="0" w:gutter="0"/>
          <w:cols w:num="2" w:space="720" w:equalWidth="0">
            <w:col w:w="4454" w:space="670"/>
            <w:col w:w="4996"/>
          </w:cols>
        </w:sectPr>
      </w:pPr>
    </w:p>
    <w:p w:rsidR="00EA74A4" w:rsidRDefault="00EA74A4">
      <w:pPr>
        <w:pStyle w:val="BodyText"/>
        <w:spacing w:before="9" w:after="1"/>
        <w:ind w:left="0"/>
        <w:rPr>
          <w:sz w:val="8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0"/>
        <w:gridCol w:w="1213"/>
        <w:gridCol w:w="1526"/>
        <w:gridCol w:w="1362"/>
        <w:gridCol w:w="1221"/>
        <w:gridCol w:w="765"/>
        <w:gridCol w:w="1998"/>
        <w:gridCol w:w="428"/>
      </w:tblGrid>
      <w:tr w:rsidR="00EA74A4">
        <w:trPr>
          <w:trHeight w:val="259"/>
        </w:trPr>
        <w:tc>
          <w:tcPr>
            <w:tcW w:w="6292" w:type="dxa"/>
            <w:gridSpan w:val="5"/>
          </w:tcPr>
          <w:p w:rsidR="00EA74A4" w:rsidRDefault="00316162">
            <w:pPr>
              <w:pStyle w:val="TableParagraph"/>
              <w:tabs>
                <w:tab w:val="left" w:pos="1307"/>
                <w:tab w:val="left" w:pos="2706"/>
                <w:tab w:val="left" w:pos="4175"/>
                <w:tab w:val="left" w:pos="5123"/>
              </w:tabs>
              <w:spacing w:before="0" w:line="86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Tiburon</w:t>
            </w:r>
            <w:r>
              <w:rPr>
                <w:color w:val="231F20"/>
                <w:sz w:val="18"/>
              </w:rPr>
              <w:tab/>
              <w:t>94920</w:t>
            </w:r>
            <w:r>
              <w:rPr>
                <w:color w:val="231F20"/>
                <w:sz w:val="18"/>
              </w:rPr>
              <w:tab/>
              <w:t>Marin</w:t>
            </w:r>
            <w:r>
              <w:rPr>
                <w:color w:val="231F20"/>
                <w:sz w:val="18"/>
              </w:rPr>
              <w:tab/>
              <w:t>3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position w:val="-6"/>
                <w:sz w:val="18"/>
              </w:rPr>
              <w:t>Bonsall</w:t>
            </w:r>
          </w:p>
        </w:tc>
        <w:tc>
          <w:tcPr>
            <w:tcW w:w="765" w:type="dxa"/>
          </w:tcPr>
          <w:p w:rsidR="00EA74A4" w:rsidRDefault="00316162">
            <w:pPr>
              <w:pStyle w:val="TableParagraph"/>
              <w:spacing w:before="0" w:line="183" w:lineRule="exact"/>
              <w:ind w:left="142"/>
              <w:rPr>
                <w:sz w:val="18"/>
              </w:rPr>
            </w:pPr>
            <w:r>
              <w:rPr>
                <w:color w:val="231F20"/>
                <w:sz w:val="18"/>
              </w:rPr>
              <w:t>92003</w:t>
            </w:r>
          </w:p>
        </w:tc>
        <w:tc>
          <w:tcPr>
            <w:tcW w:w="1998" w:type="dxa"/>
          </w:tcPr>
          <w:p w:rsidR="00EA74A4" w:rsidRDefault="00316162">
            <w:pPr>
              <w:pStyle w:val="TableParagraph"/>
              <w:spacing w:before="0" w:line="183" w:lineRule="exact"/>
              <w:ind w:left="156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Diego</w:t>
            </w:r>
          </w:p>
        </w:tc>
        <w:tc>
          <w:tcPr>
            <w:tcW w:w="428" w:type="dxa"/>
          </w:tcPr>
          <w:p w:rsidR="00EA74A4" w:rsidRDefault="00316162">
            <w:pPr>
              <w:pStyle w:val="TableParagraph"/>
              <w:spacing w:before="0" w:line="183" w:lineRule="exact"/>
              <w:ind w:left="202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</w:tr>
      <w:tr w:rsidR="00EA74A4">
        <w:trPr>
          <w:trHeight w:val="339"/>
        </w:trPr>
        <w:tc>
          <w:tcPr>
            <w:tcW w:w="6292" w:type="dxa"/>
            <w:gridSpan w:val="5"/>
          </w:tcPr>
          <w:p w:rsidR="00EA74A4" w:rsidRDefault="00316162">
            <w:pPr>
              <w:pStyle w:val="TableParagraph"/>
              <w:tabs>
                <w:tab w:val="left" w:pos="1307"/>
                <w:tab w:val="left" w:pos="2539"/>
                <w:tab w:val="left" w:pos="4176"/>
                <w:tab w:val="left" w:pos="5123"/>
              </w:tabs>
              <w:spacing w:before="0" w:line="201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Ben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Lomond</w:t>
            </w:r>
            <w:r>
              <w:rPr>
                <w:color w:val="231F20"/>
                <w:sz w:val="18"/>
              </w:rPr>
              <w:tab/>
              <w:t>95005</w:t>
            </w:r>
            <w:r>
              <w:rPr>
                <w:color w:val="231F20"/>
                <w:sz w:val="18"/>
              </w:rPr>
              <w:tab/>
              <w:t>Santa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Cruz</w:t>
            </w:r>
            <w:r>
              <w:rPr>
                <w:color w:val="231F20"/>
                <w:sz w:val="18"/>
              </w:rPr>
              <w:tab/>
              <w:t>3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position w:val="-6"/>
                <w:sz w:val="18"/>
              </w:rPr>
              <w:t>Boonville</w:t>
            </w:r>
          </w:p>
        </w:tc>
        <w:tc>
          <w:tcPr>
            <w:tcW w:w="765" w:type="dxa"/>
          </w:tcPr>
          <w:p w:rsidR="00EA74A4" w:rsidRDefault="00316162">
            <w:pPr>
              <w:pStyle w:val="TableParagraph"/>
              <w:spacing w:before="43"/>
              <w:ind w:left="143"/>
              <w:rPr>
                <w:sz w:val="18"/>
              </w:rPr>
            </w:pPr>
            <w:r>
              <w:rPr>
                <w:color w:val="231F20"/>
                <w:sz w:val="18"/>
              </w:rPr>
              <w:t>95415</w:t>
            </w:r>
          </w:p>
        </w:tc>
        <w:tc>
          <w:tcPr>
            <w:tcW w:w="1998" w:type="dxa"/>
          </w:tcPr>
          <w:p w:rsidR="00EA74A4" w:rsidRDefault="00316162">
            <w:pPr>
              <w:pStyle w:val="TableParagraph"/>
              <w:spacing w:before="43"/>
              <w:ind w:left="155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Mendocino</w:t>
            </w:r>
          </w:p>
        </w:tc>
        <w:tc>
          <w:tcPr>
            <w:tcW w:w="428" w:type="dxa"/>
          </w:tcPr>
          <w:p w:rsidR="00EA74A4" w:rsidRDefault="00316162">
            <w:pPr>
              <w:pStyle w:val="TableParagraph"/>
              <w:spacing w:before="43"/>
              <w:ind w:left="248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339"/>
        </w:trPr>
        <w:tc>
          <w:tcPr>
            <w:tcW w:w="6292" w:type="dxa"/>
            <w:gridSpan w:val="5"/>
          </w:tcPr>
          <w:p w:rsidR="00EA74A4" w:rsidRDefault="00316162">
            <w:pPr>
              <w:pStyle w:val="TableParagraph"/>
              <w:tabs>
                <w:tab w:val="left" w:pos="1307"/>
                <w:tab w:val="left" w:pos="2678"/>
                <w:tab w:val="left" w:pos="4130"/>
                <w:tab w:val="left" w:pos="5123"/>
              </w:tabs>
              <w:spacing w:before="0" w:line="199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Benicia</w:t>
            </w:r>
            <w:r>
              <w:rPr>
                <w:color w:val="231F20"/>
                <w:sz w:val="18"/>
              </w:rPr>
              <w:tab/>
              <w:t>94510</w:t>
            </w:r>
            <w:r>
              <w:rPr>
                <w:color w:val="231F20"/>
                <w:sz w:val="18"/>
              </w:rPr>
              <w:tab/>
              <w:t>Solano</w:t>
            </w:r>
            <w:r>
              <w:rPr>
                <w:color w:val="231F20"/>
                <w:sz w:val="18"/>
              </w:rPr>
              <w:tab/>
              <w:t>12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position w:val="-6"/>
                <w:sz w:val="18"/>
              </w:rPr>
              <w:t>Boron</w:t>
            </w:r>
          </w:p>
        </w:tc>
        <w:tc>
          <w:tcPr>
            <w:tcW w:w="765" w:type="dxa"/>
          </w:tcPr>
          <w:p w:rsidR="00EA74A4" w:rsidRDefault="00316162">
            <w:pPr>
              <w:pStyle w:val="TableParagraph"/>
              <w:ind w:left="142"/>
              <w:rPr>
                <w:sz w:val="18"/>
              </w:rPr>
            </w:pPr>
            <w:r>
              <w:rPr>
                <w:color w:val="231F20"/>
                <w:sz w:val="18"/>
              </w:rPr>
              <w:t>93516</w:t>
            </w:r>
          </w:p>
        </w:tc>
        <w:tc>
          <w:tcPr>
            <w:tcW w:w="1998" w:type="dxa"/>
          </w:tcPr>
          <w:p w:rsidR="00EA74A4" w:rsidRDefault="00316162">
            <w:pPr>
              <w:pStyle w:val="TableParagraph"/>
              <w:ind w:left="156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Kern</w:t>
            </w:r>
          </w:p>
        </w:tc>
        <w:tc>
          <w:tcPr>
            <w:tcW w:w="428" w:type="dxa"/>
          </w:tcPr>
          <w:p w:rsidR="00EA74A4" w:rsidRDefault="00316162">
            <w:pPr>
              <w:pStyle w:val="TableParagraph"/>
              <w:ind w:left="202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</w:tr>
      <w:tr w:rsidR="00EA74A4">
        <w:trPr>
          <w:trHeight w:val="584"/>
        </w:trPr>
        <w:tc>
          <w:tcPr>
            <w:tcW w:w="970" w:type="dxa"/>
          </w:tcPr>
          <w:p w:rsidR="00EA74A4" w:rsidRDefault="00316162">
            <w:pPr>
              <w:pStyle w:val="TableParagraph"/>
              <w:spacing w:before="0" w:line="19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Berkeley</w:t>
            </w:r>
          </w:p>
          <w:p w:rsidR="00EA74A4" w:rsidRDefault="00316162">
            <w:pPr>
              <w:pStyle w:val="TableParagraph"/>
              <w:spacing w:before="118"/>
              <w:rPr>
                <w:sz w:val="18"/>
              </w:rPr>
            </w:pPr>
            <w:r>
              <w:rPr>
                <w:color w:val="231F20"/>
                <w:sz w:val="18"/>
              </w:rPr>
              <w:t>Berkeley</w:t>
            </w:r>
          </w:p>
        </w:tc>
        <w:tc>
          <w:tcPr>
            <w:tcW w:w="1213" w:type="dxa"/>
          </w:tcPr>
          <w:p w:rsidR="00EA74A4" w:rsidRDefault="00316162">
            <w:pPr>
              <w:pStyle w:val="TableParagraph"/>
              <w:spacing w:before="0" w:line="193" w:lineRule="exact"/>
              <w:ind w:left="339"/>
              <w:rPr>
                <w:sz w:val="18"/>
              </w:rPr>
            </w:pPr>
            <w:r>
              <w:rPr>
                <w:color w:val="231F20"/>
                <w:sz w:val="18"/>
              </w:rPr>
              <w:t>94702</w:t>
            </w:r>
          </w:p>
          <w:p w:rsidR="00EA74A4" w:rsidRDefault="00316162">
            <w:pPr>
              <w:pStyle w:val="TableParagraph"/>
              <w:spacing w:before="118"/>
              <w:ind w:left="339"/>
              <w:rPr>
                <w:sz w:val="18"/>
              </w:rPr>
            </w:pPr>
            <w:r>
              <w:rPr>
                <w:color w:val="231F20"/>
                <w:sz w:val="18"/>
              </w:rPr>
              <w:t>94703</w:t>
            </w:r>
          </w:p>
        </w:tc>
        <w:tc>
          <w:tcPr>
            <w:tcW w:w="1526" w:type="dxa"/>
          </w:tcPr>
          <w:p w:rsidR="00EA74A4" w:rsidRDefault="00316162">
            <w:pPr>
              <w:pStyle w:val="TableParagraph"/>
              <w:spacing w:before="0" w:line="193" w:lineRule="exact"/>
              <w:ind w:left="421"/>
              <w:rPr>
                <w:sz w:val="18"/>
              </w:rPr>
            </w:pPr>
            <w:r>
              <w:rPr>
                <w:color w:val="231F20"/>
                <w:sz w:val="18"/>
              </w:rPr>
              <w:t>Alameda</w:t>
            </w:r>
          </w:p>
          <w:p w:rsidR="00EA74A4" w:rsidRDefault="00316162">
            <w:pPr>
              <w:pStyle w:val="TableParagraph"/>
              <w:spacing w:before="118"/>
              <w:ind w:left="421"/>
              <w:rPr>
                <w:sz w:val="18"/>
              </w:rPr>
            </w:pPr>
            <w:r>
              <w:rPr>
                <w:color w:val="231F20"/>
                <w:sz w:val="18"/>
              </w:rPr>
              <w:t>Alameda</w:t>
            </w:r>
          </w:p>
        </w:tc>
        <w:tc>
          <w:tcPr>
            <w:tcW w:w="1362" w:type="dxa"/>
          </w:tcPr>
          <w:p w:rsidR="00EA74A4" w:rsidRDefault="00316162">
            <w:pPr>
              <w:pStyle w:val="TableParagraph"/>
              <w:spacing w:before="0" w:line="193" w:lineRule="exact"/>
              <w:ind w:right="33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  <w:p w:rsidR="00EA74A4" w:rsidRDefault="00316162">
            <w:pPr>
              <w:pStyle w:val="TableParagraph"/>
              <w:spacing w:before="118"/>
              <w:ind w:right="33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  <w:tc>
          <w:tcPr>
            <w:tcW w:w="1221" w:type="dxa"/>
          </w:tcPr>
          <w:p w:rsidR="00EA74A4" w:rsidRDefault="00316162">
            <w:pPr>
              <w:pStyle w:val="TableParagraph"/>
              <w:spacing w:before="43"/>
              <w:ind w:left="53" w:right="560"/>
              <w:rPr>
                <w:sz w:val="18"/>
              </w:rPr>
            </w:pPr>
            <w:r>
              <w:rPr>
                <w:color w:val="231F20"/>
                <w:sz w:val="18"/>
              </w:rPr>
              <w:t>Borrego Springs</w:t>
            </w:r>
          </w:p>
        </w:tc>
        <w:tc>
          <w:tcPr>
            <w:tcW w:w="765" w:type="dxa"/>
          </w:tcPr>
          <w:p w:rsidR="00EA74A4" w:rsidRDefault="00EA74A4">
            <w:pPr>
              <w:pStyle w:val="TableParagraph"/>
              <w:spacing w:before="7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142"/>
              <w:rPr>
                <w:sz w:val="18"/>
              </w:rPr>
            </w:pPr>
            <w:r>
              <w:rPr>
                <w:color w:val="231F20"/>
                <w:sz w:val="18"/>
              </w:rPr>
              <w:t>92004</w:t>
            </w:r>
          </w:p>
        </w:tc>
        <w:tc>
          <w:tcPr>
            <w:tcW w:w="1998" w:type="dxa"/>
          </w:tcPr>
          <w:p w:rsidR="00EA74A4" w:rsidRDefault="00EA74A4">
            <w:pPr>
              <w:pStyle w:val="TableParagraph"/>
              <w:spacing w:before="7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155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Diego</w:t>
            </w:r>
          </w:p>
        </w:tc>
        <w:tc>
          <w:tcPr>
            <w:tcW w:w="428" w:type="dxa"/>
          </w:tcPr>
          <w:p w:rsidR="00EA74A4" w:rsidRDefault="00EA74A4">
            <w:pPr>
              <w:pStyle w:val="TableParagraph"/>
              <w:spacing w:before="7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201"/>
              <w:rPr>
                <w:sz w:val="18"/>
              </w:rPr>
            </w:pPr>
            <w:r>
              <w:rPr>
                <w:color w:val="231F20"/>
                <w:sz w:val="18"/>
              </w:rPr>
              <w:t>15</w:t>
            </w:r>
          </w:p>
        </w:tc>
      </w:tr>
      <w:tr w:rsidR="00EA74A4">
        <w:trPr>
          <w:trHeight w:val="284"/>
        </w:trPr>
        <w:tc>
          <w:tcPr>
            <w:tcW w:w="970" w:type="dxa"/>
          </w:tcPr>
          <w:p w:rsidR="00EA74A4" w:rsidRDefault="00316162">
            <w:pPr>
              <w:pStyle w:val="TableParagraph"/>
              <w:spacing w:before="68"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Berkeley</w:t>
            </w:r>
          </w:p>
        </w:tc>
        <w:tc>
          <w:tcPr>
            <w:tcW w:w="1213" w:type="dxa"/>
          </w:tcPr>
          <w:p w:rsidR="00EA74A4" w:rsidRDefault="00316162">
            <w:pPr>
              <w:pStyle w:val="TableParagraph"/>
              <w:spacing w:before="68" w:line="196" w:lineRule="exact"/>
              <w:ind w:left="339"/>
              <w:rPr>
                <w:sz w:val="18"/>
              </w:rPr>
            </w:pPr>
            <w:r>
              <w:rPr>
                <w:color w:val="231F20"/>
                <w:sz w:val="18"/>
              </w:rPr>
              <w:t>94704</w:t>
            </w:r>
          </w:p>
        </w:tc>
        <w:tc>
          <w:tcPr>
            <w:tcW w:w="1526" w:type="dxa"/>
          </w:tcPr>
          <w:p w:rsidR="00EA74A4" w:rsidRDefault="00316162">
            <w:pPr>
              <w:pStyle w:val="TableParagraph"/>
              <w:spacing w:before="68" w:line="196" w:lineRule="exact"/>
              <w:ind w:left="421"/>
              <w:rPr>
                <w:sz w:val="18"/>
              </w:rPr>
            </w:pPr>
            <w:r>
              <w:rPr>
                <w:color w:val="231F20"/>
                <w:sz w:val="18"/>
              </w:rPr>
              <w:t>Alameda</w:t>
            </w:r>
          </w:p>
        </w:tc>
        <w:tc>
          <w:tcPr>
            <w:tcW w:w="1362" w:type="dxa"/>
          </w:tcPr>
          <w:p w:rsidR="00EA74A4" w:rsidRDefault="00316162">
            <w:pPr>
              <w:pStyle w:val="TableParagraph"/>
              <w:spacing w:before="68" w:line="196" w:lineRule="exact"/>
              <w:ind w:right="33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  <w:tc>
          <w:tcPr>
            <w:tcW w:w="1221" w:type="dxa"/>
          </w:tcPr>
          <w:p w:rsidR="00EA74A4" w:rsidRDefault="00316162">
            <w:pPr>
              <w:pStyle w:val="TableParagraph"/>
              <w:spacing w:before="20"/>
              <w:ind w:left="53"/>
              <w:rPr>
                <w:sz w:val="18"/>
              </w:rPr>
            </w:pPr>
            <w:r>
              <w:rPr>
                <w:color w:val="231F20"/>
                <w:sz w:val="18"/>
              </w:rPr>
              <w:t>Boulder Creek</w:t>
            </w:r>
          </w:p>
        </w:tc>
        <w:tc>
          <w:tcPr>
            <w:tcW w:w="765" w:type="dxa"/>
          </w:tcPr>
          <w:p w:rsidR="00EA74A4" w:rsidRDefault="00316162">
            <w:pPr>
              <w:pStyle w:val="TableParagraph"/>
              <w:spacing w:before="20"/>
              <w:ind w:left="142"/>
              <w:rPr>
                <w:sz w:val="18"/>
              </w:rPr>
            </w:pPr>
            <w:r>
              <w:rPr>
                <w:color w:val="231F20"/>
                <w:sz w:val="18"/>
              </w:rPr>
              <w:t>95006</w:t>
            </w:r>
          </w:p>
        </w:tc>
        <w:tc>
          <w:tcPr>
            <w:tcW w:w="1998" w:type="dxa"/>
          </w:tcPr>
          <w:p w:rsidR="00EA74A4" w:rsidRDefault="00316162">
            <w:pPr>
              <w:pStyle w:val="TableParagraph"/>
              <w:spacing w:before="20"/>
              <w:ind w:left="156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Mateo/Santa Cruz</w:t>
            </w:r>
          </w:p>
        </w:tc>
        <w:tc>
          <w:tcPr>
            <w:tcW w:w="428" w:type="dxa"/>
          </w:tcPr>
          <w:p w:rsidR="00EA74A4" w:rsidRDefault="00316162">
            <w:pPr>
              <w:pStyle w:val="TableParagraph"/>
              <w:spacing w:before="20"/>
              <w:ind w:left="247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</w:tr>
    </w:tbl>
    <w:p w:rsidR="00EA74A4" w:rsidRDefault="00EA74A4">
      <w:pPr>
        <w:rPr>
          <w:sz w:val="18"/>
        </w:rPr>
        <w:sectPr w:rsidR="00EA74A4">
          <w:type w:val="continuous"/>
          <w:pgSz w:w="10140" w:h="12960"/>
          <w:pgMar w:top="180" w:right="0" w:bottom="0" w:left="20" w:header="720" w:footer="720" w:gutter="0"/>
          <w:cols w:space="720"/>
        </w:sectPr>
      </w:pPr>
    </w:p>
    <w:p w:rsidR="00EA74A4" w:rsidRDefault="00316162">
      <w:pPr>
        <w:pStyle w:val="BodyText"/>
        <w:tabs>
          <w:tab w:val="left" w:pos="1717"/>
          <w:tab w:val="left" w:pos="2973"/>
          <w:tab w:val="right" w:pos="4725"/>
        </w:tabs>
        <w:spacing w:before="134"/>
        <w:ind w:left="409"/>
      </w:pPr>
      <w:r>
        <w:rPr>
          <w:color w:val="231F20"/>
        </w:rPr>
        <w:lastRenderedPageBreak/>
        <w:t>Boulevard</w:t>
      </w:r>
      <w:r>
        <w:rPr>
          <w:color w:val="231F20"/>
        </w:rPr>
        <w:tab/>
        <w:t>91905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spacing w:before="118"/>
        <w:ind w:left="2646"/>
      </w:pPr>
      <w:r>
        <w:rPr>
          <w:color w:val="231F20"/>
        </w:rPr>
        <w:t>Monterey/San Luis</w:t>
      </w:r>
    </w:p>
    <w:p w:rsidR="00EA74A4" w:rsidRDefault="00316162">
      <w:pPr>
        <w:pStyle w:val="BodyText"/>
        <w:tabs>
          <w:tab w:val="left" w:pos="1720"/>
          <w:tab w:val="left" w:pos="3164"/>
          <w:tab w:val="right" w:pos="4725"/>
        </w:tabs>
        <w:spacing w:before="134"/>
        <w:ind w:left="409"/>
      </w:pPr>
      <w:r>
        <w:br w:type="column"/>
      </w:r>
      <w:r>
        <w:rPr>
          <w:color w:val="231F20"/>
        </w:rPr>
        <w:t>Caliente</w:t>
      </w:r>
      <w:r>
        <w:rPr>
          <w:color w:val="231F20"/>
        </w:rPr>
        <w:tab/>
        <w:t>93518</w:t>
      </w:r>
      <w:r>
        <w:rPr>
          <w:color w:val="231F20"/>
        </w:rPr>
        <w:tab/>
        <w:t>Kern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719"/>
          <w:tab w:val="left" w:pos="2569"/>
          <w:tab w:val="right" w:pos="4724"/>
        </w:tabs>
        <w:spacing w:before="118"/>
        <w:ind w:left="409"/>
      </w:pPr>
      <w:r>
        <w:rPr>
          <w:color w:val="231F20"/>
        </w:rPr>
        <w:t>California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City</w:t>
      </w:r>
      <w:r>
        <w:rPr>
          <w:color w:val="231F20"/>
        </w:rPr>
        <w:tab/>
        <w:t>93505</w:t>
      </w:r>
      <w:r>
        <w:rPr>
          <w:color w:val="231F20"/>
        </w:rPr>
        <w:tab/>
        <w:t>Kern/San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14</w:t>
      </w:r>
    </w:p>
    <w:p w:rsidR="00EA74A4" w:rsidRDefault="00EA74A4">
      <w:pPr>
        <w:sectPr w:rsidR="00EA74A4">
          <w:pgSz w:w="10140" w:h="12960"/>
          <w:pgMar w:top="220" w:right="0" w:bottom="0" w:left="20" w:header="20" w:footer="0" w:gutter="0"/>
          <w:cols w:num="2" w:space="720" w:equalWidth="0">
            <w:col w:w="4766" w:space="358"/>
            <w:col w:w="4996"/>
          </w:cols>
        </w:sectPr>
      </w:pPr>
    </w:p>
    <w:p w:rsidR="00EA74A4" w:rsidRDefault="00316162">
      <w:pPr>
        <w:pStyle w:val="BodyText"/>
        <w:tabs>
          <w:tab w:val="right" w:pos="2173"/>
        </w:tabs>
        <w:spacing w:before="1"/>
        <w:ind w:left="409"/>
      </w:pPr>
      <w:r>
        <w:rPr>
          <w:color w:val="231F20"/>
        </w:rPr>
        <w:t>Bradley</w:t>
      </w:r>
      <w:r>
        <w:rPr>
          <w:color w:val="231F20"/>
        </w:rPr>
        <w:tab/>
        <w:t>93426</w:t>
      </w:r>
    </w:p>
    <w:p w:rsidR="00EA74A4" w:rsidRDefault="00316162">
      <w:pPr>
        <w:pStyle w:val="BodyText"/>
        <w:tabs>
          <w:tab w:val="right" w:pos="2009"/>
        </w:tabs>
        <w:spacing w:before="1"/>
        <w:ind w:left="409"/>
      </w:pPr>
      <w:r>
        <w:br w:type="column"/>
      </w:r>
      <w:r>
        <w:rPr>
          <w:color w:val="231F20"/>
        </w:rPr>
        <w:t>Obispo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spacing w:before="121"/>
        <w:ind w:left="409"/>
      </w:pPr>
      <w:r>
        <w:br w:type="column"/>
      </w:r>
      <w:r>
        <w:rPr>
          <w:color w:val="231F20"/>
        </w:rPr>
        <w:t>California Hot</w:t>
      </w:r>
    </w:p>
    <w:p w:rsidR="00EA74A4" w:rsidRDefault="00EA74A4">
      <w:pPr>
        <w:sectPr w:rsidR="00EA74A4">
          <w:type w:val="continuous"/>
          <w:pgSz w:w="10140" w:h="12960"/>
          <w:pgMar w:top="180" w:right="0" w:bottom="0" w:left="20" w:header="720" w:footer="720" w:gutter="0"/>
          <w:cols w:num="3" w:space="720" w:equalWidth="0">
            <w:col w:w="2214" w:space="454"/>
            <w:col w:w="2050" w:space="406"/>
            <w:col w:w="4996"/>
          </w:cols>
        </w:sectPr>
      </w:pPr>
    </w:p>
    <w:p w:rsidR="00EA74A4" w:rsidRDefault="00316162">
      <w:pPr>
        <w:pStyle w:val="BodyText"/>
        <w:tabs>
          <w:tab w:val="left" w:pos="1717"/>
          <w:tab w:val="left" w:pos="2917"/>
          <w:tab w:val="right" w:pos="4679"/>
        </w:tabs>
        <w:spacing w:line="219" w:lineRule="exact"/>
        <w:ind w:left="409"/>
      </w:pPr>
      <w:r>
        <w:rPr>
          <w:color w:val="231F20"/>
        </w:rPr>
        <w:t>Branscomb</w:t>
      </w:r>
      <w:r>
        <w:rPr>
          <w:color w:val="231F20"/>
        </w:rPr>
        <w:tab/>
        <w:t>95417</w:t>
      </w:r>
      <w:r>
        <w:rPr>
          <w:color w:val="231F20"/>
        </w:rPr>
        <w:tab/>
        <w:t>Mendocino</w:t>
      </w:r>
      <w:r>
        <w:rPr>
          <w:color w:val="231F20"/>
        </w:rPr>
        <w:tab/>
        <w:t>1</w:t>
      </w:r>
    </w:p>
    <w:p w:rsidR="00EA74A4" w:rsidRDefault="00316162">
      <w:pPr>
        <w:pStyle w:val="BodyText"/>
        <w:tabs>
          <w:tab w:val="left" w:pos="1717"/>
          <w:tab w:val="left" w:pos="3033"/>
          <w:tab w:val="right" w:pos="4725"/>
        </w:tabs>
        <w:spacing w:before="121"/>
        <w:ind w:left="409"/>
      </w:pPr>
      <w:r>
        <w:rPr>
          <w:color w:val="231F20"/>
        </w:rPr>
        <w:t>Brawley</w:t>
      </w:r>
      <w:r>
        <w:rPr>
          <w:color w:val="231F20"/>
        </w:rPr>
        <w:tab/>
        <w:t>92227</w:t>
      </w:r>
      <w:r>
        <w:rPr>
          <w:color w:val="231F20"/>
        </w:rPr>
        <w:tab/>
        <w:t>Imperial</w:t>
      </w:r>
      <w:r>
        <w:rPr>
          <w:color w:val="231F20"/>
        </w:rPr>
        <w:tab/>
        <w:t>15</w:t>
      </w:r>
    </w:p>
    <w:p w:rsidR="00EA74A4" w:rsidRDefault="00316162">
      <w:pPr>
        <w:pStyle w:val="BodyText"/>
        <w:tabs>
          <w:tab w:val="left" w:pos="1717"/>
          <w:tab w:val="left" w:pos="3066"/>
          <w:tab w:val="left" w:pos="4588"/>
        </w:tabs>
        <w:spacing w:before="118"/>
        <w:ind w:left="409"/>
      </w:pPr>
      <w:r>
        <w:rPr>
          <w:color w:val="231F20"/>
        </w:rPr>
        <w:t>Brea</w:t>
      </w:r>
      <w:r>
        <w:rPr>
          <w:color w:val="231F20"/>
        </w:rPr>
        <w:tab/>
        <w:t>92821</w:t>
      </w:r>
      <w:r>
        <w:rPr>
          <w:color w:val="231F20"/>
        </w:rPr>
        <w:tab/>
        <w:t>Orange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717"/>
          <w:tab w:val="left" w:pos="3066"/>
          <w:tab w:val="left" w:pos="4588"/>
        </w:tabs>
        <w:spacing w:before="122"/>
        <w:ind w:left="409"/>
      </w:pPr>
      <w:r>
        <w:rPr>
          <w:color w:val="231F20"/>
        </w:rPr>
        <w:t>Brea</w:t>
      </w:r>
      <w:r>
        <w:rPr>
          <w:color w:val="231F20"/>
        </w:rPr>
        <w:tab/>
        <w:t>92823</w:t>
      </w:r>
      <w:r>
        <w:rPr>
          <w:color w:val="231F20"/>
        </w:rPr>
        <w:tab/>
        <w:t>Orange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717"/>
          <w:tab w:val="left" w:pos="2864"/>
          <w:tab w:val="left" w:pos="4542"/>
        </w:tabs>
        <w:spacing w:before="121"/>
        <w:ind w:left="409"/>
      </w:pPr>
      <w:r>
        <w:rPr>
          <w:color w:val="231F20"/>
        </w:rPr>
        <w:t>Brentwood</w:t>
      </w:r>
      <w:r>
        <w:rPr>
          <w:color w:val="231F20"/>
        </w:rPr>
        <w:tab/>
        <w:t>94513</w:t>
      </w:r>
      <w:r>
        <w:rPr>
          <w:color w:val="231F20"/>
        </w:rPr>
        <w:tab/>
        <w:t>Contra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8"/>
          <w:tab w:val="left" w:pos="3116"/>
          <w:tab w:val="right" w:pos="4724"/>
        </w:tabs>
        <w:spacing w:before="118"/>
        <w:ind w:left="409"/>
      </w:pPr>
      <w:r>
        <w:rPr>
          <w:color w:val="231F20"/>
        </w:rPr>
        <w:t>Bridgeport</w:t>
      </w:r>
      <w:r>
        <w:rPr>
          <w:color w:val="231F20"/>
        </w:rPr>
        <w:tab/>
        <w:t>93517</w:t>
      </w:r>
      <w:r>
        <w:rPr>
          <w:color w:val="231F20"/>
        </w:rPr>
        <w:tab/>
        <w:t>Mono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719"/>
          <w:tab w:val="left" w:pos="2700"/>
          <w:tab w:val="left" w:pos="4589"/>
        </w:tabs>
        <w:spacing w:before="121"/>
        <w:ind w:left="409"/>
      </w:pPr>
      <w:r>
        <w:rPr>
          <w:color w:val="231F20"/>
        </w:rPr>
        <w:t>Bridgeville</w:t>
      </w:r>
      <w:r>
        <w:rPr>
          <w:color w:val="231F20"/>
        </w:rPr>
        <w:tab/>
        <w:t>95526</w:t>
      </w:r>
      <w:r>
        <w:rPr>
          <w:color w:val="231F20"/>
        </w:rPr>
        <w:tab/>
        <w:t>Humboldt/Trinity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717"/>
          <w:tab w:val="left" w:pos="2941"/>
          <w:tab w:val="left" w:pos="4588"/>
        </w:tabs>
        <w:spacing w:before="119"/>
        <w:ind w:left="409"/>
      </w:pPr>
      <w:r>
        <w:rPr>
          <w:color w:val="231F20"/>
        </w:rPr>
        <w:t>Brisbane</w:t>
      </w:r>
      <w:r>
        <w:rPr>
          <w:color w:val="231F20"/>
        </w:rPr>
        <w:tab/>
        <w:t>94005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Mateo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17"/>
          <w:tab w:val="left" w:pos="3176"/>
          <w:tab w:val="left" w:pos="4542"/>
        </w:tabs>
        <w:spacing w:before="121"/>
        <w:ind w:left="409"/>
      </w:pPr>
      <w:r>
        <w:rPr>
          <w:color w:val="231F20"/>
        </w:rPr>
        <w:t>Brooks</w:t>
      </w:r>
      <w:r>
        <w:rPr>
          <w:color w:val="231F20"/>
        </w:rPr>
        <w:tab/>
        <w:t>95606</w:t>
      </w:r>
      <w:r>
        <w:rPr>
          <w:color w:val="231F20"/>
        </w:rPr>
        <w:tab/>
        <w:t>Yolo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3155"/>
          <w:tab w:val="right" w:pos="4724"/>
        </w:tabs>
        <w:spacing w:before="119"/>
        <w:ind w:left="409"/>
      </w:pPr>
      <w:r>
        <w:rPr>
          <w:color w:val="231F20"/>
        </w:rPr>
        <w:t>Browns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Valley</w:t>
      </w:r>
      <w:r>
        <w:rPr>
          <w:color w:val="231F20"/>
        </w:rPr>
        <w:tab/>
        <w:t>95918</w:t>
      </w:r>
      <w:r>
        <w:rPr>
          <w:color w:val="231F20"/>
        </w:rPr>
        <w:tab/>
        <w:t>Yuba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718"/>
          <w:tab w:val="left" w:pos="3155"/>
          <w:tab w:val="right" w:pos="4725"/>
        </w:tabs>
        <w:spacing w:before="121"/>
        <w:ind w:left="409"/>
      </w:pPr>
      <w:r>
        <w:rPr>
          <w:color w:val="231F20"/>
        </w:rPr>
        <w:t>Brownsville</w:t>
      </w:r>
      <w:r>
        <w:rPr>
          <w:color w:val="231F20"/>
        </w:rPr>
        <w:tab/>
        <w:t>95919</w:t>
      </w:r>
      <w:r>
        <w:rPr>
          <w:color w:val="231F20"/>
        </w:rPr>
        <w:tab/>
        <w:t>Yuba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719"/>
          <w:tab w:val="left" w:pos="2823"/>
          <w:tab w:val="left" w:pos="4588"/>
        </w:tabs>
        <w:spacing w:before="118"/>
        <w:ind w:left="409"/>
      </w:pPr>
      <w:r>
        <w:rPr>
          <w:color w:val="231F20"/>
        </w:rPr>
        <w:t>Buellton</w:t>
      </w:r>
      <w:r>
        <w:rPr>
          <w:color w:val="231F20"/>
        </w:rPr>
        <w:tab/>
        <w:t>93427</w:t>
      </w:r>
      <w:r>
        <w:rPr>
          <w:color w:val="231F20"/>
        </w:rPr>
        <w:tab/>
        <w:t>Santa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5</w:t>
      </w:r>
    </w:p>
    <w:p w:rsidR="00EA74A4" w:rsidRDefault="00316162">
      <w:pPr>
        <w:pStyle w:val="BodyText"/>
        <w:tabs>
          <w:tab w:val="left" w:pos="1717"/>
          <w:tab w:val="left" w:pos="3066"/>
          <w:tab w:val="left" w:pos="4588"/>
        </w:tabs>
        <w:spacing w:before="122"/>
        <w:ind w:left="409"/>
      </w:pPr>
      <w:r>
        <w:rPr>
          <w:color w:val="231F20"/>
        </w:rPr>
        <w:t>Buena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Park</w:t>
      </w:r>
      <w:r>
        <w:rPr>
          <w:color w:val="231F20"/>
        </w:rPr>
        <w:tab/>
        <w:t>90620</w:t>
      </w:r>
      <w:r>
        <w:rPr>
          <w:color w:val="231F20"/>
        </w:rPr>
        <w:tab/>
        <w:t>Orange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717"/>
          <w:tab w:val="left" w:pos="3066"/>
          <w:tab w:val="left" w:pos="4588"/>
        </w:tabs>
        <w:spacing w:before="121"/>
        <w:ind w:left="409"/>
      </w:pPr>
      <w:r>
        <w:rPr>
          <w:color w:val="231F20"/>
        </w:rPr>
        <w:t>Buena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Park</w:t>
      </w:r>
      <w:r>
        <w:rPr>
          <w:color w:val="231F20"/>
        </w:rPr>
        <w:tab/>
        <w:t>90621</w:t>
      </w:r>
      <w:r>
        <w:rPr>
          <w:color w:val="231F20"/>
        </w:rPr>
        <w:tab/>
        <w:t>Orange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716"/>
          <w:tab w:val="left" w:pos="2906"/>
          <w:tab w:val="right" w:pos="4679"/>
        </w:tabs>
        <w:spacing w:before="118"/>
        <w:ind w:left="409"/>
      </w:pPr>
      <w:r>
        <w:rPr>
          <w:color w:val="231F20"/>
        </w:rPr>
        <w:t>Burbank</w:t>
      </w:r>
      <w:r>
        <w:rPr>
          <w:color w:val="231F20"/>
        </w:rPr>
        <w:tab/>
        <w:t>91501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716"/>
          <w:tab w:val="left" w:pos="2906"/>
          <w:tab w:val="right" w:pos="4679"/>
        </w:tabs>
        <w:spacing w:before="121"/>
        <w:ind w:left="409"/>
      </w:pPr>
      <w:r>
        <w:rPr>
          <w:color w:val="231F20"/>
        </w:rPr>
        <w:t>Burbank</w:t>
      </w:r>
      <w:r>
        <w:rPr>
          <w:color w:val="231F20"/>
        </w:rPr>
        <w:tab/>
        <w:t>91502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716"/>
          <w:tab w:val="left" w:pos="2906"/>
          <w:tab w:val="right" w:pos="4679"/>
        </w:tabs>
        <w:spacing w:before="119"/>
        <w:ind w:left="409"/>
      </w:pPr>
      <w:r>
        <w:rPr>
          <w:color w:val="231F20"/>
        </w:rPr>
        <w:t>Burbank</w:t>
      </w:r>
      <w:r>
        <w:rPr>
          <w:color w:val="231F20"/>
        </w:rPr>
        <w:tab/>
        <w:t>91504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716"/>
          <w:tab w:val="left" w:pos="2906"/>
          <w:tab w:val="right" w:pos="4679"/>
        </w:tabs>
        <w:spacing w:before="121"/>
        <w:ind w:left="409"/>
      </w:pPr>
      <w:r>
        <w:rPr>
          <w:color w:val="231F20"/>
        </w:rPr>
        <w:t>Burbank</w:t>
      </w:r>
      <w:r>
        <w:rPr>
          <w:color w:val="231F20"/>
        </w:rPr>
        <w:tab/>
        <w:t>91505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716"/>
          <w:tab w:val="left" w:pos="2906"/>
          <w:tab w:val="right" w:pos="4679"/>
        </w:tabs>
        <w:spacing w:before="119"/>
        <w:ind w:left="409"/>
      </w:pPr>
      <w:r>
        <w:rPr>
          <w:color w:val="231F20"/>
        </w:rPr>
        <w:t>Burbank</w:t>
      </w:r>
      <w:r>
        <w:rPr>
          <w:color w:val="231F20"/>
        </w:rPr>
        <w:tab/>
        <w:t>91506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AA3220">
      <w:pPr>
        <w:pStyle w:val="BodyText"/>
        <w:tabs>
          <w:tab w:val="left" w:pos="1716"/>
          <w:tab w:val="left" w:pos="2906"/>
          <w:tab w:val="right" w:pos="4679"/>
        </w:tabs>
        <w:spacing w:before="121"/>
        <w:ind w:left="409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19pt;margin-top:17.85pt;width:477pt;height:160.8pt;z-index:102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93"/>
                    <w:gridCol w:w="787"/>
                    <w:gridCol w:w="2012"/>
                    <w:gridCol w:w="1131"/>
                    <w:gridCol w:w="1200"/>
                    <w:gridCol w:w="982"/>
                    <w:gridCol w:w="1610"/>
                    <w:gridCol w:w="622"/>
                  </w:tblGrid>
                  <w:tr w:rsidR="00EA74A4">
                    <w:trPr>
                      <w:trHeight w:val="538"/>
                    </w:trPr>
                    <w:tc>
                      <w:tcPr>
                        <w:tcW w:w="6323" w:type="dxa"/>
                        <w:gridSpan w:val="5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56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pacing w:val="-1"/>
                            <w:sz w:val="18"/>
                          </w:rPr>
                          <w:t>Country</w:t>
                        </w:r>
                      </w:p>
                      <w:p w:rsidR="00EA74A4" w:rsidRDefault="00316162">
                        <w:pPr>
                          <w:pStyle w:val="TableParagraph"/>
                          <w:spacing w:before="118" w:line="217" w:lineRule="exact"/>
                          <w:ind w:right="59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Canyon</w:t>
                        </w:r>
                      </w:p>
                    </w:tc>
                    <w:tc>
                      <w:tcPr>
                        <w:tcW w:w="982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91387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348" w:right="36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622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9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280"/>
                    </w:trPr>
                    <w:tc>
                      <w:tcPr>
                        <w:tcW w:w="6323" w:type="dxa"/>
                        <w:gridSpan w:val="5"/>
                      </w:tcPr>
                      <w:p w:rsidR="00EA74A4" w:rsidRDefault="00316162">
                        <w:pPr>
                          <w:pStyle w:val="TableParagraph"/>
                          <w:tabs>
                            <w:tab w:val="left" w:pos="1357"/>
                            <w:tab w:val="left" w:pos="2547"/>
                            <w:tab w:val="left" w:pos="4229"/>
                            <w:tab w:val="left" w:pos="5173"/>
                          </w:tabs>
                          <w:spacing w:before="0" w:line="105" w:lineRule="auto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Burbank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91523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color w:val="231F2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8"/>
                          </w:rPr>
                          <w:t>Angeles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9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position w:val="-7"/>
                            <w:sz w:val="18"/>
                          </w:rPr>
                          <w:t>Country</w:t>
                        </w:r>
                      </w:p>
                    </w:tc>
                    <w:tc>
                      <w:tcPr>
                        <w:tcW w:w="982" w:type="dxa"/>
                      </w:tcPr>
                      <w:p w:rsidR="00EA74A4" w:rsidRDefault="00316162">
                        <w:pPr>
                          <w:pStyle w:val="TableParagraph"/>
                          <w:spacing w:before="0" w:line="204" w:lineRule="exact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91390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EA74A4" w:rsidRDefault="00316162">
                        <w:pPr>
                          <w:pStyle w:val="TableParagraph"/>
                          <w:spacing w:before="0" w:line="204" w:lineRule="exact"/>
                          <w:ind w:left="348" w:right="36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622" w:type="dxa"/>
                      </w:tcPr>
                      <w:p w:rsidR="00EA74A4" w:rsidRDefault="00316162">
                        <w:pPr>
                          <w:pStyle w:val="TableParagraph"/>
                          <w:spacing w:before="0" w:line="204" w:lineRule="exact"/>
                          <w:ind w:right="4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6323" w:type="dxa"/>
                        <w:gridSpan w:val="5"/>
                      </w:tcPr>
                      <w:p w:rsidR="00EA74A4" w:rsidRDefault="00316162">
                        <w:pPr>
                          <w:pStyle w:val="TableParagraph"/>
                          <w:tabs>
                            <w:tab w:val="left" w:pos="1358"/>
                            <w:tab w:val="left" w:pos="2582"/>
                            <w:tab w:val="left" w:pos="4229"/>
                            <w:tab w:val="left" w:pos="5173"/>
                          </w:tabs>
                          <w:spacing w:before="0" w:line="187" w:lineRule="auto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Burlingame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94010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color w:val="231F2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8"/>
                          </w:rPr>
                          <w:t>Mateo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3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position w:val="-7"/>
                            <w:sz w:val="18"/>
                          </w:rPr>
                          <w:t>Canyondam</w:t>
                        </w:r>
                      </w:p>
                    </w:tc>
                    <w:tc>
                      <w:tcPr>
                        <w:tcW w:w="982" w:type="dxa"/>
                      </w:tcPr>
                      <w:p w:rsidR="00EA74A4" w:rsidRDefault="00316162">
                        <w:pPr>
                          <w:pStyle w:val="TableParagraph"/>
                          <w:ind w:left="16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EA74A4" w:rsidRDefault="00316162">
                        <w:pPr>
                          <w:pStyle w:val="TableParagraph"/>
                          <w:ind w:left="348" w:right="3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Plumas</w:t>
                        </w:r>
                      </w:p>
                    </w:tc>
                    <w:tc>
                      <w:tcPr>
                        <w:tcW w:w="622" w:type="dxa"/>
                      </w:tcPr>
                      <w:p w:rsidR="00EA74A4" w:rsidRDefault="00316162">
                        <w:pPr>
                          <w:pStyle w:val="TableParagraph"/>
                          <w:ind w:right="4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6323" w:type="dxa"/>
                        <w:gridSpan w:val="5"/>
                      </w:tcPr>
                      <w:p w:rsidR="00EA74A4" w:rsidRDefault="00316162">
                        <w:pPr>
                          <w:pStyle w:val="TableParagraph"/>
                          <w:tabs>
                            <w:tab w:val="left" w:pos="1358"/>
                            <w:tab w:val="left" w:pos="2406"/>
                            <w:tab w:val="left" w:pos="4183"/>
                            <w:tab w:val="left" w:pos="5173"/>
                          </w:tabs>
                          <w:spacing w:before="0" w:line="187" w:lineRule="auto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Burney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96013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Shasta/Siskiyou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16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position w:val="-7"/>
                            <w:sz w:val="18"/>
                          </w:rPr>
                          <w:t>Capay</w:t>
                        </w:r>
                      </w:p>
                    </w:tc>
                    <w:tc>
                      <w:tcPr>
                        <w:tcW w:w="98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95607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48" w:right="3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Yolo</w:t>
                        </w:r>
                      </w:p>
                    </w:tc>
                    <w:tc>
                      <w:tcPr>
                        <w:tcW w:w="6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279"/>
                    </w:trPr>
                    <w:tc>
                      <w:tcPr>
                        <w:tcW w:w="1193" w:type="dxa"/>
                      </w:tcPr>
                      <w:p w:rsidR="00EA74A4" w:rsidRDefault="00316162">
                        <w:pPr>
                          <w:pStyle w:val="TableParagraph"/>
                          <w:spacing w:before="0" w:line="185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Burnt Ranch</w:t>
                        </w:r>
                      </w:p>
                    </w:tc>
                    <w:tc>
                      <w:tcPr>
                        <w:tcW w:w="787" w:type="dxa"/>
                      </w:tcPr>
                      <w:p w:rsidR="00EA74A4" w:rsidRDefault="00316162">
                        <w:pPr>
                          <w:pStyle w:val="TableParagraph"/>
                          <w:spacing w:before="0" w:line="185" w:lineRule="exact"/>
                          <w:ind w:left="142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95527</w:t>
                        </w:r>
                      </w:p>
                    </w:tc>
                    <w:tc>
                      <w:tcPr>
                        <w:tcW w:w="2012" w:type="dxa"/>
                      </w:tcPr>
                      <w:p w:rsidR="00EA74A4" w:rsidRDefault="00316162">
                        <w:pPr>
                          <w:pStyle w:val="TableParagraph"/>
                          <w:spacing w:before="0" w:line="185" w:lineRule="exact"/>
                          <w:ind w:left="145" w:right="16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Trinity</w:t>
                        </w:r>
                      </w:p>
                    </w:tc>
                    <w:tc>
                      <w:tcPr>
                        <w:tcW w:w="1131" w:type="dxa"/>
                      </w:tcPr>
                      <w:p w:rsidR="00EA74A4" w:rsidRDefault="00316162">
                        <w:pPr>
                          <w:pStyle w:val="TableParagraph"/>
                          <w:spacing w:before="0" w:line="185" w:lineRule="exact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EA74A4" w:rsidRDefault="00316162">
                        <w:pPr>
                          <w:pStyle w:val="TableParagraph"/>
                          <w:spacing w:line="216" w:lineRule="exact"/>
                          <w:ind w:left="5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Capistrano</w:t>
                        </w:r>
                      </w:p>
                    </w:tc>
                    <w:tc>
                      <w:tcPr>
                        <w:tcW w:w="982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0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EA74A4">
                    <w:trPr>
                      <w:trHeight w:val="299"/>
                    </w:trPr>
                    <w:tc>
                      <w:tcPr>
                        <w:tcW w:w="1193" w:type="dxa"/>
                      </w:tcPr>
                      <w:p w:rsidR="00EA74A4" w:rsidRDefault="00316162">
                        <w:pPr>
                          <w:pStyle w:val="TableParagraph"/>
                          <w:spacing w:before="2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Butte City</w:t>
                        </w:r>
                      </w:p>
                    </w:tc>
                    <w:tc>
                      <w:tcPr>
                        <w:tcW w:w="787" w:type="dxa"/>
                      </w:tcPr>
                      <w:p w:rsidR="00EA74A4" w:rsidRDefault="00316162">
                        <w:pPr>
                          <w:pStyle w:val="TableParagraph"/>
                          <w:spacing w:before="23"/>
                          <w:ind w:left="142" w:right="1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95920</w:t>
                        </w:r>
                      </w:p>
                    </w:tc>
                    <w:tc>
                      <w:tcPr>
                        <w:tcW w:w="2012" w:type="dxa"/>
                      </w:tcPr>
                      <w:p w:rsidR="00EA74A4" w:rsidRDefault="00316162">
                        <w:pPr>
                          <w:pStyle w:val="TableParagraph"/>
                          <w:spacing w:before="23"/>
                          <w:ind w:left="145" w:right="16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Glenn</w:t>
                        </w:r>
                      </w:p>
                    </w:tc>
                    <w:tc>
                      <w:tcPr>
                        <w:tcW w:w="1131" w:type="dxa"/>
                      </w:tcPr>
                      <w:p w:rsidR="00EA74A4" w:rsidRDefault="00316162">
                        <w:pPr>
                          <w:pStyle w:val="TableParagraph"/>
                          <w:spacing w:before="23"/>
                          <w:ind w:left="19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EA74A4" w:rsidRDefault="00316162">
                        <w:pPr>
                          <w:pStyle w:val="TableParagraph"/>
                          <w:spacing w:before="0" w:line="203" w:lineRule="exact"/>
                          <w:ind w:left="5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Beach</w:t>
                        </w:r>
                      </w:p>
                    </w:tc>
                    <w:tc>
                      <w:tcPr>
                        <w:tcW w:w="982" w:type="dxa"/>
                      </w:tcPr>
                      <w:p w:rsidR="00EA74A4" w:rsidRDefault="00316162">
                        <w:pPr>
                          <w:pStyle w:val="TableParagraph"/>
                          <w:spacing w:before="0" w:line="203" w:lineRule="exact"/>
                          <w:ind w:left="16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92624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EA74A4" w:rsidRDefault="00316162">
                        <w:pPr>
                          <w:pStyle w:val="TableParagraph"/>
                          <w:spacing w:before="0" w:line="203" w:lineRule="exact"/>
                          <w:ind w:left="346" w:right="36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622" w:type="dxa"/>
                      </w:tcPr>
                      <w:p w:rsidR="00EA74A4" w:rsidRDefault="00316162">
                        <w:pPr>
                          <w:pStyle w:val="TableParagraph"/>
                          <w:spacing w:before="0" w:line="203" w:lineRule="exact"/>
                          <w:ind w:right="9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93" w:type="dxa"/>
                      </w:tcPr>
                      <w:p w:rsidR="00EA74A4" w:rsidRDefault="00316162">
                        <w:pPr>
                          <w:pStyle w:val="TableParagraph"/>
                          <w:spacing w:before="64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Buttonwillow</w:t>
                        </w:r>
                      </w:p>
                    </w:tc>
                    <w:tc>
                      <w:tcPr>
                        <w:tcW w:w="787" w:type="dxa"/>
                      </w:tcPr>
                      <w:p w:rsidR="00EA74A4" w:rsidRDefault="00316162">
                        <w:pPr>
                          <w:pStyle w:val="TableParagraph"/>
                          <w:spacing w:before="64"/>
                          <w:ind w:left="142" w:right="1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93206</w:t>
                        </w:r>
                      </w:p>
                    </w:tc>
                    <w:tc>
                      <w:tcPr>
                        <w:tcW w:w="2012" w:type="dxa"/>
                      </w:tcPr>
                      <w:p w:rsidR="00EA74A4" w:rsidRDefault="00316162">
                        <w:pPr>
                          <w:pStyle w:val="TableParagraph"/>
                          <w:spacing w:before="64"/>
                          <w:ind w:left="145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1131" w:type="dxa"/>
                      </w:tcPr>
                      <w:p w:rsidR="00EA74A4" w:rsidRDefault="00316162">
                        <w:pPr>
                          <w:pStyle w:val="TableParagraph"/>
                          <w:spacing w:before="64"/>
                          <w:ind w:left="19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EA74A4" w:rsidRDefault="00316162">
                        <w:pPr>
                          <w:pStyle w:val="TableParagraph"/>
                          <w:spacing w:before="23"/>
                          <w:ind w:left="5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Capitola</w:t>
                        </w:r>
                      </w:p>
                    </w:tc>
                    <w:tc>
                      <w:tcPr>
                        <w:tcW w:w="982" w:type="dxa"/>
                      </w:tcPr>
                      <w:p w:rsidR="00EA74A4" w:rsidRDefault="00316162">
                        <w:pPr>
                          <w:pStyle w:val="TableParagraph"/>
                          <w:spacing w:before="23"/>
                          <w:ind w:left="16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95010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EA74A4" w:rsidRDefault="00316162">
                        <w:pPr>
                          <w:pStyle w:val="TableParagraph"/>
                          <w:spacing w:before="23"/>
                          <w:ind w:left="346" w:right="36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Cruz</w:t>
                        </w:r>
                      </w:p>
                    </w:tc>
                    <w:tc>
                      <w:tcPr>
                        <w:tcW w:w="622" w:type="dxa"/>
                      </w:tcPr>
                      <w:p w:rsidR="00EA74A4" w:rsidRDefault="00316162">
                        <w:pPr>
                          <w:pStyle w:val="TableParagraph"/>
                          <w:spacing w:before="23"/>
                          <w:ind w:right="9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538"/>
                    </w:trPr>
                    <w:tc>
                      <w:tcPr>
                        <w:tcW w:w="1193" w:type="dxa"/>
                      </w:tcPr>
                      <w:p w:rsidR="00EA74A4" w:rsidRDefault="00316162">
                        <w:pPr>
                          <w:pStyle w:val="TableParagraph"/>
                          <w:spacing w:before="6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Byron</w:t>
                        </w:r>
                      </w:p>
                    </w:tc>
                    <w:tc>
                      <w:tcPr>
                        <w:tcW w:w="787" w:type="dxa"/>
                      </w:tcPr>
                      <w:p w:rsidR="00EA74A4" w:rsidRDefault="00316162">
                        <w:pPr>
                          <w:pStyle w:val="TableParagraph"/>
                          <w:spacing w:before="63"/>
                          <w:ind w:left="142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94514</w:t>
                        </w:r>
                      </w:p>
                    </w:tc>
                    <w:tc>
                      <w:tcPr>
                        <w:tcW w:w="2012" w:type="dxa"/>
                      </w:tcPr>
                      <w:p w:rsidR="00EA74A4" w:rsidRDefault="00316162">
                        <w:pPr>
                          <w:pStyle w:val="TableParagraph"/>
                          <w:spacing w:before="63"/>
                          <w:ind w:left="145" w:right="16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Alameda/Contra Costa</w:t>
                        </w:r>
                      </w:p>
                    </w:tc>
                    <w:tc>
                      <w:tcPr>
                        <w:tcW w:w="1131" w:type="dxa"/>
                      </w:tcPr>
                      <w:p w:rsidR="00EA74A4" w:rsidRDefault="00316162">
                        <w:pPr>
                          <w:pStyle w:val="TableParagraph"/>
                          <w:spacing w:before="63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EA74A4" w:rsidRDefault="00316162">
                        <w:pPr>
                          <w:pStyle w:val="TableParagraph"/>
                          <w:spacing w:before="22"/>
                          <w:ind w:left="51" w:righ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Cardiff by the Sea</w:t>
                        </w:r>
                      </w:p>
                    </w:tc>
                    <w:tc>
                      <w:tcPr>
                        <w:tcW w:w="982" w:type="dxa"/>
                      </w:tcPr>
                      <w:p w:rsidR="00EA74A4" w:rsidRDefault="00EA74A4">
                        <w:pPr>
                          <w:pStyle w:val="TableParagraph"/>
                          <w:spacing w:before="11"/>
                          <w:rPr>
                            <w:sz w:val="19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92007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EA74A4" w:rsidRDefault="00EA74A4">
                        <w:pPr>
                          <w:pStyle w:val="TableParagraph"/>
                          <w:spacing w:before="11"/>
                          <w:rPr>
                            <w:sz w:val="19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347" w:right="36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622" w:type="dxa"/>
                      </w:tcPr>
                      <w:p w:rsidR="00EA74A4" w:rsidRDefault="00EA74A4">
                        <w:pPr>
                          <w:pStyle w:val="TableParagraph"/>
                          <w:spacing w:before="11"/>
                          <w:rPr>
                            <w:sz w:val="19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259"/>
                    </w:trPr>
                    <w:tc>
                      <w:tcPr>
                        <w:tcW w:w="119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7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12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1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00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left="5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Carlotta</w:t>
                        </w:r>
                      </w:p>
                    </w:tc>
                    <w:tc>
                      <w:tcPr>
                        <w:tcW w:w="982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95528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left="348" w:right="3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622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 w:rsidR="00316162">
        <w:rPr>
          <w:color w:val="231F20"/>
        </w:rPr>
        <w:t>Burbank</w:t>
      </w:r>
      <w:r w:rsidR="00316162">
        <w:rPr>
          <w:color w:val="231F20"/>
        </w:rPr>
        <w:tab/>
        <w:t>91521</w:t>
      </w:r>
      <w:r w:rsidR="00316162">
        <w:rPr>
          <w:color w:val="231F20"/>
        </w:rPr>
        <w:tab/>
        <w:t>Los</w:t>
      </w:r>
      <w:r w:rsidR="00316162">
        <w:rPr>
          <w:color w:val="231F20"/>
          <w:spacing w:val="-2"/>
        </w:rPr>
        <w:t xml:space="preserve"> </w:t>
      </w:r>
      <w:r w:rsidR="00316162">
        <w:rPr>
          <w:color w:val="231F20"/>
        </w:rPr>
        <w:t>Angeles</w:t>
      </w:r>
      <w:r w:rsidR="00316162"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716"/>
          <w:tab w:val="left" w:pos="2906"/>
          <w:tab w:val="right" w:pos="4679"/>
        </w:tabs>
        <w:spacing w:before="119"/>
        <w:ind w:left="409"/>
      </w:pPr>
      <w:r>
        <w:rPr>
          <w:color w:val="231F20"/>
        </w:rPr>
        <w:t>Burbank</w:t>
      </w:r>
      <w:r>
        <w:rPr>
          <w:color w:val="231F20"/>
        </w:rPr>
        <w:tab/>
        <w:t>91522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720"/>
          <w:tab w:val="left" w:pos="3104"/>
          <w:tab w:val="right" w:pos="4724"/>
        </w:tabs>
        <w:spacing w:line="219" w:lineRule="exact"/>
        <w:ind w:left="409"/>
      </w:pPr>
      <w:r>
        <w:br w:type="column"/>
      </w:r>
      <w:r>
        <w:rPr>
          <w:color w:val="231F20"/>
        </w:rPr>
        <w:t>Springs</w:t>
      </w:r>
      <w:r>
        <w:rPr>
          <w:color w:val="231F20"/>
        </w:rPr>
        <w:tab/>
        <w:t>93207</w:t>
      </w:r>
      <w:r>
        <w:rPr>
          <w:color w:val="231F20"/>
        </w:rPr>
        <w:tab/>
        <w:t>Tulare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720"/>
          <w:tab w:val="left" w:pos="3001"/>
          <w:tab w:val="left" w:pos="4542"/>
        </w:tabs>
        <w:spacing w:before="121"/>
        <w:ind w:left="409"/>
      </w:pPr>
      <w:r>
        <w:rPr>
          <w:color w:val="231F20"/>
        </w:rPr>
        <w:t>Calimesa</w:t>
      </w:r>
      <w:r>
        <w:rPr>
          <w:color w:val="231F20"/>
        </w:rPr>
        <w:tab/>
        <w:t>92320</w:t>
      </w:r>
      <w:r>
        <w:rPr>
          <w:color w:val="231F20"/>
        </w:rPr>
        <w:tab/>
        <w:t>Riverside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720"/>
          <w:tab w:val="left" w:pos="3033"/>
          <w:tab w:val="right" w:pos="4725"/>
        </w:tabs>
        <w:spacing w:before="118"/>
        <w:ind w:left="409"/>
      </w:pPr>
      <w:r>
        <w:rPr>
          <w:color w:val="231F20"/>
        </w:rPr>
        <w:t>Calipatria</w:t>
      </w:r>
      <w:r>
        <w:rPr>
          <w:color w:val="231F20"/>
        </w:rPr>
        <w:tab/>
        <w:t>92233</w:t>
      </w:r>
      <w:r>
        <w:rPr>
          <w:color w:val="231F20"/>
        </w:rPr>
        <w:tab/>
        <w:t>Imperial</w:t>
      </w:r>
      <w:r>
        <w:rPr>
          <w:color w:val="231F20"/>
        </w:rPr>
        <w:tab/>
        <w:t>15</w:t>
      </w:r>
    </w:p>
    <w:p w:rsidR="00EA74A4" w:rsidRDefault="00316162">
      <w:pPr>
        <w:pStyle w:val="BodyText"/>
        <w:tabs>
          <w:tab w:val="left" w:pos="1721"/>
          <w:tab w:val="left" w:pos="2812"/>
          <w:tab w:val="left" w:pos="4588"/>
        </w:tabs>
        <w:spacing w:before="122"/>
        <w:ind w:left="409"/>
      </w:pPr>
      <w:r>
        <w:rPr>
          <w:color w:val="231F20"/>
        </w:rPr>
        <w:t>Calistoga</w:t>
      </w:r>
      <w:r>
        <w:rPr>
          <w:color w:val="231F20"/>
        </w:rPr>
        <w:tab/>
        <w:t>94515</w:t>
      </w:r>
      <w:r>
        <w:rPr>
          <w:color w:val="231F20"/>
        </w:rPr>
        <w:tab/>
        <w:t>Napa/Sonoma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719"/>
          <w:tab w:val="left" w:pos="2770"/>
          <w:tab w:val="right" w:pos="4724"/>
        </w:tabs>
        <w:spacing w:before="121"/>
        <w:ind w:left="409"/>
      </w:pPr>
      <w:r>
        <w:rPr>
          <w:color w:val="231F20"/>
        </w:rPr>
        <w:t>Callahan</w:t>
      </w:r>
      <w:r>
        <w:rPr>
          <w:color w:val="231F20"/>
        </w:rPr>
        <w:tab/>
        <w:t>96014</w:t>
      </w:r>
      <w:r>
        <w:rPr>
          <w:color w:val="231F20"/>
        </w:rPr>
        <w:tab/>
        <w:t>Siskiyou/Trinity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719"/>
          <w:tab w:val="left" w:pos="3122"/>
          <w:tab w:val="right" w:pos="4724"/>
        </w:tabs>
        <w:spacing w:before="118"/>
        <w:ind w:left="409"/>
      </w:pPr>
      <w:r>
        <w:rPr>
          <w:color w:val="231F20"/>
        </w:rPr>
        <w:t>Calpine</w:t>
      </w:r>
      <w:r>
        <w:rPr>
          <w:color w:val="231F20"/>
        </w:rPr>
        <w:tab/>
        <w:t>96124</w:t>
      </w:r>
      <w:r>
        <w:rPr>
          <w:color w:val="231F20"/>
        </w:rPr>
        <w:tab/>
        <w:t>Sierra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720"/>
          <w:tab w:val="left" w:pos="3040"/>
          <w:tab w:val="left" w:pos="4588"/>
        </w:tabs>
        <w:spacing w:before="121"/>
        <w:ind w:left="409"/>
      </w:pPr>
      <w:r>
        <w:rPr>
          <w:color w:val="231F20"/>
        </w:rPr>
        <w:t>Camarillo</w:t>
      </w:r>
      <w:r>
        <w:rPr>
          <w:color w:val="231F20"/>
        </w:rPr>
        <w:tab/>
        <w:t>93010</w:t>
      </w:r>
      <w:r>
        <w:rPr>
          <w:color w:val="231F20"/>
        </w:rPr>
        <w:tab/>
        <w:t>Ventura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20"/>
          <w:tab w:val="left" w:pos="3040"/>
          <w:tab w:val="left" w:pos="4588"/>
        </w:tabs>
        <w:spacing w:before="119"/>
        <w:ind w:left="409"/>
      </w:pPr>
      <w:r>
        <w:rPr>
          <w:color w:val="231F20"/>
        </w:rPr>
        <w:t>Camarillo</w:t>
      </w:r>
      <w:r>
        <w:rPr>
          <w:color w:val="231F20"/>
        </w:rPr>
        <w:tab/>
        <w:t>93012</w:t>
      </w:r>
      <w:r>
        <w:rPr>
          <w:color w:val="231F20"/>
        </w:rPr>
        <w:tab/>
        <w:t>Ventura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20"/>
          <w:tab w:val="left" w:pos="2764"/>
          <w:tab w:val="left" w:pos="4588"/>
        </w:tabs>
        <w:spacing w:before="121"/>
        <w:ind w:left="409"/>
      </w:pPr>
      <w:r>
        <w:rPr>
          <w:color w:val="231F20"/>
        </w:rPr>
        <w:t>Cambria</w:t>
      </w:r>
      <w:r>
        <w:rPr>
          <w:color w:val="231F20"/>
        </w:rPr>
        <w:tab/>
        <w:t>93428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Luis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Obispo</w:t>
      </w:r>
      <w:r>
        <w:rPr>
          <w:color w:val="231F20"/>
        </w:rPr>
        <w:tab/>
        <w:t>5</w:t>
      </w:r>
    </w:p>
    <w:p w:rsidR="00EA74A4" w:rsidRDefault="00316162">
      <w:pPr>
        <w:pStyle w:val="BodyText"/>
        <w:tabs>
          <w:tab w:val="left" w:pos="1719"/>
          <w:tab w:val="left" w:pos="2977"/>
          <w:tab w:val="right" w:pos="4724"/>
        </w:tabs>
        <w:spacing w:before="119"/>
        <w:ind w:left="409"/>
      </w:pPr>
      <w:r>
        <w:rPr>
          <w:color w:val="231F20"/>
        </w:rPr>
        <w:t>Camino</w:t>
      </w:r>
      <w:r>
        <w:rPr>
          <w:color w:val="231F20"/>
        </w:rPr>
        <w:tab/>
        <w:t>95709</w:t>
      </w:r>
      <w:r>
        <w:rPr>
          <w:color w:val="231F20"/>
        </w:rPr>
        <w:tab/>
        <w:t>El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Dorado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spacing w:before="121"/>
        <w:ind w:left="409" w:right="3814"/>
      </w:pPr>
      <w:r>
        <w:rPr>
          <w:color w:val="231F20"/>
        </w:rPr>
        <w:t>Camp Pendelton</w:t>
      </w:r>
    </w:p>
    <w:p w:rsidR="00EA74A4" w:rsidRDefault="00316162">
      <w:pPr>
        <w:pStyle w:val="BodyText"/>
        <w:tabs>
          <w:tab w:val="left" w:pos="1720"/>
          <w:tab w:val="left" w:pos="2973"/>
          <w:tab w:val="left" w:pos="4588"/>
        </w:tabs>
        <w:spacing w:line="219" w:lineRule="exact"/>
        <w:ind w:left="409"/>
      </w:pPr>
      <w:r>
        <w:rPr>
          <w:color w:val="231F20"/>
        </w:rPr>
        <w:t>North</w:t>
      </w:r>
      <w:r>
        <w:rPr>
          <w:color w:val="231F20"/>
        </w:rPr>
        <w:tab/>
        <w:t>92055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19"/>
          <w:tab w:val="left" w:pos="2924"/>
          <w:tab w:val="left" w:pos="4587"/>
        </w:tabs>
        <w:spacing w:before="121"/>
        <w:ind w:left="409"/>
      </w:pPr>
      <w:r>
        <w:rPr>
          <w:color w:val="231F20"/>
        </w:rPr>
        <w:t>Campbell</w:t>
      </w:r>
      <w:r>
        <w:rPr>
          <w:color w:val="231F20"/>
        </w:rPr>
        <w:tab/>
        <w:t>95008</w:t>
      </w:r>
      <w:r>
        <w:rPr>
          <w:color w:val="231F20"/>
        </w:rPr>
        <w:tab/>
        <w:t>Santa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9"/>
          <w:tab w:val="left" w:pos="2972"/>
          <w:tab w:val="right" w:pos="4724"/>
        </w:tabs>
        <w:spacing w:before="119"/>
        <w:ind w:left="409"/>
      </w:pPr>
      <w:r>
        <w:rPr>
          <w:color w:val="231F20"/>
        </w:rPr>
        <w:t>Campo</w:t>
      </w:r>
      <w:r>
        <w:rPr>
          <w:color w:val="231F20"/>
        </w:rPr>
        <w:tab/>
        <w:t>91906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tabs>
          <w:tab w:val="left" w:pos="1719"/>
          <w:tab w:val="left" w:pos="2907"/>
          <w:tab w:val="right" w:pos="4724"/>
        </w:tabs>
        <w:spacing w:before="121"/>
        <w:ind w:left="409"/>
      </w:pPr>
      <w:r>
        <w:rPr>
          <w:color w:val="231F20"/>
        </w:rPr>
        <w:t>Camptonville</w:t>
      </w:r>
      <w:r>
        <w:rPr>
          <w:color w:val="231F20"/>
        </w:rPr>
        <w:tab/>
        <w:t>95922</w:t>
      </w:r>
      <w:r>
        <w:rPr>
          <w:color w:val="231F20"/>
        </w:rPr>
        <w:tab/>
        <w:t>Sierra/Yuba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719"/>
          <w:tab w:val="left" w:pos="3078"/>
          <w:tab w:val="right" w:pos="4724"/>
        </w:tabs>
        <w:spacing w:before="118"/>
        <w:ind w:left="409"/>
      </w:pPr>
      <w:r>
        <w:rPr>
          <w:color w:val="231F20"/>
        </w:rPr>
        <w:t>Canby</w:t>
      </w:r>
      <w:r>
        <w:rPr>
          <w:color w:val="231F20"/>
        </w:rPr>
        <w:tab/>
        <w:t>96015</w:t>
      </w:r>
      <w:r>
        <w:rPr>
          <w:color w:val="231F20"/>
        </w:rPr>
        <w:tab/>
        <w:t>Modoc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719"/>
          <w:tab w:val="left" w:pos="3087"/>
          <w:tab w:val="left" w:pos="4542"/>
        </w:tabs>
        <w:spacing w:before="121"/>
        <w:ind w:left="409"/>
      </w:pPr>
      <w:r>
        <w:rPr>
          <w:color w:val="231F20"/>
        </w:rPr>
        <w:t>Cantua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Creek</w:t>
      </w:r>
      <w:r>
        <w:rPr>
          <w:color w:val="231F20"/>
        </w:rPr>
        <w:tab/>
        <w:t>93608</w:t>
      </w:r>
      <w:r>
        <w:rPr>
          <w:color w:val="231F20"/>
        </w:rPr>
        <w:tab/>
        <w:t>Fresno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spacing w:before="119"/>
        <w:ind w:left="409"/>
      </w:pPr>
      <w:r>
        <w:rPr>
          <w:color w:val="231F20"/>
        </w:rPr>
        <w:t>Canyon</w:t>
      </w:r>
    </w:p>
    <w:p w:rsidR="00EA74A4" w:rsidRDefault="00316162">
      <w:pPr>
        <w:pStyle w:val="BodyText"/>
        <w:tabs>
          <w:tab w:val="left" w:pos="1719"/>
          <w:tab w:val="left" w:pos="2906"/>
          <w:tab w:val="left" w:pos="4588"/>
        </w:tabs>
        <w:spacing w:before="1"/>
        <w:ind w:left="409"/>
      </w:pPr>
      <w:r>
        <w:rPr>
          <w:color w:val="231F20"/>
        </w:rPr>
        <w:t>Country</w:t>
      </w:r>
      <w:r>
        <w:rPr>
          <w:color w:val="231F20"/>
        </w:rPr>
        <w:tab/>
        <w:t>91351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spacing w:before="119"/>
        <w:ind w:left="409"/>
      </w:pPr>
      <w:r>
        <w:rPr>
          <w:color w:val="231F20"/>
        </w:rPr>
        <w:t>Canyon</w:t>
      </w:r>
    </w:p>
    <w:p w:rsidR="00EA74A4" w:rsidRDefault="00EA74A4">
      <w:pPr>
        <w:sectPr w:rsidR="00EA74A4">
          <w:type w:val="continuous"/>
          <w:pgSz w:w="10140" w:h="12960"/>
          <w:pgMar w:top="180" w:right="0" w:bottom="0" w:left="20" w:header="720" w:footer="720" w:gutter="0"/>
          <w:cols w:num="2" w:space="720" w:equalWidth="0">
            <w:col w:w="4767" w:space="357"/>
            <w:col w:w="4996"/>
          </w:cols>
        </w:sectPr>
      </w:pPr>
    </w:p>
    <w:p w:rsidR="00EA74A4" w:rsidRDefault="00EA74A4">
      <w:pPr>
        <w:pStyle w:val="BodyText"/>
        <w:ind w:left="0"/>
        <w:rPr>
          <w:sz w:val="20"/>
        </w:rPr>
      </w:pPr>
    </w:p>
    <w:p w:rsidR="00EA74A4" w:rsidRDefault="00EA74A4">
      <w:pPr>
        <w:pStyle w:val="BodyText"/>
        <w:ind w:left="0"/>
        <w:rPr>
          <w:sz w:val="20"/>
        </w:rPr>
      </w:pPr>
    </w:p>
    <w:p w:rsidR="00EA74A4" w:rsidRDefault="00EA74A4">
      <w:pPr>
        <w:pStyle w:val="BodyText"/>
        <w:ind w:left="0"/>
        <w:rPr>
          <w:sz w:val="20"/>
        </w:rPr>
      </w:pPr>
    </w:p>
    <w:p w:rsidR="00EA74A4" w:rsidRDefault="00EA74A4">
      <w:pPr>
        <w:pStyle w:val="BodyText"/>
        <w:ind w:left="0"/>
        <w:rPr>
          <w:sz w:val="20"/>
        </w:rPr>
      </w:pPr>
    </w:p>
    <w:p w:rsidR="00EA74A4" w:rsidRDefault="00EA74A4">
      <w:pPr>
        <w:pStyle w:val="BodyText"/>
        <w:ind w:left="0"/>
        <w:rPr>
          <w:sz w:val="20"/>
        </w:rPr>
      </w:pPr>
    </w:p>
    <w:p w:rsidR="00EA74A4" w:rsidRDefault="00EA74A4">
      <w:pPr>
        <w:pStyle w:val="BodyText"/>
        <w:ind w:left="0"/>
        <w:rPr>
          <w:sz w:val="20"/>
        </w:rPr>
      </w:pPr>
    </w:p>
    <w:p w:rsidR="00EA74A4" w:rsidRDefault="00EA74A4">
      <w:pPr>
        <w:pStyle w:val="BodyText"/>
        <w:ind w:left="0"/>
        <w:rPr>
          <w:sz w:val="20"/>
        </w:rPr>
      </w:pPr>
    </w:p>
    <w:p w:rsidR="00EA74A4" w:rsidRDefault="00EA74A4">
      <w:pPr>
        <w:pStyle w:val="BodyText"/>
        <w:ind w:left="0"/>
        <w:rPr>
          <w:sz w:val="20"/>
        </w:rPr>
      </w:pPr>
    </w:p>
    <w:p w:rsidR="00EA74A4" w:rsidRDefault="00EA74A4">
      <w:pPr>
        <w:pStyle w:val="BodyText"/>
        <w:ind w:left="0"/>
        <w:rPr>
          <w:sz w:val="20"/>
        </w:rPr>
      </w:pPr>
    </w:p>
    <w:p w:rsidR="00EA74A4" w:rsidRDefault="00EA74A4">
      <w:pPr>
        <w:pStyle w:val="BodyText"/>
        <w:ind w:left="0"/>
        <w:rPr>
          <w:sz w:val="20"/>
        </w:rPr>
      </w:pPr>
    </w:p>
    <w:p w:rsidR="00EA74A4" w:rsidRDefault="00EA74A4">
      <w:pPr>
        <w:pStyle w:val="BodyText"/>
        <w:ind w:left="0"/>
        <w:rPr>
          <w:sz w:val="20"/>
        </w:rPr>
      </w:pPr>
    </w:p>
    <w:p w:rsidR="00EA74A4" w:rsidRDefault="00EA74A4">
      <w:pPr>
        <w:pStyle w:val="BodyText"/>
        <w:spacing w:before="12"/>
        <w:ind w:left="0"/>
        <w:rPr>
          <w:sz w:val="21"/>
        </w:rPr>
      </w:pPr>
    </w:p>
    <w:p w:rsidR="00EA74A4" w:rsidRDefault="00EA74A4">
      <w:pPr>
        <w:rPr>
          <w:sz w:val="21"/>
        </w:rPr>
        <w:sectPr w:rsidR="00EA74A4">
          <w:type w:val="continuous"/>
          <w:pgSz w:w="10140" w:h="12960"/>
          <w:pgMar w:top="180" w:right="0" w:bottom="0" w:left="20" w:header="720" w:footer="720" w:gutter="0"/>
          <w:cols w:space="720"/>
        </w:sectPr>
      </w:pPr>
    </w:p>
    <w:p w:rsidR="00EA74A4" w:rsidRDefault="00316162">
      <w:pPr>
        <w:pStyle w:val="Heading1"/>
        <w:spacing w:before="121"/>
        <w:ind w:left="409"/>
      </w:pPr>
      <w:r>
        <w:rPr>
          <w:color w:val="231F20"/>
        </w:rPr>
        <w:t>C</w:t>
      </w:r>
    </w:p>
    <w:p w:rsidR="00EA74A4" w:rsidRDefault="00316162">
      <w:pPr>
        <w:pStyle w:val="BodyText"/>
        <w:tabs>
          <w:tab w:val="left" w:pos="1716"/>
          <w:tab w:val="left" w:pos="3000"/>
          <w:tab w:val="right" w:pos="4725"/>
        </w:tabs>
        <w:spacing w:before="464"/>
        <w:ind w:left="409"/>
      </w:pPr>
      <w:r>
        <w:rPr>
          <w:color w:val="231F20"/>
        </w:rPr>
        <w:t>Cabazon</w:t>
      </w:r>
      <w:r>
        <w:rPr>
          <w:color w:val="231F20"/>
        </w:rPr>
        <w:tab/>
        <w:t>92230</w:t>
      </w:r>
      <w:r>
        <w:rPr>
          <w:color w:val="231F20"/>
        </w:rPr>
        <w:tab/>
        <w:t>Riverside</w:t>
      </w:r>
      <w:r>
        <w:rPr>
          <w:color w:val="231F20"/>
        </w:rPr>
        <w:tab/>
        <w:t>15</w:t>
      </w:r>
    </w:p>
    <w:p w:rsidR="00EA74A4" w:rsidRDefault="00316162">
      <w:pPr>
        <w:pStyle w:val="BodyText"/>
        <w:tabs>
          <w:tab w:val="left" w:pos="1717"/>
          <w:tab w:val="left" w:pos="3033"/>
          <w:tab w:val="right" w:pos="4726"/>
        </w:tabs>
        <w:spacing w:before="118"/>
        <w:ind w:left="409"/>
      </w:pPr>
      <w:r>
        <w:rPr>
          <w:color w:val="231F20"/>
        </w:rPr>
        <w:t>Calexico</w:t>
      </w:r>
      <w:r>
        <w:rPr>
          <w:color w:val="231F20"/>
        </w:rPr>
        <w:tab/>
        <w:t>92231</w:t>
      </w:r>
      <w:r>
        <w:rPr>
          <w:color w:val="231F20"/>
        </w:rPr>
        <w:tab/>
        <w:t>Imperial</w:t>
      </w:r>
      <w:r>
        <w:rPr>
          <w:color w:val="231F20"/>
        </w:rPr>
        <w:tab/>
        <w:t>15</w:t>
      </w:r>
    </w:p>
    <w:p w:rsidR="00EA74A4" w:rsidRDefault="00316162">
      <w:pPr>
        <w:pStyle w:val="BodyText"/>
        <w:tabs>
          <w:tab w:val="left" w:pos="1719"/>
          <w:tab w:val="left" w:pos="2972"/>
          <w:tab w:val="left" w:pos="4587"/>
        </w:tabs>
        <w:spacing w:before="63"/>
        <w:ind w:left="409"/>
      </w:pPr>
      <w:r>
        <w:br w:type="column"/>
      </w:r>
      <w:r>
        <w:rPr>
          <w:color w:val="231F20"/>
        </w:rPr>
        <w:t>Carlsbad</w:t>
      </w:r>
      <w:r>
        <w:rPr>
          <w:color w:val="231F20"/>
        </w:rPr>
        <w:tab/>
        <w:t>92008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19"/>
          <w:tab w:val="left" w:pos="2972"/>
          <w:tab w:val="left" w:pos="4587"/>
        </w:tabs>
        <w:spacing w:before="122"/>
        <w:ind w:left="409"/>
      </w:pPr>
      <w:r>
        <w:rPr>
          <w:color w:val="231F20"/>
        </w:rPr>
        <w:t>Carlsbad</w:t>
      </w:r>
      <w:r>
        <w:rPr>
          <w:color w:val="231F20"/>
        </w:rPr>
        <w:tab/>
        <w:t>92009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19"/>
          <w:tab w:val="left" w:pos="2972"/>
          <w:tab w:val="left" w:pos="4587"/>
        </w:tabs>
        <w:spacing w:before="118"/>
        <w:ind w:left="409"/>
      </w:pPr>
      <w:r>
        <w:rPr>
          <w:color w:val="231F20"/>
        </w:rPr>
        <w:t>Carlsbad</w:t>
      </w:r>
      <w:r>
        <w:rPr>
          <w:color w:val="231F20"/>
        </w:rPr>
        <w:tab/>
        <w:t>92010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19"/>
          <w:tab w:val="left" w:pos="2972"/>
          <w:tab w:val="left" w:pos="4587"/>
        </w:tabs>
        <w:spacing w:before="121"/>
        <w:ind w:left="409"/>
      </w:pPr>
      <w:r>
        <w:rPr>
          <w:color w:val="231F20"/>
        </w:rPr>
        <w:t>Carlsbad</w:t>
      </w:r>
      <w:r>
        <w:rPr>
          <w:color w:val="231F20"/>
        </w:rPr>
        <w:tab/>
        <w:t>92011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19"/>
          <w:tab w:val="left" w:pos="2970"/>
          <w:tab w:val="left" w:pos="4587"/>
        </w:tabs>
        <w:spacing w:before="119"/>
        <w:ind w:left="409"/>
      </w:pPr>
      <w:r>
        <w:rPr>
          <w:color w:val="231F20"/>
        </w:rPr>
        <w:t>Carmel</w:t>
      </w:r>
      <w:r>
        <w:rPr>
          <w:color w:val="231F20"/>
        </w:rPr>
        <w:tab/>
        <w:t>93923</w:t>
      </w:r>
      <w:r>
        <w:rPr>
          <w:color w:val="231F20"/>
        </w:rPr>
        <w:tab/>
        <w:t>Monterey</w:t>
      </w:r>
      <w:r>
        <w:rPr>
          <w:color w:val="231F20"/>
        </w:rPr>
        <w:tab/>
        <w:t>3</w:t>
      </w:r>
    </w:p>
    <w:p w:rsidR="00EA74A4" w:rsidRDefault="00EA74A4">
      <w:pPr>
        <w:sectPr w:rsidR="00EA74A4">
          <w:type w:val="continuous"/>
          <w:pgSz w:w="10140" w:h="12960"/>
          <w:pgMar w:top="180" w:right="0" w:bottom="0" w:left="20" w:header="720" w:footer="720" w:gutter="0"/>
          <w:cols w:num="2" w:space="720" w:equalWidth="0">
            <w:col w:w="4767" w:space="357"/>
            <w:col w:w="4996"/>
          </w:cols>
        </w:sectPr>
      </w:pPr>
    </w:p>
    <w:p w:rsidR="00EA74A4" w:rsidRDefault="00316162">
      <w:pPr>
        <w:pStyle w:val="BodyText"/>
        <w:tabs>
          <w:tab w:val="left" w:pos="1407"/>
          <w:tab w:val="left" w:pos="2661"/>
          <w:tab w:val="right" w:pos="4366"/>
        </w:tabs>
        <w:spacing w:before="134"/>
      </w:pPr>
      <w:r>
        <w:rPr>
          <w:color w:val="231F20"/>
        </w:rPr>
        <w:lastRenderedPageBreak/>
        <w:t>Carmel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Valley</w:t>
      </w:r>
      <w:r>
        <w:rPr>
          <w:color w:val="231F20"/>
        </w:rPr>
        <w:tab/>
        <w:t>93924</w:t>
      </w:r>
      <w:r>
        <w:rPr>
          <w:color w:val="231F20"/>
        </w:rPr>
        <w:tab/>
        <w:t>Monterey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7"/>
          <w:tab w:val="left" w:pos="2585"/>
          <w:tab w:val="right" w:pos="4411"/>
        </w:tabs>
        <w:spacing w:before="118"/>
      </w:pPr>
      <w:r>
        <w:rPr>
          <w:color w:val="231F20"/>
        </w:rPr>
        <w:t>Carmichael</w:t>
      </w:r>
      <w:r>
        <w:rPr>
          <w:color w:val="231F20"/>
        </w:rPr>
        <w:tab/>
        <w:t>95608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08"/>
          <w:tab w:val="left" w:pos="2802"/>
          <w:tab w:val="right" w:pos="4413"/>
        </w:tabs>
        <w:spacing w:before="121"/>
      </w:pPr>
      <w:r>
        <w:rPr>
          <w:color w:val="231F20"/>
        </w:rPr>
        <w:t>Carnelian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Bay</w:t>
      </w:r>
      <w:r>
        <w:rPr>
          <w:color w:val="231F20"/>
        </w:rPr>
        <w:tab/>
        <w:t>96140</w:t>
      </w:r>
      <w:r>
        <w:rPr>
          <w:color w:val="231F20"/>
        </w:rPr>
        <w:tab/>
        <w:t>Placer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8"/>
          <w:tab w:val="left" w:pos="2184"/>
          <w:tab w:val="right" w:pos="4366"/>
        </w:tabs>
        <w:spacing w:before="119"/>
      </w:pPr>
      <w:r>
        <w:rPr>
          <w:color w:val="231F20"/>
        </w:rPr>
        <w:t>Carpinteria</w:t>
      </w:r>
      <w:r>
        <w:rPr>
          <w:color w:val="231F20"/>
        </w:rPr>
        <w:tab/>
        <w:t>93013</w:t>
      </w:r>
      <w:r>
        <w:rPr>
          <w:color w:val="231F20"/>
        </w:rPr>
        <w:tab/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Barbara/Ventura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407"/>
          <w:tab w:val="left" w:pos="2596"/>
          <w:tab w:val="right" w:pos="4367"/>
        </w:tabs>
        <w:spacing w:before="121"/>
      </w:pPr>
      <w:r>
        <w:rPr>
          <w:color w:val="231F20"/>
        </w:rPr>
        <w:t>Carson</w:t>
      </w:r>
      <w:r>
        <w:rPr>
          <w:color w:val="231F20"/>
        </w:rPr>
        <w:tab/>
        <w:t>90745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407"/>
          <w:tab w:val="left" w:pos="2596"/>
          <w:tab w:val="right" w:pos="4367"/>
        </w:tabs>
        <w:spacing w:before="119"/>
      </w:pPr>
      <w:r>
        <w:rPr>
          <w:color w:val="231F20"/>
        </w:rPr>
        <w:t>Carson</w:t>
      </w:r>
      <w:r>
        <w:rPr>
          <w:color w:val="231F20"/>
        </w:rPr>
        <w:tab/>
        <w:t>90746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407"/>
          <w:tab w:val="left" w:pos="2596"/>
          <w:tab w:val="right" w:pos="4367"/>
        </w:tabs>
        <w:spacing w:before="121"/>
      </w:pPr>
      <w:r>
        <w:rPr>
          <w:color w:val="231F20"/>
        </w:rPr>
        <w:t>Carson</w:t>
      </w:r>
      <w:r>
        <w:rPr>
          <w:color w:val="231F20"/>
        </w:rPr>
        <w:tab/>
        <w:t>90747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407"/>
          <w:tab w:val="left" w:pos="2776"/>
          <w:tab w:val="right" w:pos="4411"/>
        </w:tabs>
        <w:spacing w:before="121"/>
      </w:pPr>
      <w:r>
        <w:rPr>
          <w:color w:val="231F20"/>
        </w:rPr>
        <w:t>Caruthers</w:t>
      </w:r>
      <w:r>
        <w:rPr>
          <w:color w:val="231F20"/>
        </w:rPr>
        <w:tab/>
        <w:t>93609</w:t>
      </w:r>
      <w:r>
        <w:rPr>
          <w:color w:val="231F20"/>
        </w:rPr>
        <w:tab/>
        <w:t>Fresno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7"/>
          <w:tab w:val="left" w:pos="2512"/>
          <w:tab w:val="right" w:pos="4366"/>
        </w:tabs>
        <w:spacing w:before="119"/>
      </w:pPr>
      <w:r>
        <w:rPr>
          <w:color w:val="231F20"/>
        </w:rPr>
        <w:t>Casmalia</w:t>
      </w:r>
      <w:r>
        <w:rPr>
          <w:color w:val="231F20"/>
        </w:rPr>
        <w:tab/>
        <w:t>93429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5</w:t>
      </w:r>
    </w:p>
    <w:p w:rsidR="00EA74A4" w:rsidRDefault="00316162">
      <w:pPr>
        <w:pStyle w:val="BodyText"/>
        <w:tabs>
          <w:tab w:val="left" w:pos="1407"/>
          <w:tab w:val="left" w:pos="2607"/>
          <w:tab w:val="right" w:pos="4367"/>
        </w:tabs>
        <w:spacing w:before="121"/>
      </w:pPr>
      <w:r>
        <w:rPr>
          <w:color w:val="231F20"/>
        </w:rPr>
        <w:t>Caspar</w:t>
      </w:r>
      <w:r>
        <w:rPr>
          <w:color w:val="231F20"/>
        </w:rPr>
        <w:tab/>
        <w:t>95420</w:t>
      </w:r>
      <w:r>
        <w:rPr>
          <w:color w:val="231F20"/>
        </w:rPr>
        <w:tab/>
        <w:t>Mendocino</w:t>
      </w:r>
      <w:r>
        <w:rPr>
          <w:color w:val="231F20"/>
        </w:rPr>
        <w:tab/>
        <w:t>1</w:t>
      </w:r>
    </w:p>
    <w:p w:rsidR="00EA74A4" w:rsidRDefault="00316162">
      <w:pPr>
        <w:pStyle w:val="BodyText"/>
        <w:tabs>
          <w:tab w:val="left" w:pos="1408"/>
          <w:tab w:val="left" w:pos="2785"/>
          <w:tab w:val="right" w:pos="4412"/>
        </w:tabs>
        <w:spacing w:before="118"/>
      </w:pPr>
      <w:r>
        <w:rPr>
          <w:color w:val="231F20"/>
        </w:rPr>
        <w:t>Cassel</w:t>
      </w:r>
      <w:r>
        <w:rPr>
          <w:color w:val="231F20"/>
        </w:rPr>
        <w:tab/>
        <w:t>96016</w:t>
      </w:r>
      <w:r>
        <w:rPr>
          <w:color w:val="231F20"/>
        </w:rPr>
        <w:tab/>
        <w:t>Shasta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6"/>
          <w:tab w:val="left" w:pos="2596"/>
          <w:tab w:val="right" w:pos="4367"/>
        </w:tabs>
        <w:spacing w:before="121"/>
      </w:pPr>
      <w:r>
        <w:rPr>
          <w:color w:val="231F20"/>
        </w:rPr>
        <w:t>Castaic</w:t>
      </w:r>
      <w:r>
        <w:rPr>
          <w:color w:val="231F20"/>
        </w:rPr>
        <w:tab/>
        <w:t>91384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8"/>
          <w:tab w:val="left" w:pos="2785"/>
          <w:tab w:val="right" w:pos="4412"/>
        </w:tabs>
        <w:spacing w:before="119"/>
      </w:pPr>
      <w:r>
        <w:rPr>
          <w:color w:val="231F20"/>
        </w:rPr>
        <w:t>Castella</w:t>
      </w:r>
      <w:r>
        <w:rPr>
          <w:color w:val="231F20"/>
        </w:rPr>
        <w:tab/>
        <w:t>96017</w:t>
      </w:r>
      <w:r>
        <w:rPr>
          <w:color w:val="231F20"/>
        </w:rPr>
        <w:tab/>
        <w:t>Shasta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7"/>
          <w:tab w:val="left" w:pos="2702"/>
          <w:tab w:val="right" w:pos="4365"/>
        </w:tabs>
        <w:spacing w:before="121"/>
      </w:pPr>
      <w:r>
        <w:rPr>
          <w:color w:val="231F20"/>
        </w:rPr>
        <w:t>Castro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Valley</w:t>
      </w:r>
      <w:r>
        <w:rPr>
          <w:color w:val="231F20"/>
        </w:rPr>
        <w:tab/>
        <w:t>94546</w:t>
      </w:r>
      <w:r>
        <w:rPr>
          <w:color w:val="231F20"/>
        </w:rPr>
        <w:tab/>
        <w:t>Alameda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7"/>
          <w:tab w:val="left" w:pos="2702"/>
          <w:tab w:val="right" w:pos="4365"/>
        </w:tabs>
        <w:spacing w:before="119"/>
      </w:pPr>
      <w:r>
        <w:rPr>
          <w:color w:val="231F20"/>
        </w:rPr>
        <w:t>Castro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Valley</w:t>
      </w:r>
      <w:r>
        <w:rPr>
          <w:color w:val="231F20"/>
        </w:rPr>
        <w:tab/>
        <w:t>94552</w:t>
      </w:r>
      <w:r>
        <w:rPr>
          <w:color w:val="231F20"/>
        </w:rPr>
        <w:tab/>
        <w:t>Alameda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8"/>
          <w:tab w:val="left" w:pos="2662"/>
          <w:tab w:val="right" w:pos="4367"/>
        </w:tabs>
        <w:spacing w:before="121"/>
      </w:pPr>
      <w:r>
        <w:rPr>
          <w:color w:val="231F20"/>
        </w:rPr>
        <w:t>Castroville</w:t>
      </w:r>
      <w:r>
        <w:rPr>
          <w:color w:val="231F20"/>
        </w:rPr>
        <w:tab/>
        <w:t>95012</w:t>
      </w:r>
      <w:r>
        <w:rPr>
          <w:color w:val="231F20"/>
        </w:rPr>
        <w:tab/>
        <w:t>Monterey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8"/>
          <w:tab w:val="left" w:pos="2691"/>
          <w:tab w:val="right" w:pos="4412"/>
        </w:tabs>
        <w:spacing w:before="121"/>
      </w:pPr>
      <w:r>
        <w:rPr>
          <w:color w:val="231F20"/>
        </w:rPr>
        <w:t>Cathedral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City</w:t>
      </w:r>
      <w:r>
        <w:rPr>
          <w:color w:val="231F20"/>
        </w:rPr>
        <w:tab/>
        <w:t>92234</w:t>
      </w:r>
      <w:r>
        <w:rPr>
          <w:color w:val="231F20"/>
        </w:rPr>
        <w:tab/>
        <w:t>Riverside</w:t>
      </w:r>
      <w:r>
        <w:rPr>
          <w:color w:val="231F20"/>
        </w:rPr>
        <w:tab/>
        <w:t>15</w:t>
      </w:r>
    </w:p>
    <w:p w:rsidR="00EA74A4" w:rsidRDefault="00316162">
      <w:pPr>
        <w:pStyle w:val="BodyText"/>
        <w:spacing w:before="119"/>
      </w:pPr>
      <w:r>
        <w:rPr>
          <w:color w:val="231F20"/>
        </w:rPr>
        <w:t>Catheys</w:t>
      </w:r>
    </w:p>
    <w:p w:rsidR="00EA74A4" w:rsidRDefault="00316162">
      <w:pPr>
        <w:pStyle w:val="BodyText"/>
        <w:tabs>
          <w:tab w:val="left" w:pos="1407"/>
          <w:tab w:val="left" w:pos="2679"/>
          <w:tab w:val="right" w:pos="4412"/>
        </w:tabs>
        <w:spacing w:before="1"/>
      </w:pPr>
      <w:r>
        <w:rPr>
          <w:color w:val="231F20"/>
        </w:rPr>
        <w:t>Valley</w:t>
      </w:r>
      <w:r>
        <w:rPr>
          <w:color w:val="231F20"/>
        </w:rPr>
        <w:tab/>
        <w:t>95306</w:t>
      </w:r>
      <w:r>
        <w:rPr>
          <w:color w:val="231F20"/>
        </w:rPr>
        <w:tab/>
        <w:t>Mariposa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07"/>
          <w:tab w:val="left" w:pos="2454"/>
          <w:tab w:val="right" w:pos="4367"/>
        </w:tabs>
        <w:spacing w:before="118"/>
      </w:pPr>
      <w:r>
        <w:rPr>
          <w:color w:val="231F20"/>
        </w:rPr>
        <w:t>Cayucos</w:t>
      </w:r>
      <w:r>
        <w:rPr>
          <w:color w:val="231F20"/>
        </w:rPr>
        <w:tab/>
        <w:t>93430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Luis Obispo</w:t>
      </w:r>
      <w:r>
        <w:rPr>
          <w:color w:val="231F20"/>
        </w:rPr>
        <w:tab/>
        <w:t>5</w:t>
      </w:r>
    </w:p>
    <w:p w:rsidR="00EA74A4" w:rsidRDefault="00316162">
      <w:pPr>
        <w:pStyle w:val="BodyText"/>
        <w:tabs>
          <w:tab w:val="left" w:pos="1407"/>
          <w:tab w:val="left" w:pos="2727"/>
          <w:tab w:val="right" w:pos="4366"/>
        </w:tabs>
        <w:spacing w:before="122"/>
      </w:pPr>
      <w:r>
        <w:rPr>
          <w:color w:val="231F20"/>
        </w:rPr>
        <w:t>Cazadero</w:t>
      </w:r>
      <w:r>
        <w:rPr>
          <w:color w:val="231F20"/>
        </w:rPr>
        <w:tab/>
        <w:t>95421</w:t>
      </w:r>
      <w:r>
        <w:rPr>
          <w:color w:val="231F20"/>
        </w:rPr>
        <w:tab/>
        <w:t>Sonoma</w:t>
      </w:r>
      <w:r>
        <w:rPr>
          <w:color w:val="231F20"/>
        </w:rPr>
        <w:tab/>
        <w:t>1</w:t>
      </w:r>
    </w:p>
    <w:p w:rsidR="00EA74A4" w:rsidRDefault="00316162">
      <w:pPr>
        <w:pStyle w:val="BodyText"/>
        <w:tabs>
          <w:tab w:val="left" w:pos="1409"/>
          <w:tab w:val="left" w:pos="2464"/>
          <w:tab w:val="right" w:pos="4412"/>
        </w:tabs>
        <w:spacing w:before="118"/>
      </w:pPr>
      <w:r>
        <w:rPr>
          <w:color w:val="231F20"/>
        </w:rPr>
        <w:t>Cedar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Glen</w:t>
      </w:r>
      <w:r>
        <w:rPr>
          <w:color w:val="231F20"/>
        </w:rPr>
        <w:tab/>
        <w:t>92321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spacing w:before="121"/>
      </w:pPr>
      <w:r>
        <w:rPr>
          <w:color w:val="231F20"/>
        </w:rPr>
        <w:t>Cedarpines</w:t>
      </w:r>
    </w:p>
    <w:p w:rsidR="00EA74A4" w:rsidRDefault="00316162">
      <w:pPr>
        <w:pStyle w:val="BodyText"/>
        <w:tabs>
          <w:tab w:val="left" w:pos="1410"/>
          <w:tab w:val="left" w:pos="2463"/>
          <w:tab w:val="left" w:pos="4232"/>
        </w:tabs>
        <w:spacing w:before="134"/>
      </w:pPr>
      <w:r>
        <w:br w:type="column"/>
      </w:r>
      <w:r>
        <w:rPr>
          <w:color w:val="231F20"/>
        </w:rPr>
        <w:t>Chino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Hills</w:t>
      </w:r>
      <w:r>
        <w:rPr>
          <w:color w:val="231F20"/>
        </w:rPr>
        <w:tab/>
        <w:t>91709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10"/>
          <w:tab w:val="left" w:pos="2420"/>
          <w:tab w:val="left" w:pos="4234"/>
        </w:tabs>
        <w:spacing w:before="118"/>
      </w:pPr>
      <w:r>
        <w:rPr>
          <w:color w:val="231F20"/>
        </w:rPr>
        <w:t>Chowchilla</w:t>
      </w:r>
      <w:r>
        <w:rPr>
          <w:color w:val="231F20"/>
        </w:rPr>
        <w:tab/>
        <w:t>93610</w:t>
      </w:r>
      <w:r>
        <w:rPr>
          <w:color w:val="231F20"/>
        </w:rPr>
        <w:tab/>
        <w:t>Madera/Merced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9"/>
          <w:tab w:val="left" w:pos="2661"/>
          <w:tab w:val="left" w:pos="4278"/>
        </w:tabs>
        <w:spacing w:before="121"/>
      </w:pPr>
      <w:r>
        <w:rPr>
          <w:color w:val="231F20"/>
        </w:rPr>
        <w:t>Chualar</w:t>
      </w:r>
      <w:r>
        <w:rPr>
          <w:color w:val="231F20"/>
        </w:rPr>
        <w:tab/>
        <w:t>93925</w:t>
      </w:r>
      <w:r>
        <w:rPr>
          <w:color w:val="231F20"/>
        </w:rPr>
        <w:tab/>
        <w:t>Monterey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10"/>
          <w:tab w:val="left" w:pos="2662"/>
          <w:tab w:val="left" w:pos="4278"/>
        </w:tabs>
        <w:spacing w:before="119"/>
      </w:pPr>
      <w:r>
        <w:rPr>
          <w:color w:val="231F20"/>
        </w:rPr>
        <w:t>Chula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Vista</w:t>
      </w:r>
      <w:r>
        <w:rPr>
          <w:color w:val="231F20"/>
        </w:rPr>
        <w:tab/>
        <w:t>91910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410"/>
          <w:tab w:val="left" w:pos="2662"/>
          <w:tab w:val="left" w:pos="4278"/>
        </w:tabs>
        <w:spacing w:before="121"/>
      </w:pPr>
      <w:r>
        <w:rPr>
          <w:color w:val="231F20"/>
        </w:rPr>
        <w:t>Chula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Vista</w:t>
      </w:r>
      <w:r>
        <w:rPr>
          <w:color w:val="231F20"/>
        </w:rPr>
        <w:tab/>
        <w:t>91911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410"/>
          <w:tab w:val="left" w:pos="2662"/>
          <w:tab w:val="left" w:pos="4278"/>
        </w:tabs>
        <w:spacing w:before="119"/>
      </w:pPr>
      <w:r>
        <w:rPr>
          <w:color w:val="231F20"/>
        </w:rPr>
        <w:t>Chula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Vista</w:t>
      </w:r>
      <w:r>
        <w:rPr>
          <w:color w:val="231F20"/>
        </w:rPr>
        <w:tab/>
        <w:t>91913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410"/>
          <w:tab w:val="left" w:pos="2662"/>
          <w:tab w:val="left" w:pos="4232"/>
        </w:tabs>
        <w:spacing w:before="121"/>
      </w:pPr>
      <w:r>
        <w:rPr>
          <w:color w:val="231F20"/>
        </w:rPr>
        <w:t>Chula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Vista</w:t>
      </w:r>
      <w:r>
        <w:rPr>
          <w:color w:val="231F20"/>
        </w:rPr>
        <w:tab/>
        <w:t>91914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10"/>
          <w:tab w:val="left" w:pos="2662"/>
          <w:tab w:val="left" w:pos="4278"/>
        </w:tabs>
        <w:spacing w:before="121"/>
      </w:pPr>
      <w:r>
        <w:rPr>
          <w:color w:val="231F20"/>
        </w:rPr>
        <w:t>Chula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Vista</w:t>
      </w:r>
      <w:r>
        <w:rPr>
          <w:color w:val="231F20"/>
        </w:rPr>
        <w:tab/>
        <w:t>91915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410"/>
          <w:tab w:val="left" w:pos="2662"/>
          <w:tab w:val="left" w:pos="4278"/>
        </w:tabs>
        <w:spacing w:before="119"/>
      </w:pPr>
      <w:r>
        <w:rPr>
          <w:color w:val="231F20"/>
        </w:rPr>
        <w:t>Chula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Vista</w:t>
      </w:r>
      <w:r>
        <w:rPr>
          <w:color w:val="231F20"/>
        </w:rPr>
        <w:tab/>
        <w:t>91932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410"/>
          <w:tab w:val="left" w:pos="2762"/>
          <w:tab w:val="left" w:pos="4233"/>
        </w:tabs>
        <w:spacing w:before="121"/>
      </w:pPr>
      <w:r>
        <w:rPr>
          <w:color w:val="231F20"/>
        </w:rPr>
        <w:t>Cilo</w:t>
      </w:r>
      <w:r>
        <w:rPr>
          <w:color w:val="231F20"/>
        </w:rPr>
        <w:tab/>
        <w:t>96106</w:t>
      </w:r>
      <w:r>
        <w:rPr>
          <w:color w:val="231F20"/>
        </w:rPr>
        <w:tab/>
        <w:t>Plumas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0"/>
          <w:tab w:val="left" w:pos="2586"/>
          <w:tab w:val="left" w:pos="4232"/>
        </w:tabs>
        <w:spacing w:before="118"/>
      </w:pPr>
      <w:r>
        <w:rPr>
          <w:color w:val="231F20"/>
        </w:rPr>
        <w:t>Citrus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Heights</w:t>
      </w:r>
      <w:r>
        <w:rPr>
          <w:color w:val="231F20"/>
        </w:rPr>
        <w:tab/>
        <w:t>95610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10"/>
          <w:tab w:val="left" w:pos="2586"/>
          <w:tab w:val="left" w:pos="4232"/>
        </w:tabs>
        <w:spacing w:before="121"/>
      </w:pPr>
      <w:r>
        <w:rPr>
          <w:color w:val="231F20"/>
        </w:rPr>
        <w:t>Citrus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Heights</w:t>
      </w:r>
      <w:r>
        <w:rPr>
          <w:color w:val="231F20"/>
        </w:rPr>
        <w:tab/>
        <w:t>95621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09"/>
          <w:tab w:val="left" w:pos="2596"/>
          <w:tab w:val="left" w:pos="4277"/>
        </w:tabs>
        <w:spacing w:before="119"/>
      </w:pPr>
      <w:r>
        <w:rPr>
          <w:color w:val="231F20"/>
        </w:rPr>
        <w:t>Claremont</w:t>
      </w:r>
      <w:r>
        <w:rPr>
          <w:color w:val="231F20"/>
        </w:rPr>
        <w:tab/>
        <w:t>91711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10"/>
          <w:tab w:val="left" w:pos="2866"/>
          <w:tab w:val="left" w:pos="4232"/>
        </w:tabs>
        <w:spacing w:before="121"/>
      </w:pPr>
      <w:r>
        <w:rPr>
          <w:color w:val="231F20"/>
        </w:rPr>
        <w:t>Clarksburg</w:t>
      </w:r>
      <w:r>
        <w:rPr>
          <w:color w:val="231F20"/>
        </w:rPr>
        <w:tab/>
        <w:t>95612</w:t>
      </w:r>
      <w:r>
        <w:rPr>
          <w:color w:val="231F20"/>
        </w:rPr>
        <w:tab/>
        <w:t>Yolo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10"/>
          <w:tab w:val="left" w:pos="2555"/>
          <w:tab w:val="left" w:pos="4233"/>
        </w:tabs>
        <w:spacing w:before="119"/>
      </w:pPr>
      <w:r>
        <w:rPr>
          <w:color w:val="231F20"/>
        </w:rPr>
        <w:t>Clayton</w:t>
      </w:r>
      <w:r>
        <w:rPr>
          <w:color w:val="231F20"/>
        </w:rPr>
        <w:tab/>
        <w:t>94517</w:t>
      </w:r>
      <w:r>
        <w:rPr>
          <w:color w:val="231F20"/>
        </w:rPr>
        <w:tab/>
        <w:t>Contra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10"/>
          <w:tab w:val="left" w:pos="2859"/>
          <w:tab w:val="left" w:pos="4278"/>
        </w:tabs>
        <w:spacing w:before="121"/>
      </w:pPr>
      <w:r>
        <w:rPr>
          <w:color w:val="231F20"/>
        </w:rPr>
        <w:t>Clearlake</w:t>
      </w:r>
      <w:r>
        <w:rPr>
          <w:color w:val="231F20"/>
        </w:rPr>
        <w:tab/>
        <w:t>95422</w:t>
      </w:r>
      <w:r>
        <w:rPr>
          <w:color w:val="231F20"/>
        </w:rPr>
        <w:tab/>
        <w:t>Lake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spacing w:before="121" w:line="219" w:lineRule="exact"/>
      </w:pPr>
      <w:r>
        <w:rPr>
          <w:color w:val="231F20"/>
        </w:rPr>
        <w:t>Clearlake</w:t>
      </w:r>
    </w:p>
    <w:p w:rsidR="00EA74A4" w:rsidRDefault="00316162">
      <w:pPr>
        <w:pStyle w:val="BodyText"/>
        <w:tabs>
          <w:tab w:val="left" w:pos="1409"/>
          <w:tab w:val="left" w:pos="2582"/>
          <w:tab w:val="left" w:pos="4277"/>
        </w:tabs>
        <w:spacing w:line="219" w:lineRule="exact"/>
      </w:pPr>
      <w:r>
        <w:rPr>
          <w:color w:val="231F20"/>
        </w:rPr>
        <w:t>Oaks</w:t>
      </w:r>
      <w:r>
        <w:rPr>
          <w:color w:val="231F20"/>
        </w:rPr>
        <w:tab/>
        <w:t>95423</w:t>
      </w:r>
      <w:r>
        <w:rPr>
          <w:color w:val="231F20"/>
        </w:rPr>
        <w:tab/>
        <w:t>Colusa/Lake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411"/>
          <w:tab w:val="left" w:pos="2591"/>
          <w:tab w:val="left" w:pos="4232"/>
        </w:tabs>
        <w:spacing w:before="121"/>
      </w:pPr>
      <w:r>
        <w:rPr>
          <w:color w:val="231F20"/>
        </w:rPr>
        <w:t>Clements</w:t>
      </w:r>
      <w:r>
        <w:rPr>
          <w:color w:val="231F20"/>
        </w:rPr>
        <w:tab/>
        <w:t>95227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Joaquin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11"/>
          <w:tab w:val="left" w:pos="2729"/>
          <w:tab w:val="left" w:pos="4278"/>
        </w:tabs>
        <w:spacing w:before="119"/>
      </w:pPr>
      <w:r>
        <w:rPr>
          <w:color w:val="231F20"/>
        </w:rPr>
        <w:t>Cloverdale</w:t>
      </w:r>
      <w:r>
        <w:rPr>
          <w:color w:val="231F20"/>
        </w:rPr>
        <w:tab/>
        <w:t>95425</w:t>
      </w:r>
      <w:r>
        <w:rPr>
          <w:color w:val="231F20"/>
        </w:rPr>
        <w:tab/>
        <w:t>Sonoma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410"/>
          <w:tab w:val="left" w:pos="2777"/>
          <w:tab w:val="left" w:pos="4232"/>
        </w:tabs>
        <w:spacing w:before="121"/>
      </w:pPr>
      <w:r>
        <w:rPr>
          <w:color w:val="231F20"/>
        </w:rPr>
        <w:t>Clovis</w:t>
      </w:r>
      <w:r>
        <w:rPr>
          <w:color w:val="231F20"/>
        </w:rPr>
        <w:tab/>
        <w:t>93611</w:t>
      </w:r>
      <w:r>
        <w:rPr>
          <w:color w:val="231F20"/>
        </w:rPr>
        <w:tab/>
        <w:t>Fresno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10"/>
          <w:tab w:val="left" w:pos="2777"/>
          <w:tab w:val="left" w:pos="4232"/>
        </w:tabs>
        <w:spacing w:before="119"/>
      </w:pPr>
      <w:r>
        <w:rPr>
          <w:color w:val="231F20"/>
        </w:rPr>
        <w:t>Clovis</w:t>
      </w:r>
      <w:r>
        <w:rPr>
          <w:color w:val="231F20"/>
        </w:rPr>
        <w:tab/>
        <w:t>93612</w:t>
      </w:r>
      <w:r>
        <w:rPr>
          <w:color w:val="231F20"/>
        </w:rPr>
        <w:tab/>
        <w:t>Fresno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10"/>
          <w:tab w:val="left" w:pos="2777"/>
          <w:tab w:val="left" w:pos="4232"/>
        </w:tabs>
        <w:spacing w:before="121"/>
      </w:pPr>
      <w:r>
        <w:rPr>
          <w:color w:val="231F20"/>
        </w:rPr>
        <w:t>Clovis</w:t>
      </w:r>
      <w:r>
        <w:rPr>
          <w:color w:val="231F20"/>
        </w:rPr>
        <w:tab/>
        <w:t>93619</w:t>
      </w:r>
      <w:r>
        <w:rPr>
          <w:color w:val="231F20"/>
        </w:rPr>
        <w:tab/>
        <w:t>Fresno</w:t>
      </w:r>
      <w:r>
        <w:rPr>
          <w:color w:val="231F20"/>
        </w:rPr>
        <w:tab/>
        <w:t>13</w:t>
      </w:r>
    </w:p>
    <w:p w:rsidR="00EA74A4" w:rsidRDefault="00EA74A4">
      <w:pPr>
        <w:sectPr w:rsidR="00EA74A4">
          <w:pgSz w:w="10140" w:h="12960"/>
          <w:pgMar w:top="220" w:right="0" w:bottom="0" w:left="20" w:header="20" w:footer="0" w:gutter="0"/>
          <w:cols w:num="2" w:space="720" w:equalWidth="0">
            <w:col w:w="4454" w:space="670"/>
            <w:col w:w="4996"/>
          </w:cols>
        </w:sectPr>
      </w:pPr>
    </w:p>
    <w:p w:rsidR="00EA74A4" w:rsidRDefault="00EA74A4">
      <w:pPr>
        <w:pStyle w:val="BodyText"/>
        <w:spacing w:before="8"/>
        <w:ind w:left="0"/>
        <w:rPr>
          <w:sz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1"/>
        <w:gridCol w:w="877"/>
        <w:gridCol w:w="1776"/>
        <w:gridCol w:w="1250"/>
        <w:gridCol w:w="1132"/>
        <w:gridCol w:w="1015"/>
        <w:gridCol w:w="1683"/>
        <w:gridCol w:w="588"/>
      </w:tblGrid>
      <w:tr w:rsidR="00EA74A4">
        <w:trPr>
          <w:trHeight w:val="260"/>
        </w:trPr>
        <w:tc>
          <w:tcPr>
            <w:tcW w:w="6206" w:type="dxa"/>
            <w:gridSpan w:val="5"/>
          </w:tcPr>
          <w:p w:rsidR="00EA74A4" w:rsidRDefault="00316162">
            <w:pPr>
              <w:pStyle w:val="TableParagraph"/>
              <w:tabs>
                <w:tab w:val="left" w:pos="1307"/>
                <w:tab w:val="left" w:pos="2364"/>
                <w:tab w:val="left" w:pos="4130"/>
                <w:tab w:val="left" w:pos="5123"/>
              </w:tabs>
              <w:spacing w:before="0" w:line="19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Park</w:t>
            </w:r>
            <w:r>
              <w:rPr>
                <w:color w:val="231F20"/>
                <w:sz w:val="18"/>
              </w:rPr>
              <w:tab/>
              <w:t>92322</w:t>
            </w:r>
            <w:r>
              <w:rPr>
                <w:color w:val="231F20"/>
                <w:sz w:val="18"/>
              </w:rPr>
              <w:tab/>
              <w:t>San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Bernardino</w:t>
            </w:r>
            <w:r>
              <w:rPr>
                <w:color w:val="231F20"/>
                <w:sz w:val="18"/>
              </w:rPr>
              <w:tab/>
              <w:t>16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position w:val="-11"/>
                <w:sz w:val="18"/>
              </w:rPr>
              <w:t>Coachella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0" w:line="183" w:lineRule="exact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92236</w:t>
            </w:r>
          </w:p>
        </w:tc>
        <w:tc>
          <w:tcPr>
            <w:tcW w:w="1683" w:type="dxa"/>
          </w:tcPr>
          <w:p w:rsidR="00EA74A4" w:rsidRDefault="00316162">
            <w:pPr>
              <w:pStyle w:val="TableParagraph"/>
              <w:spacing w:before="0" w:line="183" w:lineRule="exact"/>
              <w:ind w:right="51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588" w:type="dxa"/>
          </w:tcPr>
          <w:p w:rsidR="00EA74A4" w:rsidRDefault="00316162">
            <w:pPr>
              <w:pStyle w:val="TableParagraph"/>
              <w:spacing w:before="0" w:line="183" w:lineRule="exact"/>
              <w:ind w:left="352"/>
              <w:rPr>
                <w:sz w:val="18"/>
              </w:rPr>
            </w:pPr>
            <w:r>
              <w:rPr>
                <w:color w:val="231F20"/>
                <w:sz w:val="18"/>
              </w:rPr>
              <w:t>15</w:t>
            </w:r>
          </w:p>
        </w:tc>
      </w:tr>
      <w:tr w:rsidR="00EA74A4">
        <w:trPr>
          <w:trHeight w:val="339"/>
        </w:trPr>
        <w:tc>
          <w:tcPr>
            <w:tcW w:w="6206" w:type="dxa"/>
            <w:gridSpan w:val="5"/>
          </w:tcPr>
          <w:p w:rsidR="00EA74A4" w:rsidRDefault="00316162">
            <w:pPr>
              <w:pStyle w:val="TableParagraph"/>
              <w:tabs>
                <w:tab w:val="left" w:pos="1308"/>
                <w:tab w:val="left" w:pos="2669"/>
                <w:tab w:val="left" w:pos="4130"/>
                <w:tab w:val="left" w:pos="5123"/>
              </w:tabs>
              <w:spacing w:before="0" w:line="1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Cedarville</w:t>
            </w:r>
            <w:r>
              <w:rPr>
                <w:color w:val="231F20"/>
                <w:sz w:val="18"/>
              </w:rPr>
              <w:tab/>
              <w:t>96104</w:t>
            </w:r>
            <w:r>
              <w:rPr>
                <w:color w:val="231F20"/>
                <w:sz w:val="18"/>
              </w:rPr>
              <w:tab/>
              <w:t>Modoc</w:t>
            </w:r>
            <w:r>
              <w:rPr>
                <w:color w:val="231F20"/>
                <w:sz w:val="18"/>
              </w:rPr>
              <w:tab/>
              <w:t>16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position w:val="-11"/>
                <w:sz w:val="18"/>
              </w:rPr>
              <w:t>Coalinga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ind w:left="228"/>
              <w:rPr>
                <w:sz w:val="18"/>
              </w:rPr>
            </w:pPr>
            <w:r>
              <w:rPr>
                <w:color w:val="231F20"/>
                <w:sz w:val="18"/>
              </w:rPr>
              <w:t>93210</w:t>
            </w:r>
          </w:p>
        </w:tc>
        <w:tc>
          <w:tcPr>
            <w:tcW w:w="1683" w:type="dxa"/>
          </w:tcPr>
          <w:p w:rsidR="00EA74A4" w:rsidRDefault="00316162">
            <w:pPr>
              <w:pStyle w:val="TableParagraph"/>
              <w:ind w:left="561" w:right="58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Fresno</w:t>
            </w:r>
          </w:p>
        </w:tc>
        <w:tc>
          <w:tcPr>
            <w:tcW w:w="588" w:type="dxa"/>
          </w:tcPr>
          <w:p w:rsidR="00EA74A4" w:rsidRDefault="00316162">
            <w:pPr>
              <w:pStyle w:val="TableParagraph"/>
              <w:ind w:left="352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</w:tr>
      <w:tr w:rsidR="00EA74A4">
        <w:trPr>
          <w:trHeight w:val="339"/>
        </w:trPr>
        <w:tc>
          <w:tcPr>
            <w:tcW w:w="6206" w:type="dxa"/>
            <w:gridSpan w:val="5"/>
          </w:tcPr>
          <w:p w:rsidR="00EA74A4" w:rsidRDefault="00316162">
            <w:pPr>
              <w:pStyle w:val="TableParagraph"/>
              <w:tabs>
                <w:tab w:val="left" w:pos="1308"/>
                <w:tab w:val="left" w:pos="2563"/>
                <w:tab w:val="left" w:pos="4130"/>
                <w:tab w:val="left" w:pos="5123"/>
              </w:tabs>
              <w:spacing w:before="0" w:line="129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Ceres</w:t>
            </w:r>
            <w:r>
              <w:rPr>
                <w:color w:val="231F20"/>
                <w:sz w:val="18"/>
              </w:rPr>
              <w:tab/>
              <w:t>95307</w:t>
            </w:r>
            <w:r>
              <w:rPr>
                <w:color w:val="231F20"/>
                <w:sz w:val="18"/>
              </w:rPr>
              <w:tab/>
              <w:t>Stanislaus</w:t>
            </w:r>
            <w:r>
              <w:rPr>
                <w:color w:val="231F20"/>
                <w:sz w:val="18"/>
              </w:rPr>
              <w:tab/>
              <w:t>12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position w:val="-11"/>
                <w:sz w:val="18"/>
              </w:rPr>
              <w:t>Coarsegold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43"/>
              <w:ind w:left="229"/>
              <w:rPr>
                <w:sz w:val="18"/>
              </w:rPr>
            </w:pPr>
            <w:r>
              <w:rPr>
                <w:color w:val="231F20"/>
                <w:sz w:val="18"/>
              </w:rPr>
              <w:t>93614</w:t>
            </w:r>
          </w:p>
        </w:tc>
        <w:tc>
          <w:tcPr>
            <w:tcW w:w="1683" w:type="dxa"/>
          </w:tcPr>
          <w:p w:rsidR="00EA74A4" w:rsidRDefault="00316162">
            <w:pPr>
              <w:pStyle w:val="TableParagraph"/>
              <w:spacing w:before="43"/>
              <w:ind w:left="543"/>
              <w:rPr>
                <w:sz w:val="18"/>
              </w:rPr>
            </w:pPr>
            <w:r>
              <w:rPr>
                <w:color w:val="231F20"/>
                <w:sz w:val="18"/>
              </w:rPr>
              <w:t>Madera</w:t>
            </w:r>
          </w:p>
        </w:tc>
        <w:tc>
          <w:tcPr>
            <w:tcW w:w="588" w:type="dxa"/>
          </w:tcPr>
          <w:p w:rsidR="00EA74A4" w:rsidRDefault="00316162">
            <w:pPr>
              <w:pStyle w:val="TableParagraph"/>
              <w:spacing w:before="43"/>
              <w:ind w:left="352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</w:tr>
      <w:tr w:rsidR="00EA74A4">
        <w:trPr>
          <w:trHeight w:val="340"/>
        </w:trPr>
        <w:tc>
          <w:tcPr>
            <w:tcW w:w="6206" w:type="dxa"/>
            <w:gridSpan w:val="5"/>
          </w:tcPr>
          <w:p w:rsidR="00EA74A4" w:rsidRDefault="00316162">
            <w:pPr>
              <w:pStyle w:val="TableParagraph"/>
              <w:tabs>
                <w:tab w:val="left" w:pos="1307"/>
                <w:tab w:val="left" w:pos="2497"/>
                <w:tab w:val="left" w:pos="4175"/>
                <w:tab w:val="left" w:pos="5123"/>
              </w:tabs>
              <w:spacing w:before="0" w:line="1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Cerritos</w:t>
            </w:r>
            <w:r>
              <w:rPr>
                <w:color w:val="231F20"/>
                <w:sz w:val="18"/>
              </w:rPr>
              <w:tab/>
              <w:t>90703</w:t>
            </w:r>
            <w:r>
              <w:rPr>
                <w:color w:val="231F20"/>
                <w:sz w:val="18"/>
              </w:rPr>
              <w:tab/>
              <w:t>Los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Angeles</w:t>
            </w:r>
            <w:r>
              <w:rPr>
                <w:color w:val="231F20"/>
                <w:sz w:val="18"/>
              </w:rPr>
              <w:tab/>
              <w:t>8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position w:val="-11"/>
                <w:sz w:val="18"/>
              </w:rPr>
              <w:t>Cobb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ind w:left="228"/>
              <w:rPr>
                <w:sz w:val="18"/>
              </w:rPr>
            </w:pPr>
            <w:r>
              <w:rPr>
                <w:color w:val="231F20"/>
                <w:sz w:val="18"/>
              </w:rPr>
              <w:t>95426</w:t>
            </w:r>
          </w:p>
        </w:tc>
        <w:tc>
          <w:tcPr>
            <w:tcW w:w="1683" w:type="dxa"/>
          </w:tcPr>
          <w:p w:rsidR="00EA74A4" w:rsidRDefault="00316162">
            <w:pPr>
              <w:pStyle w:val="TableParagraph"/>
              <w:ind w:left="561" w:right="58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Lake</w:t>
            </w:r>
          </w:p>
        </w:tc>
        <w:tc>
          <w:tcPr>
            <w:tcW w:w="588" w:type="dxa"/>
          </w:tcPr>
          <w:p w:rsidR="00EA74A4" w:rsidRDefault="00316162">
            <w:pPr>
              <w:pStyle w:val="TableParagraph"/>
              <w:ind w:left="398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339"/>
        </w:trPr>
        <w:tc>
          <w:tcPr>
            <w:tcW w:w="6206" w:type="dxa"/>
            <w:gridSpan w:val="5"/>
          </w:tcPr>
          <w:p w:rsidR="00EA74A4" w:rsidRDefault="00316162">
            <w:pPr>
              <w:pStyle w:val="TableParagraph"/>
              <w:tabs>
                <w:tab w:val="left" w:pos="1308"/>
                <w:tab w:val="left" w:pos="2746"/>
                <w:tab w:val="left" w:pos="4130"/>
                <w:tab w:val="left" w:pos="5123"/>
              </w:tabs>
              <w:spacing w:before="0" w:line="1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Challenge</w:t>
            </w:r>
            <w:r>
              <w:rPr>
                <w:color w:val="231F20"/>
                <w:sz w:val="18"/>
              </w:rPr>
              <w:tab/>
              <w:t>95925</w:t>
            </w:r>
            <w:r>
              <w:rPr>
                <w:color w:val="231F20"/>
                <w:sz w:val="18"/>
              </w:rPr>
              <w:tab/>
              <w:t>Yuba</w:t>
            </w:r>
            <w:r>
              <w:rPr>
                <w:color w:val="231F20"/>
                <w:sz w:val="18"/>
              </w:rPr>
              <w:tab/>
              <w:t>16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position w:val="-11"/>
                <w:sz w:val="18"/>
              </w:rPr>
              <w:t>Coleville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ind w:left="228"/>
              <w:rPr>
                <w:sz w:val="18"/>
              </w:rPr>
            </w:pPr>
            <w:r>
              <w:rPr>
                <w:color w:val="231F20"/>
                <w:sz w:val="18"/>
              </w:rPr>
              <w:t>96107</w:t>
            </w:r>
          </w:p>
        </w:tc>
        <w:tc>
          <w:tcPr>
            <w:tcW w:w="1683" w:type="dxa"/>
          </w:tcPr>
          <w:p w:rsidR="00EA74A4" w:rsidRDefault="00316162">
            <w:pPr>
              <w:pStyle w:val="TableParagraph"/>
              <w:ind w:left="561" w:right="58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Mono</w:t>
            </w:r>
          </w:p>
        </w:tc>
        <w:tc>
          <w:tcPr>
            <w:tcW w:w="588" w:type="dxa"/>
          </w:tcPr>
          <w:p w:rsidR="00EA74A4" w:rsidRDefault="00316162">
            <w:pPr>
              <w:pStyle w:val="TableParagraph"/>
              <w:ind w:left="352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</w:tr>
      <w:tr w:rsidR="00EA74A4">
        <w:trPr>
          <w:trHeight w:val="339"/>
        </w:trPr>
        <w:tc>
          <w:tcPr>
            <w:tcW w:w="6206" w:type="dxa"/>
            <w:gridSpan w:val="5"/>
          </w:tcPr>
          <w:p w:rsidR="00EA74A4" w:rsidRDefault="00316162">
            <w:pPr>
              <w:pStyle w:val="TableParagraph"/>
              <w:tabs>
                <w:tab w:val="left" w:pos="1306"/>
                <w:tab w:val="left" w:pos="2165"/>
                <w:tab w:val="left" w:pos="4175"/>
                <w:tab w:val="left" w:pos="5123"/>
              </w:tabs>
              <w:spacing w:before="0" w:line="129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Chatsworth</w:t>
            </w:r>
            <w:r>
              <w:rPr>
                <w:color w:val="231F20"/>
                <w:sz w:val="18"/>
              </w:rPr>
              <w:tab/>
              <w:t>91311</w:t>
            </w:r>
            <w:r>
              <w:rPr>
                <w:color w:val="231F20"/>
                <w:sz w:val="18"/>
              </w:rPr>
              <w:tab/>
              <w:t>Los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Angeles/Ventura</w:t>
            </w:r>
            <w:r>
              <w:rPr>
                <w:color w:val="231F20"/>
                <w:sz w:val="18"/>
              </w:rPr>
              <w:tab/>
              <w:t>9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position w:val="-11"/>
                <w:sz w:val="18"/>
              </w:rPr>
              <w:t>Colfax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43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95713</w:t>
            </w:r>
          </w:p>
        </w:tc>
        <w:tc>
          <w:tcPr>
            <w:tcW w:w="1683" w:type="dxa"/>
          </w:tcPr>
          <w:p w:rsidR="00EA74A4" w:rsidRDefault="00316162">
            <w:pPr>
              <w:pStyle w:val="TableParagraph"/>
              <w:spacing w:before="43"/>
              <w:ind w:left="561" w:right="58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Placer</w:t>
            </w:r>
          </w:p>
        </w:tc>
        <w:tc>
          <w:tcPr>
            <w:tcW w:w="588" w:type="dxa"/>
          </w:tcPr>
          <w:p w:rsidR="00EA74A4" w:rsidRDefault="00316162">
            <w:pPr>
              <w:pStyle w:val="TableParagraph"/>
              <w:spacing w:before="43"/>
              <w:ind w:left="353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339"/>
        </w:trPr>
        <w:tc>
          <w:tcPr>
            <w:tcW w:w="6206" w:type="dxa"/>
            <w:gridSpan w:val="5"/>
          </w:tcPr>
          <w:p w:rsidR="00EA74A4" w:rsidRDefault="00316162">
            <w:pPr>
              <w:pStyle w:val="TableParagraph"/>
              <w:tabs>
                <w:tab w:val="left" w:pos="1309"/>
                <w:tab w:val="left" w:pos="2663"/>
                <w:tab w:val="left" w:pos="4131"/>
                <w:tab w:val="left" w:pos="5123"/>
              </w:tabs>
              <w:spacing w:before="0" w:line="1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Chester</w:t>
            </w:r>
            <w:r>
              <w:rPr>
                <w:color w:val="231F20"/>
                <w:sz w:val="18"/>
              </w:rPr>
              <w:tab/>
              <w:t>96020</w:t>
            </w:r>
            <w:r>
              <w:rPr>
                <w:color w:val="231F20"/>
                <w:sz w:val="18"/>
              </w:rPr>
              <w:tab/>
              <w:t>Plumas</w:t>
            </w:r>
            <w:r>
              <w:rPr>
                <w:color w:val="231F20"/>
                <w:sz w:val="18"/>
              </w:rPr>
              <w:tab/>
              <w:t>16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position w:val="-11"/>
                <w:sz w:val="18"/>
              </w:rPr>
              <w:t>College</w:t>
            </w:r>
            <w:r>
              <w:rPr>
                <w:color w:val="231F20"/>
                <w:spacing w:val="-3"/>
                <w:position w:val="-11"/>
                <w:sz w:val="18"/>
              </w:rPr>
              <w:t xml:space="preserve"> </w:t>
            </w:r>
            <w:r>
              <w:rPr>
                <w:color w:val="231F20"/>
                <w:position w:val="-11"/>
                <w:sz w:val="18"/>
              </w:rPr>
              <w:t>City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ind w:left="228"/>
              <w:rPr>
                <w:sz w:val="18"/>
              </w:rPr>
            </w:pPr>
            <w:r>
              <w:rPr>
                <w:color w:val="231F20"/>
                <w:sz w:val="18"/>
              </w:rPr>
              <w:t>95912</w:t>
            </w:r>
          </w:p>
        </w:tc>
        <w:tc>
          <w:tcPr>
            <w:tcW w:w="1683" w:type="dxa"/>
          </w:tcPr>
          <w:p w:rsidR="00EA74A4" w:rsidRDefault="00316162">
            <w:pPr>
              <w:pStyle w:val="TableParagraph"/>
              <w:ind w:left="561" w:right="58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Colusa</w:t>
            </w:r>
          </w:p>
        </w:tc>
        <w:tc>
          <w:tcPr>
            <w:tcW w:w="588" w:type="dxa"/>
          </w:tcPr>
          <w:p w:rsidR="00EA74A4" w:rsidRDefault="00316162">
            <w:pPr>
              <w:pStyle w:val="TableParagraph"/>
              <w:ind w:left="351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559"/>
        </w:trPr>
        <w:tc>
          <w:tcPr>
            <w:tcW w:w="1171" w:type="dxa"/>
          </w:tcPr>
          <w:p w:rsidR="00EA74A4" w:rsidRDefault="00316162">
            <w:pPr>
              <w:pStyle w:val="TableParagraph"/>
              <w:spacing w:before="0" w:line="14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Chico</w:t>
            </w:r>
          </w:p>
          <w:p w:rsidR="00EA74A4" w:rsidRDefault="00316162">
            <w:pPr>
              <w:pStyle w:val="TableParagraph"/>
              <w:spacing w:before="121"/>
              <w:rPr>
                <w:sz w:val="18"/>
              </w:rPr>
            </w:pPr>
            <w:r>
              <w:rPr>
                <w:color w:val="231F20"/>
                <w:sz w:val="18"/>
              </w:rPr>
              <w:t>Chico</w:t>
            </w:r>
          </w:p>
        </w:tc>
        <w:tc>
          <w:tcPr>
            <w:tcW w:w="877" w:type="dxa"/>
          </w:tcPr>
          <w:p w:rsidR="00EA74A4" w:rsidRDefault="00316162">
            <w:pPr>
              <w:pStyle w:val="TableParagraph"/>
              <w:spacing w:before="0" w:line="143" w:lineRule="exact"/>
              <w:ind w:left="136"/>
              <w:rPr>
                <w:sz w:val="18"/>
              </w:rPr>
            </w:pPr>
            <w:r>
              <w:rPr>
                <w:color w:val="231F20"/>
                <w:sz w:val="18"/>
              </w:rPr>
              <w:t>95926</w:t>
            </w:r>
          </w:p>
          <w:p w:rsidR="00EA74A4" w:rsidRDefault="00316162">
            <w:pPr>
              <w:pStyle w:val="TableParagraph"/>
              <w:spacing w:before="121"/>
              <w:ind w:left="136"/>
              <w:rPr>
                <w:sz w:val="18"/>
              </w:rPr>
            </w:pPr>
            <w:r>
              <w:rPr>
                <w:color w:val="231F20"/>
                <w:sz w:val="18"/>
              </w:rPr>
              <w:t>95928</w:t>
            </w:r>
          </w:p>
        </w:tc>
        <w:tc>
          <w:tcPr>
            <w:tcW w:w="1776" w:type="dxa"/>
          </w:tcPr>
          <w:p w:rsidR="00EA74A4" w:rsidRDefault="00316162">
            <w:pPr>
              <w:pStyle w:val="TableParagraph"/>
              <w:spacing w:before="0" w:line="143" w:lineRule="exact"/>
              <w:ind w:left="262" w:right="28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Butte</w:t>
            </w:r>
          </w:p>
          <w:p w:rsidR="00EA74A4" w:rsidRDefault="00316162">
            <w:pPr>
              <w:pStyle w:val="TableParagraph"/>
              <w:spacing w:before="121"/>
              <w:ind w:left="264" w:right="28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Butte/Glenn</w:t>
            </w:r>
          </w:p>
        </w:tc>
        <w:tc>
          <w:tcPr>
            <w:tcW w:w="1250" w:type="dxa"/>
          </w:tcPr>
          <w:p w:rsidR="00EA74A4" w:rsidRDefault="00316162">
            <w:pPr>
              <w:pStyle w:val="TableParagraph"/>
              <w:spacing w:before="0" w:line="143" w:lineRule="exact"/>
              <w:ind w:left="306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  <w:p w:rsidR="00EA74A4" w:rsidRDefault="00316162">
            <w:pPr>
              <w:pStyle w:val="TableParagraph"/>
              <w:spacing w:before="121"/>
              <w:ind w:left="306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  <w:tc>
          <w:tcPr>
            <w:tcW w:w="1132" w:type="dxa"/>
          </w:tcPr>
          <w:p w:rsidR="00EA74A4" w:rsidRDefault="00EA74A4">
            <w:pPr>
              <w:pStyle w:val="TableParagraph"/>
              <w:spacing w:before="7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Colton</w:t>
            </w:r>
          </w:p>
        </w:tc>
        <w:tc>
          <w:tcPr>
            <w:tcW w:w="1015" w:type="dxa"/>
          </w:tcPr>
          <w:p w:rsidR="00EA74A4" w:rsidRDefault="00EA74A4">
            <w:pPr>
              <w:pStyle w:val="TableParagraph"/>
              <w:spacing w:before="7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228"/>
              <w:rPr>
                <w:sz w:val="18"/>
              </w:rPr>
            </w:pPr>
            <w:r>
              <w:rPr>
                <w:color w:val="231F20"/>
                <w:sz w:val="18"/>
              </w:rPr>
              <w:t>92324</w:t>
            </w:r>
          </w:p>
        </w:tc>
        <w:tc>
          <w:tcPr>
            <w:tcW w:w="1683" w:type="dxa"/>
          </w:tcPr>
          <w:p w:rsidR="00EA74A4" w:rsidRDefault="00316162">
            <w:pPr>
              <w:pStyle w:val="TableParagraph"/>
              <w:spacing w:before="43"/>
              <w:ind w:left="420" w:right="333" w:hanging="92"/>
              <w:rPr>
                <w:sz w:val="18"/>
              </w:rPr>
            </w:pPr>
            <w:r>
              <w:rPr>
                <w:color w:val="231F20"/>
                <w:sz w:val="18"/>
              </w:rPr>
              <w:t>Riverside/San Bernardino</w:t>
            </w:r>
          </w:p>
        </w:tc>
        <w:tc>
          <w:tcPr>
            <w:tcW w:w="588" w:type="dxa"/>
          </w:tcPr>
          <w:p w:rsidR="00EA74A4" w:rsidRDefault="00EA74A4">
            <w:pPr>
              <w:pStyle w:val="TableParagraph"/>
              <w:spacing w:before="7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352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</w:tr>
      <w:tr w:rsidR="00EA74A4">
        <w:trPr>
          <w:trHeight w:val="339"/>
        </w:trPr>
        <w:tc>
          <w:tcPr>
            <w:tcW w:w="1171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Chico</w:t>
            </w:r>
          </w:p>
        </w:tc>
        <w:tc>
          <w:tcPr>
            <w:tcW w:w="877" w:type="dxa"/>
          </w:tcPr>
          <w:p w:rsidR="00EA74A4" w:rsidRDefault="00316162">
            <w:pPr>
              <w:pStyle w:val="TableParagraph"/>
              <w:spacing w:before="43"/>
              <w:ind w:left="136"/>
              <w:rPr>
                <w:sz w:val="18"/>
              </w:rPr>
            </w:pPr>
            <w:r>
              <w:rPr>
                <w:color w:val="231F20"/>
                <w:sz w:val="18"/>
              </w:rPr>
              <w:t>95973</w:t>
            </w:r>
          </w:p>
        </w:tc>
        <w:tc>
          <w:tcPr>
            <w:tcW w:w="1776" w:type="dxa"/>
          </w:tcPr>
          <w:p w:rsidR="00EA74A4" w:rsidRDefault="00316162">
            <w:pPr>
              <w:pStyle w:val="TableParagraph"/>
              <w:spacing w:before="43"/>
              <w:ind w:left="261" w:right="28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Butte/Tehama</w:t>
            </w:r>
          </w:p>
        </w:tc>
        <w:tc>
          <w:tcPr>
            <w:tcW w:w="1250" w:type="dxa"/>
          </w:tcPr>
          <w:p w:rsidR="00EA74A4" w:rsidRDefault="00316162">
            <w:pPr>
              <w:pStyle w:val="TableParagraph"/>
              <w:spacing w:before="43"/>
              <w:ind w:left="306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  <w:tc>
          <w:tcPr>
            <w:tcW w:w="1132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Columbia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43"/>
              <w:ind w:left="228"/>
              <w:rPr>
                <w:sz w:val="18"/>
              </w:rPr>
            </w:pPr>
            <w:r>
              <w:rPr>
                <w:color w:val="231F20"/>
                <w:sz w:val="18"/>
              </w:rPr>
              <w:t>95310</w:t>
            </w:r>
          </w:p>
        </w:tc>
        <w:tc>
          <w:tcPr>
            <w:tcW w:w="1683" w:type="dxa"/>
          </w:tcPr>
          <w:p w:rsidR="00EA74A4" w:rsidRDefault="00316162">
            <w:pPr>
              <w:pStyle w:val="TableParagraph"/>
              <w:spacing w:before="43"/>
              <w:ind w:right="482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Tuolumne</w:t>
            </w:r>
          </w:p>
        </w:tc>
        <w:tc>
          <w:tcPr>
            <w:tcW w:w="588" w:type="dxa"/>
          </w:tcPr>
          <w:p w:rsidR="00EA74A4" w:rsidRDefault="00316162">
            <w:pPr>
              <w:pStyle w:val="TableParagraph"/>
              <w:spacing w:before="43"/>
              <w:ind w:left="352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  <w:tr w:rsidR="00EA74A4">
        <w:trPr>
          <w:trHeight w:val="339"/>
        </w:trPr>
        <w:tc>
          <w:tcPr>
            <w:tcW w:w="1171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Chilcoot</w:t>
            </w:r>
          </w:p>
        </w:tc>
        <w:tc>
          <w:tcPr>
            <w:tcW w:w="877" w:type="dxa"/>
          </w:tcPr>
          <w:p w:rsidR="00EA74A4" w:rsidRDefault="00316162">
            <w:pPr>
              <w:pStyle w:val="TableParagraph"/>
              <w:ind w:left="136"/>
              <w:rPr>
                <w:sz w:val="18"/>
              </w:rPr>
            </w:pPr>
            <w:r>
              <w:rPr>
                <w:color w:val="231F20"/>
                <w:sz w:val="18"/>
              </w:rPr>
              <w:t>96105</w:t>
            </w:r>
          </w:p>
        </w:tc>
        <w:tc>
          <w:tcPr>
            <w:tcW w:w="1776" w:type="dxa"/>
          </w:tcPr>
          <w:p w:rsidR="00EA74A4" w:rsidRDefault="00316162">
            <w:pPr>
              <w:pStyle w:val="TableParagraph"/>
              <w:ind w:left="264" w:right="28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Plumas</w:t>
            </w:r>
          </w:p>
        </w:tc>
        <w:tc>
          <w:tcPr>
            <w:tcW w:w="1250" w:type="dxa"/>
          </w:tcPr>
          <w:p w:rsidR="00EA74A4" w:rsidRDefault="00316162">
            <w:pPr>
              <w:pStyle w:val="TableParagraph"/>
              <w:ind w:left="306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  <w:tc>
          <w:tcPr>
            <w:tcW w:w="1132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Colusa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ind w:left="228"/>
              <w:rPr>
                <w:sz w:val="18"/>
              </w:rPr>
            </w:pPr>
            <w:r>
              <w:rPr>
                <w:color w:val="231F20"/>
                <w:sz w:val="18"/>
              </w:rPr>
              <w:t>95932</w:t>
            </w:r>
          </w:p>
        </w:tc>
        <w:tc>
          <w:tcPr>
            <w:tcW w:w="1683" w:type="dxa"/>
          </w:tcPr>
          <w:p w:rsidR="00EA74A4" w:rsidRDefault="00316162">
            <w:pPr>
              <w:pStyle w:val="TableParagraph"/>
              <w:ind w:left="561" w:right="58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Colusa</w:t>
            </w:r>
          </w:p>
        </w:tc>
        <w:tc>
          <w:tcPr>
            <w:tcW w:w="588" w:type="dxa"/>
          </w:tcPr>
          <w:p w:rsidR="00EA74A4" w:rsidRDefault="00316162">
            <w:pPr>
              <w:pStyle w:val="TableParagraph"/>
              <w:ind w:left="352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339"/>
        </w:trPr>
        <w:tc>
          <w:tcPr>
            <w:tcW w:w="1171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Chinese Camp</w:t>
            </w:r>
          </w:p>
        </w:tc>
        <w:tc>
          <w:tcPr>
            <w:tcW w:w="877" w:type="dxa"/>
          </w:tcPr>
          <w:p w:rsidR="00EA74A4" w:rsidRDefault="00316162">
            <w:pPr>
              <w:pStyle w:val="TableParagraph"/>
              <w:spacing w:before="43"/>
              <w:ind w:left="136"/>
              <w:rPr>
                <w:sz w:val="18"/>
              </w:rPr>
            </w:pPr>
            <w:r>
              <w:rPr>
                <w:color w:val="231F20"/>
                <w:sz w:val="18"/>
              </w:rPr>
              <w:t>95309</w:t>
            </w:r>
          </w:p>
        </w:tc>
        <w:tc>
          <w:tcPr>
            <w:tcW w:w="1776" w:type="dxa"/>
          </w:tcPr>
          <w:p w:rsidR="00EA74A4" w:rsidRDefault="00316162">
            <w:pPr>
              <w:pStyle w:val="TableParagraph"/>
              <w:spacing w:before="43"/>
              <w:ind w:left="264" w:right="28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Tuolumne</w:t>
            </w:r>
          </w:p>
        </w:tc>
        <w:tc>
          <w:tcPr>
            <w:tcW w:w="1250" w:type="dxa"/>
          </w:tcPr>
          <w:p w:rsidR="00EA74A4" w:rsidRDefault="00316162">
            <w:pPr>
              <w:pStyle w:val="TableParagraph"/>
              <w:spacing w:before="43"/>
              <w:ind w:left="305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132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Comptche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43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95427</w:t>
            </w:r>
          </w:p>
        </w:tc>
        <w:tc>
          <w:tcPr>
            <w:tcW w:w="1683" w:type="dxa"/>
          </w:tcPr>
          <w:p w:rsidR="00EA74A4" w:rsidRDefault="00316162">
            <w:pPr>
              <w:pStyle w:val="TableParagraph"/>
              <w:spacing w:before="43"/>
              <w:ind w:right="437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Mendocino</w:t>
            </w:r>
          </w:p>
        </w:tc>
        <w:tc>
          <w:tcPr>
            <w:tcW w:w="588" w:type="dxa"/>
          </w:tcPr>
          <w:p w:rsidR="00EA74A4" w:rsidRDefault="00316162">
            <w:pPr>
              <w:pStyle w:val="TableParagraph"/>
              <w:spacing w:before="43"/>
              <w:ind w:left="398"/>
              <w:rPr>
                <w:sz w:val="18"/>
              </w:rPr>
            </w:pPr>
            <w:r>
              <w:rPr>
                <w:color w:val="231F20"/>
                <w:sz w:val="18"/>
              </w:rPr>
              <w:t>1</w:t>
            </w:r>
          </w:p>
        </w:tc>
      </w:tr>
      <w:tr w:rsidR="00EA74A4">
        <w:trPr>
          <w:trHeight w:val="340"/>
        </w:trPr>
        <w:tc>
          <w:tcPr>
            <w:tcW w:w="1171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Chino</w:t>
            </w:r>
          </w:p>
        </w:tc>
        <w:tc>
          <w:tcPr>
            <w:tcW w:w="877" w:type="dxa"/>
          </w:tcPr>
          <w:p w:rsidR="00EA74A4" w:rsidRDefault="00316162">
            <w:pPr>
              <w:pStyle w:val="TableParagraph"/>
              <w:ind w:left="136"/>
              <w:rPr>
                <w:sz w:val="18"/>
              </w:rPr>
            </w:pPr>
            <w:r>
              <w:rPr>
                <w:color w:val="231F20"/>
                <w:sz w:val="18"/>
              </w:rPr>
              <w:t>91708</w:t>
            </w:r>
          </w:p>
        </w:tc>
        <w:tc>
          <w:tcPr>
            <w:tcW w:w="1776" w:type="dxa"/>
          </w:tcPr>
          <w:p w:rsidR="00EA74A4" w:rsidRDefault="00316162">
            <w:pPr>
              <w:pStyle w:val="TableParagraph"/>
              <w:ind w:left="262" w:right="28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Bernardino</w:t>
            </w:r>
          </w:p>
        </w:tc>
        <w:tc>
          <w:tcPr>
            <w:tcW w:w="1250" w:type="dxa"/>
          </w:tcPr>
          <w:p w:rsidR="00EA74A4" w:rsidRDefault="00316162">
            <w:pPr>
              <w:pStyle w:val="TableParagraph"/>
              <w:ind w:left="305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  <w:tc>
          <w:tcPr>
            <w:tcW w:w="1132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Compton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ind w:left="228"/>
              <w:rPr>
                <w:sz w:val="18"/>
              </w:rPr>
            </w:pPr>
            <w:r>
              <w:rPr>
                <w:color w:val="231F20"/>
                <w:sz w:val="18"/>
              </w:rPr>
              <w:t>90220</w:t>
            </w:r>
          </w:p>
        </w:tc>
        <w:tc>
          <w:tcPr>
            <w:tcW w:w="1683" w:type="dxa"/>
          </w:tcPr>
          <w:p w:rsidR="00EA74A4" w:rsidRDefault="00316162">
            <w:pPr>
              <w:pStyle w:val="TableParagraph"/>
              <w:ind w:right="424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588" w:type="dxa"/>
          </w:tcPr>
          <w:p w:rsidR="00EA74A4" w:rsidRDefault="00316162">
            <w:pPr>
              <w:pStyle w:val="TableParagraph"/>
              <w:ind w:left="398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339"/>
        </w:trPr>
        <w:tc>
          <w:tcPr>
            <w:tcW w:w="1171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7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76" w:type="dxa"/>
          </w:tcPr>
          <w:p w:rsidR="00EA74A4" w:rsidRDefault="00316162">
            <w:pPr>
              <w:pStyle w:val="TableParagraph"/>
              <w:ind w:left="264" w:right="28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Angeles/San</w:t>
            </w:r>
          </w:p>
        </w:tc>
        <w:tc>
          <w:tcPr>
            <w:tcW w:w="1250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Compton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ind w:left="228"/>
              <w:rPr>
                <w:sz w:val="18"/>
              </w:rPr>
            </w:pPr>
            <w:r>
              <w:rPr>
                <w:color w:val="231F20"/>
                <w:sz w:val="18"/>
              </w:rPr>
              <w:t>90221</w:t>
            </w:r>
          </w:p>
        </w:tc>
        <w:tc>
          <w:tcPr>
            <w:tcW w:w="1683" w:type="dxa"/>
          </w:tcPr>
          <w:p w:rsidR="00EA74A4" w:rsidRDefault="00316162">
            <w:pPr>
              <w:pStyle w:val="TableParagraph"/>
              <w:ind w:right="424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588" w:type="dxa"/>
          </w:tcPr>
          <w:p w:rsidR="00EA74A4" w:rsidRDefault="00316162">
            <w:pPr>
              <w:pStyle w:val="TableParagraph"/>
              <w:ind w:left="398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259"/>
        </w:trPr>
        <w:tc>
          <w:tcPr>
            <w:tcW w:w="6206" w:type="dxa"/>
            <w:gridSpan w:val="5"/>
          </w:tcPr>
          <w:p w:rsidR="00EA74A4" w:rsidRDefault="00316162">
            <w:pPr>
              <w:pStyle w:val="TableParagraph"/>
              <w:tabs>
                <w:tab w:val="left" w:pos="1307"/>
                <w:tab w:val="left" w:pos="2517"/>
                <w:tab w:val="left" w:pos="4130"/>
                <w:tab w:val="left" w:pos="5123"/>
              </w:tabs>
              <w:spacing w:before="0" w:line="129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Chino</w:t>
            </w:r>
            <w:r>
              <w:rPr>
                <w:color w:val="231F20"/>
                <w:sz w:val="18"/>
              </w:rPr>
              <w:tab/>
              <w:t>91710</w:t>
            </w:r>
            <w:r>
              <w:rPr>
                <w:color w:val="231F20"/>
                <w:sz w:val="18"/>
              </w:rPr>
              <w:tab/>
              <w:t>Bernardino</w:t>
            </w:r>
            <w:r>
              <w:rPr>
                <w:color w:val="231F20"/>
                <w:sz w:val="18"/>
              </w:rPr>
              <w:tab/>
              <w:t>10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position w:val="-11"/>
                <w:sz w:val="18"/>
              </w:rPr>
              <w:t>Compton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43" w:line="196" w:lineRule="exact"/>
              <w:ind w:left="228"/>
              <w:rPr>
                <w:sz w:val="18"/>
              </w:rPr>
            </w:pPr>
            <w:r>
              <w:rPr>
                <w:color w:val="231F20"/>
                <w:sz w:val="18"/>
              </w:rPr>
              <w:t>90222</w:t>
            </w:r>
          </w:p>
        </w:tc>
        <w:tc>
          <w:tcPr>
            <w:tcW w:w="1683" w:type="dxa"/>
          </w:tcPr>
          <w:p w:rsidR="00EA74A4" w:rsidRDefault="00316162">
            <w:pPr>
              <w:pStyle w:val="TableParagraph"/>
              <w:spacing w:before="43" w:line="196" w:lineRule="exact"/>
              <w:ind w:right="424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588" w:type="dxa"/>
          </w:tcPr>
          <w:p w:rsidR="00EA74A4" w:rsidRDefault="00316162">
            <w:pPr>
              <w:pStyle w:val="TableParagraph"/>
              <w:spacing w:before="43" w:line="196" w:lineRule="exact"/>
              <w:ind w:left="398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</w:tbl>
    <w:p w:rsidR="00EA74A4" w:rsidRDefault="00EA74A4">
      <w:pPr>
        <w:spacing w:line="196" w:lineRule="exact"/>
        <w:rPr>
          <w:sz w:val="18"/>
        </w:rPr>
        <w:sectPr w:rsidR="00EA74A4">
          <w:type w:val="continuous"/>
          <w:pgSz w:w="10140" w:h="12960"/>
          <w:pgMar w:top="180" w:right="0" w:bottom="0" w:left="20" w:header="720" w:footer="720" w:gutter="0"/>
          <w:cols w:space="720"/>
        </w:sectPr>
      </w:pPr>
    </w:p>
    <w:p w:rsidR="00EA74A4" w:rsidRDefault="00316162">
      <w:pPr>
        <w:pStyle w:val="BodyText"/>
        <w:tabs>
          <w:tab w:val="left" w:pos="1717"/>
          <w:tab w:val="left" w:pos="2864"/>
          <w:tab w:val="right" w:pos="4724"/>
        </w:tabs>
        <w:spacing w:before="134"/>
        <w:ind w:left="409"/>
      </w:pPr>
      <w:r>
        <w:rPr>
          <w:color w:val="231F20"/>
        </w:rPr>
        <w:lastRenderedPageBreak/>
        <w:t>Concord</w:t>
      </w:r>
      <w:r>
        <w:rPr>
          <w:color w:val="231F20"/>
        </w:rPr>
        <w:tab/>
        <w:t>94518</w:t>
      </w:r>
      <w:r>
        <w:rPr>
          <w:color w:val="231F20"/>
        </w:rPr>
        <w:tab/>
        <w:t>Contra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64"/>
          <w:tab w:val="right" w:pos="4724"/>
        </w:tabs>
        <w:spacing w:before="118"/>
        <w:ind w:left="409"/>
      </w:pPr>
      <w:r>
        <w:rPr>
          <w:color w:val="231F20"/>
        </w:rPr>
        <w:t>Concord</w:t>
      </w:r>
      <w:r>
        <w:rPr>
          <w:color w:val="231F20"/>
        </w:rPr>
        <w:tab/>
        <w:t>94519</w:t>
      </w:r>
      <w:r>
        <w:rPr>
          <w:color w:val="231F20"/>
        </w:rPr>
        <w:tab/>
        <w:t>Contra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64"/>
          <w:tab w:val="right" w:pos="4724"/>
        </w:tabs>
        <w:spacing w:before="121"/>
        <w:ind w:left="409"/>
      </w:pPr>
      <w:r>
        <w:rPr>
          <w:color w:val="231F20"/>
        </w:rPr>
        <w:t>Concord</w:t>
      </w:r>
      <w:r>
        <w:rPr>
          <w:color w:val="231F20"/>
        </w:rPr>
        <w:tab/>
        <w:t>94520</w:t>
      </w:r>
      <w:r>
        <w:rPr>
          <w:color w:val="231F20"/>
        </w:rPr>
        <w:tab/>
        <w:t>Contra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64"/>
          <w:tab w:val="right" w:pos="4724"/>
        </w:tabs>
        <w:spacing w:before="119"/>
        <w:ind w:left="409"/>
      </w:pPr>
      <w:r>
        <w:rPr>
          <w:color w:val="231F20"/>
        </w:rPr>
        <w:t>Concord</w:t>
      </w:r>
      <w:r>
        <w:rPr>
          <w:color w:val="231F20"/>
        </w:rPr>
        <w:tab/>
        <w:t>94521</w:t>
      </w:r>
      <w:r>
        <w:rPr>
          <w:color w:val="231F20"/>
        </w:rPr>
        <w:tab/>
        <w:t>Contra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718"/>
          <w:tab w:val="right" w:pos="4723"/>
        </w:tabs>
        <w:spacing w:before="121"/>
        <w:ind w:left="409"/>
      </w:pPr>
      <w:r>
        <w:rPr>
          <w:color w:val="231F20"/>
        </w:rPr>
        <w:t>Cool</w:t>
      </w:r>
      <w:r>
        <w:rPr>
          <w:color w:val="231F20"/>
        </w:rPr>
        <w:tab/>
        <w:t>95614</w:t>
      </w:r>
      <w:r>
        <w:rPr>
          <w:color w:val="231F20"/>
        </w:rPr>
        <w:tab/>
        <w:t>El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Dorado/Placer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8"/>
          <w:tab w:val="left" w:pos="2581"/>
          <w:tab w:val="right" w:pos="4723"/>
        </w:tabs>
        <w:spacing w:before="119"/>
        <w:ind w:left="409"/>
      </w:pPr>
      <w:r>
        <w:rPr>
          <w:color w:val="231F20"/>
        </w:rPr>
        <w:t>Cooperopolis</w:t>
      </w:r>
      <w:r>
        <w:rPr>
          <w:color w:val="231F20"/>
        </w:rPr>
        <w:tab/>
        <w:t>95228</w:t>
      </w:r>
      <w:r>
        <w:rPr>
          <w:color w:val="231F20"/>
        </w:rPr>
        <w:tab/>
        <w:t>Calaveras/Tuolumne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6"/>
          <w:tab w:val="left" w:pos="2876"/>
          <w:tab w:val="right" w:pos="4725"/>
        </w:tabs>
        <w:spacing w:before="121"/>
        <w:ind w:left="409"/>
      </w:pPr>
      <w:r>
        <w:rPr>
          <w:color w:val="231F20"/>
        </w:rPr>
        <w:t>Corcoran</w:t>
      </w:r>
      <w:r>
        <w:rPr>
          <w:color w:val="231F20"/>
        </w:rPr>
        <w:tab/>
        <w:t>93212</w:t>
      </w:r>
      <w:r>
        <w:rPr>
          <w:color w:val="231F20"/>
        </w:rPr>
        <w:tab/>
        <w:t>Kings/Tulare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718"/>
          <w:tab w:val="left" w:pos="3042"/>
          <w:tab w:val="right" w:pos="4724"/>
        </w:tabs>
        <w:spacing w:before="121"/>
        <w:ind w:left="409"/>
      </w:pPr>
      <w:r>
        <w:rPr>
          <w:color w:val="231F20"/>
        </w:rPr>
        <w:t>Corning</w:t>
      </w:r>
      <w:r>
        <w:rPr>
          <w:color w:val="231F20"/>
        </w:rPr>
        <w:tab/>
        <w:t>96021</w:t>
      </w:r>
      <w:r>
        <w:rPr>
          <w:color w:val="231F20"/>
        </w:rPr>
        <w:tab/>
        <w:t>Tehama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720"/>
          <w:tab w:val="left" w:pos="2924"/>
          <w:tab w:val="right" w:pos="4678"/>
        </w:tabs>
        <w:spacing w:before="134"/>
        <w:ind w:left="409"/>
      </w:pPr>
      <w:r>
        <w:br w:type="column"/>
      </w:r>
      <w:r>
        <w:rPr>
          <w:color w:val="231F20"/>
        </w:rPr>
        <w:t>Cupertino</w:t>
      </w:r>
      <w:r>
        <w:rPr>
          <w:color w:val="231F20"/>
        </w:rPr>
        <w:tab/>
        <w:t>95014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20"/>
          <w:tab w:val="left" w:pos="3104"/>
          <w:tab w:val="right" w:pos="4724"/>
        </w:tabs>
        <w:spacing w:before="118"/>
        <w:ind w:left="409"/>
      </w:pPr>
      <w:r>
        <w:rPr>
          <w:color w:val="231F20"/>
        </w:rPr>
        <w:t>Cutler</w:t>
      </w:r>
      <w:r>
        <w:rPr>
          <w:color w:val="231F20"/>
        </w:rPr>
        <w:tab/>
        <w:t>93615</w:t>
      </w:r>
      <w:r>
        <w:rPr>
          <w:color w:val="231F20"/>
        </w:rPr>
        <w:tab/>
        <w:t>Tulare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720"/>
          <w:tab w:val="left" w:pos="3067"/>
          <w:tab w:val="left" w:pos="4588"/>
        </w:tabs>
        <w:spacing w:before="121"/>
        <w:ind w:left="409"/>
      </w:pPr>
      <w:r>
        <w:rPr>
          <w:color w:val="231F20"/>
        </w:rPr>
        <w:t>Cypress</w:t>
      </w:r>
      <w:r>
        <w:rPr>
          <w:color w:val="231F20"/>
        </w:rPr>
        <w:tab/>
        <w:t>90630</w:t>
      </w:r>
      <w:r>
        <w:rPr>
          <w:color w:val="231F20"/>
        </w:rPr>
        <w:tab/>
        <w:t>Orange</w:t>
      </w:r>
      <w:r>
        <w:rPr>
          <w:color w:val="231F20"/>
        </w:rPr>
        <w:tab/>
        <w:t>8</w:t>
      </w:r>
    </w:p>
    <w:p w:rsidR="00EA74A4" w:rsidRDefault="00316162">
      <w:pPr>
        <w:pStyle w:val="Heading1"/>
        <w:spacing w:before="458"/>
        <w:ind w:left="409"/>
      </w:pPr>
      <w:r>
        <w:rPr>
          <w:color w:val="231F20"/>
        </w:rPr>
        <w:t>D</w:t>
      </w:r>
    </w:p>
    <w:p w:rsidR="00EA74A4" w:rsidRDefault="00316162">
      <w:pPr>
        <w:pStyle w:val="BodyText"/>
        <w:tabs>
          <w:tab w:val="left" w:pos="1720"/>
          <w:tab w:val="left" w:pos="2773"/>
          <w:tab w:val="right" w:pos="4724"/>
        </w:tabs>
        <w:spacing w:before="461"/>
        <w:ind w:left="409"/>
      </w:pPr>
      <w:r>
        <w:rPr>
          <w:color w:val="231F20"/>
        </w:rPr>
        <w:t>Daggett</w:t>
      </w:r>
      <w:r>
        <w:rPr>
          <w:color w:val="231F20"/>
        </w:rPr>
        <w:tab/>
        <w:t>92327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spacing w:before="121"/>
        <w:ind w:left="2675"/>
      </w:pPr>
      <w:r>
        <w:rPr>
          <w:color w:val="231F20"/>
        </w:rPr>
        <w:t>San Francisco/San</w:t>
      </w:r>
    </w:p>
    <w:p w:rsidR="00EA74A4" w:rsidRDefault="00EA74A4">
      <w:pPr>
        <w:sectPr w:rsidR="00EA74A4">
          <w:pgSz w:w="10140" w:h="12960"/>
          <w:pgMar w:top="220" w:right="0" w:bottom="0" w:left="20" w:header="20" w:footer="0" w:gutter="0"/>
          <w:cols w:num="2" w:space="720" w:equalWidth="0">
            <w:col w:w="4766" w:space="358"/>
            <w:col w:w="4996"/>
          </w:cols>
        </w:sectPr>
      </w:pPr>
    </w:p>
    <w:p w:rsidR="00EA74A4" w:rsidRDefault="00316162">
      <w:pPr>
        <w:pStyle w:val="BodyText"/>
        <w:tabs>
          <w:tab w:val="left" w:pos="1717"/>
          <w:tab w:val="left" w:pos="3000"/>
          <w:tab w:val="right" w:pos="4724"/>
        </w:tabs>
        <w:spacing w:before="70"/>
        <w:ind w:left="409"/>
      </w:pPr>
      <w:r>
        <w:rPr>
          <w:color w:val="231F20"/>
        </w:rPr>
        <w:t>Corona</w:t>
      </w:r>
      <w:r>
        <w:rPr>
          <w:color w:val="231F20"/>
        </w:rPr>
        <w:tab/>
        <w:t>92879</w:t>
      </w:r>
      <w:r>
        <w:rPr>
          <w:color w:val="231F20"/>
        </w:rPr>
        <w:tab/>
        <w:t>Riverside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spacing w:before="121" w:line="185" w:lineRule="exact"/>
        <w:ind w:left="2836"/>
      </w:pPr>
      <w:r>
        <w:rPr>
          <w:color w:val="231F20"/>
        </w:rPr>
        <w:t>Riverside/San</w:t>
      </w:r>
    </w:p>
    <w:p w:rsidR="00EA74A4" w:rsidRDefault="00316162">
      <w:pPr>
        <w:pStyle w:val="BodyText"/>
        <w:tabs>
          <w:tab w:val="right" w:pos="2175"/>
        </w:tabs>
        <w:spacing w:line="218" w:lineRule="exact"/>
        <w:ind w:left="409"/>
      </w:pPr>
      <w:r>
        <w:br w:type="column"/>
      </w:r>
      <w:r>
        <w:rPr>
          <w:color w:val="231F20"/>
        </w:rPr>
        <w:t>Daly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City</w:t>
      </w:r>
      <w:r>
        <w:rPr>
          <w:color w:val="231F20"/>
        </w:rPr>
        <w:tab/>
        <w:t>94014</w:t>
      </w:r>
    </w:p>
    <w:p w:rsidR="00EA74A4" w:rsidRDefault="00316162">
      <w:pPr>
        <w:pStyle w:val="BodyText"/>
        <w:tabs>
          <w:tab w:val="right" w:pos="2413"/>
        </w:tabs>
        <w:spacing w:line="218" w:lineRule="exact"/>
        <w:ind w:left="827"/>
      </w:pPr>
      <w:r>
        <w:br w:type="column"/>
      </w:r>
      <w:r>
        <w:rPr>
          <w:color w:val="231F20"/>
        </w:rPr>
        <w:t>Mateo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spacing w:before="121"/>
        <w:ind w:left="409"/>
      </w:pPr>
      <w:r>
        <w:rPr>
          <w:color w:val="231F20"/>
        </w:rPr>
        <w:t>San Francisco/San</w:t>
      </w:r>
    </w:p>
    <w:p w:rsidR="00EA74A4" w:rsidRDefault="00EA74A4">
      <w:pPr>
        <w:sectPr w:rsidR="00EA74A4">
          <w:type w:val="continuous"/>
          <w:pgSz w:w="10140" w:h="12960"/>
          <w:pgMar w:top="180" w:right="0" w:bottom="0" w:left="20" w:header="720" w:footer="720" w:gutter="0"/>
          <w:cols w:num="3" w:space="720" w:equalWidth="0">
            <w:col w:w="4765" w:space="359"/>
            <w:col w:w="2216" w:space="49"/>
            <w:col w:w="2731"/>
          </w:cols>
        </w:sectPr>
      </w:pPr>
    </w:p>
    <w:p w:rsidR="00EA74A4" w:rsidRDefault="00316162">
      <w:pPr>
        <w:pStyle w:val="BodyText"/>
        <w:tabs>
          <w:tab w:val="right" w:pos="2173"/>
        </w:tabs>
        <w:spacing w:before="34"/>
        <w:ind w:left="409"/>
      </w:pPr>
      <w:r>
        <w:rPr>
          <w:color w:val="231F20"/>
        </w:rPr>
        <w:t>Corona</w:t>
      </w:r>
      <w:r>
        <w:rPr>
          <w:color w:val="231F20"/>
        </w:rPr>
        <w:tab/>
        <w:t>92880</w:t>
      </w:r>
    </w:p>
    <w:p w:rsidR="00EA74A4" w:rsidRDefault="00316162">
      <w:pPr>
        <w:pStyle w:val="BodyText"/>
        <w:tabs>
          <w:tab w:val="right" w:pos="2207"/>
        </w:tabs>
        <w:spacing w:before="34"/>
        <w:ind w:left="409"/>
      </w:pPr>
      <w:r>
        <w:br w:type="column"/>
      </w:r>
      <w:r>
        <w:rPr>
          <w:color w:val="231F20"/>
        </w:rPr>
        <w:t>Bernardino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right" w:pos="2175"/>
        </w:tabs>
        <w:spacing w:line="184" w:lineRule="exact"/>
        <w:ind w:left="409"/>
      </w:pPr>
      <w:r>
        <w:br w:type="column"/>
      </w:r>
      <w:r>
        <w:rPr>
          <w:color w:val="231F20"/>
        </w:rPr>
        <w:t>Daly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City</w:t>
      </w:r>
      <w:r>
        <w:rPr>
          <w:color w:val="231F20"/>
        </w:rPr>
        <w:tab/>
        <w:t>94015</w:t>
      </w:r>
    </w:p>
    <w:p w:rsidR="00EA74A4" w:rsidRDefault="00316162">
      <w:pPr>
        <w:pStyle w:val="BodyText"/>
        <w:tabs>
          <w:tab w:val="right" w:pos="1996"/>
        </w:tabs>
        <w:spacing w:line="184" w:lineRule="exact"/>
        <w:ind w:left="409"/>
      </w:pPr>
      <w:r>
        <w:br w:type="column"/>
      </w:r>
      <w:r>
        <w:rPr>
          <w:color w:val="231F20"/>
        </w:rPr>
        <w:t>Mateo</w:t>
      </w:r>
      <w:r>
        <w:rPr>
          <w:color w:val="231F20"/>
        </w:rPr>
        <w:tab/>
        <w:t>3</w:t>
      </w:r>
    </w:p>
    <w:p w:rsidR="00EA74A4" w:rsidRDefault="00EA74A4">
      <w:pPr>
        <w:spacing w:line="184" w:lineRule="exact"/>
        <w:sectPr w:rsidR="00EA74A4">
          <w:type w:val="continuous"/>
          <w:pgSz w:w="10140" w:h="12960"/>
          <w:pgMar w:top="180" w:right="0" w:bottom="0" w:left="20" w:header="720" w:footer="720" w:gutter="0"/>
          <w:cols w:num="4" w:space="720" w:equalWidth="0">
            <w:col w:w="2214" w:space="303"/>
            <w:col w:w="2248" w:space="359"/>
            <w:col w:w="2216" w:space="467"/>
            <w:col w:w="2313"/>
          </w:cols>
        </w:sectPr>
      </w:pPr>
    </w:p>
    <w:p w:rsidR="00EA74A4" w:rsidRDefault="00316162">
      <w:pPr>
        <w:pStyle w:val="BodyText"/>
        <w:tabs>
          <w:tab w:val="left" w:pos="1717"/>
          <w:tab w:val="left" w:pos="3000"/>
          <w:tab w:val="right" w:pos="4724"/>
        </w:tabs>
        <w:spacing w:before="121"/>
        <w:ind w:left="409"/>
      </w:pPr>
      <w:r>
        <w:rPr>
          <w:color w:val="231F20"/>
        </w:rPr>
        <w:t>Corona</w:t>
      </w:r>
      <w:r>
        <w:rPr>
          <w:color w:val="231F20"/>
        </w:rPr>
        <w:tab/>
        <w:t>92881</w:t>
      </w:r>
      <w:r>
        <w:rPr>
          <w:color w:val="231F20"/>
        </w:rPr>
        <w:tab/>
        <w:t>Riverside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717"/>
          <w:tab w:val="left" w:pos="3000"/>
          <w:tab w:val="right" w:pos="4724"/>
        </w:tabs>
        <w:spacing w:before="118"/>
        <w:ind w:left="409"/>
      </w:pPr>
      <w:r>
        <w:rPr>
          <w:color w:val="231F20"/>
        </w:rPr>
        <w:t>Corona</w:t>
      </w:r>
      <w:r>
        <w:rPr>
          <w:color w:val="231F20"/>
        </w:rPr>
        <w:tab/>
        <w:t>92882</w:t>
      </w:r>
      <w:r>
        <w:rPr>
          <w:color w:val="231F20"/>
        </w:rPr>
        <w:tab/>
        <w:t>Riverside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717"/>
          <w:tab w:val="left" w:pos="3000"/>
          <w:tab w:val="right" w:pos="4724"/>
        </w:tabs>
        <w:spacing w:before="121"/>
        <w:ind w:left="409"/>
      </w:pPr>
      <w:r>
        <w:rPr>
          <w:color w:val="231F20"/>
        </w:rPr>
        <w:t>Corona</w:t>
      </w:r>
      <w:r>
        <w:rPr>
          <w:color w:val="231F20"/>
        </w:rPr>
        <w:tab/>
        <w:t>92883</w:t>
      </w:r>
      <w:r>
        <w:rPr>
          <w:color w:val="231F20"/>
        </w:rPr>
        <w:tab/>
        <w:t>Riverside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spacing w:before="119"/>
        <w:ind w:left="409"/>
      </w:pPr>
      <w:r>
        <w:rPr>
          <w:color w:val="231F20"/>
        </w:rPr>
        <w:t>Corona dl</w:t>
      </w:r>
    </w:p>
    <w:p w:rsidR="00EA74A4" w:rsidRDefault="00316162">
      <w:pPr>
        <w:pStyle w:val="BodyText"/>
        <w:tabs>
          <w:tab w:val="left" w:pos="1717"/>
          <w:tab w:val="left" w:pos="3066"/>
          <w:tab w:val="left" w:pos="4587"/>
        </w:tabs>
        <w:spacing w:before="1"/>
        <w:ind w:left="409"/>
      </w:pPr>
      <w:r>
        <w:rPr>
          <w:color w:val="231F20"/>
        </w:rPr>
        <w:t>Mar</w:t>
      </w:r>
      <w:r>
        <w:rPr>
          <w:color w:val="231F20"/>
        </w:rPr>
        <w:tab/>
        <w:t>92625</w:t>
      </w:r>
      <w:r>
        <w:rPr>
          <w:color w:val="231F20"/>
        </w:rPr>
        <w:tab/>
        <w:t>Orange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17"/>
          <w:tab w:val="left" w:pos="2972"/>
          <w:tab w:val="left" w:pos="4587"/>
        </w:tabs>
        <w:spacing w:before="121"/>
        <w:ind w:left="409"/>
      </w:pPr>
      <w:r>
        <w:rPr>
          <w:color w:val="231F20"/>
        </w:rPr>
        <w:t>Coronado</w:t>
      </w:r>
      <w:r>
        <w:rPr>
          <w:color w:val="231F20"/>
        </w:rPr>
        <w:tab/>
        <w:t>92118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18"/>
          <w:tab w:val="left" w:pos="3117"/>
          <w:tab w:val="right" w:pos="4679"/>
        </w:tabs>
        <w:spacing w:before="119"/>
        <w:ind w:left="409"/>
      </w:pPr>
      <w:r>
        <w:rPr>
          <w:color w:val="231F20"/>
        </w:rPr>
        <w:t>Corte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Madera</w:t>
      </w:r>
      <w:r>
        <w:rPr>
          <w:color w:val="231F20"/>
        </w:rPr>
        <w:tab/>
        <w:t>94925</w:t>
      </w:r>
      <w:r>
        <w:rPr>
          <w:color w:val="231F20"/>
        </w:rPr>
        <w:tab/>
        <w:t>Marin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18"/>
          <w:tab w:val="left" w:pos="3066"/>
          <w:tab w:val="right" w:pos="4678"/>
        </w:tabs>
        <w:spacing w:before="121"/>
        <w:ind w:left="409"/>
      </w:pPr>
      <w:r>
        <w:rPr>
          <w:color w:val="231F20"/>
        </w:rPr>
        <w:t>Costa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Mesa</w:t>
      </w:r>
      <w:r>
        <w:rPr>
          <w:color w:val="231F20"/>
        </w:rPr>
        <w:tab/>
        <w:t>92626</w:t>
      </w:r>
      <w:r>
        <w:rPr>
          <w:color w:val="231F20"/>
        </w:rPr>
        <w:tab/>
        <w:t>Orange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18"/>
          <w:tab w:val="left" w:pos="3066"/>
          <w:tab w:val="right" w:pos="4678"/>
        </w:tabs>
        <w:spacing w:before="119"/>
        <w:ind w:left="409"/>
      </w:pPr>
      <w:r>
        <w:rPr>
          <w:color w:val="231F20"/>
        </w:rPr>
        <w:t>Costa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Mesa</w:t>
      </w:r>
      <w:r>
        <w:rPr>
          <w:color w:val="231F20"/>
        </w:rPr>
        <w:tab/>
        <w:t>92627</w:t>
      </w:r>
      <w:r>
        <w:rPr>
          <w:color w:val="231F20"/>
        </w:rPr>
        <w:tab/>
        <w:t>Orange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18"/>
          <w:tab w:val="left" w:pos="3038"/>
          <w:tab w:val="left" w:pos="4588"/>
        </w:tabs>
        <w:spacing w:before="121"/>
        <w:ind w:left="409"/>
      </w:pPr>
      <w:r>
        <w:rPr>
          <w:color w:val="231F20"/>
        </w:rPr>
        <w:t>Cotati</w:t>
      </w:r>
      <w:r>
        <w:rPr>
          <w:color w:val="231F20"/>
        </w:rPr>
        <w:tab/>
        <w:t>94931</w:t>
      </w:r>
      <w:r>
        <w:rPr>
          <w:color w:val="231F20"/>
        </w:rPr>
        <w:tab/>
        <w:t>Sonoma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717"/>
          <w:tab w:val="left" w:pos="3066"/>
          <w:tab w:val="right" w:pos="4679"/>
        </w:tabs>
        <w:spacing w:before="118"/>
        <w:ind w:left="409"/>
      </w:pPr>
      <w:r>
        <w:rPr>
          <w:color w:val="231F20"/>
        </w:rPr>
        <w:t>Coto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Caza</w:t>
      </w:r>
      <w:r>
        <w:rPr>
          <w:color w:val="231F20"/>
        </w:rPr>
        <w:tab/>
        <w:t>92679</w:t>
      </w:r>
      <w:r>
        <w:rPr>
          <w:color w:val="231F20"/>
        </w:rPr>
        <w:tab/>
        <w:t>Orange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717"/>
          <w:tab w:val="left" w:pos="2766"/>
          <w:tab w:val="right" w:pos="4723"/>
        </w:tabs>
        <w:spacing w:before="121"/>
        <w:ind w:left="409"/>
      </w:pPr>
      <w:r>
        <w:rPr>
          <w:color w:val="231F20"/>
        </w:rPr>
        <w:t>Cottonwood</w:t>
      </w:r>
      <w:r>
        <w:rPr>
          <w:color w:val="231F20"/>
        </w:rPr>
        <w:tab/>
        <w:t>96022</w:t>
      </w:r>
      <w:r>
        <w:rPr>
          <w:color w:val="231F20"/>
        </w:rPr>
        <w:tab/>
        <w:t>Shasta/Tehama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718"/>
          <w:tab w:val="left" w:pos="2586"/>
          <w:tab w:val="right" w:pos="4725"/>
        </w:tabs>
        <w:spacing w:before="119"/>
        <w:ind w:left="409"/>
      </w:pPr>
      <w:r>
        <w:rPr>
          <w:color w:val="231F20"/>
        </w:rPr>
        <w:t>Coulterville</w:t>
      </w:r>
      <w:r>
        <w:rPr>
          <w:color w:val="231F20"/>
        </w:rPr>
        <w:tab/>
        <w:t>95311</w:t>
      </w:r>
      <w:r>
        <w:rPr>
          <w:color w:val="231F20"/>
        </w:rPr>
        <w:tab/>
        <w:t>Mariposa/Tuolumne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704"/>
          <w:tab w:val="right" w:pos="4724"/>
        </w:tabs>
        <w:spacing w:before="121"/>
        <w:ind w:left="409"/>
      </w:pPr>
      <w:r>
        <w:rPr>
          <w:color w:val="231F20"/>
        </w:rPr>
        <w:t>Courtland</w:t>
      </w:r>
      <w:r>
        <w:rPr>
          <w:color w:val="231F20"/>
        </w:rPr>
        <w:tab/>
        <w:t>95615</w:t>
      </w:r>
      <w:r>
        <w:rPr>
          <w:color w:val="231F20"/>
        </w:rPr>
        <w:tab/>
        <w:t>Sacramento/Yolo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8"/>
          <w:tab w:val="left" w:pos="2588"/>
          <w:tab w:val="left" w:pos="4588"/>
        </w:tabs>
        <w:spacing w:before="119"/>
        <w:ind w:left="409"/>
      </w:pPr>
      <w:r>
        <w:rPr>
          <w:color w:val="231F20"/>
        </w:rPr>
        <w:t>Covelo</w:t>
      </w:r>
      <w:r>
        <w:rPr>
          <w:color w:val="231F20"/>
        </w:rPr>
        <w:tab/>
        <w:t>95428</w:t>
      </w:r>
      <w:r>
        <w:rPr>
          <w:color w:val="231F20"/>
        </w:rPr>
        <w:tab/>
        <w:t>Mendocino/Tehama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717"/>
          <w:tab w:val="left" w:pos="2906"/>
          <w:tab w:val="left" w:pos="4588"/>
        </w:tabs>
        <w:spacing w:before="121"/>
        <w:ind w:left="409"/>
      </w:pPr>
      <w:r>
        <w:rPr>
          <w:color w:val="231F20"/>
        </w:rPr>
        <w:t>Covina</w:t>
      </w:r>
      <w:r>
        <w:rPr>
          <w:color w:val="231F20"/>
        </w:rPr>
        <w:tab/>
        <w:t>91722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717"/>
          <w:tab w:val="left" w:pos="2906"/>
          <w:tab w:val="left" w:pos="4588"/>
        </w:tabs>
        <w:spacing w:before="121"/>
        <w:ind w:left="409"/>
      </w:pPr>
      <w:r>
        <w:rPr>
          <w:color w:val="231F20"/>
        </w:rPr>
        <w:t>Covina</w:t>
      </w:r>
      <w:r>
        <w:rPr>
          <w:color w:val="231F20"/>
        </w:rPr>
        <w:tab/>
        <w:t>91723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717"/>
          <w:tab w:val="left" w:pos="2906"/>
          <w:tab w:val="right" w:pos="4679"/>
        </w:tabs>
        <w:spacing w:before="119"/>
        <w:ind w:left="409"/>
      </w:pPr>
      <w:r>
        <w:rPr>
          <w:color w:val="231F20"/>
        </w:rPr>
        <w:t>Covina</w:t>
      </w:r>
      <w:r>
        <w:rPr>
          <w:color w:val="231F20"/>
        </w:rPr>
        <w:tab/>
        <w:t>91724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717"/>
          <w:tab w:val="left" w:pos="2981"/>
          <w:tab w:val="left" w:pos="4587"/>
        </w:tabs>
        <w:spacing w:before="121"/>
        <w:ind w:left="409"/>
      </w:pPr>
      <w:r>
        <w:rPr>
          <w:color w:val="231F20"/>
        </w:rPr>
        <w:t>Crescent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City</w:t>
      </w:r>
      <w:r>
        <w:rPr>
          <w:color w:val="231F20"/>
        </w:rPr>
        <w:tab/>
        <w:t>95531</w:t>
      </w:r>
      <w:r>
        <w:rPr>
          <w:color w:val="231F20"/>
        </w:rPr>
        <w:tab/>
        <w:t>Del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Norte</w:t>
      </w:r>
      <w:r>
        <w:rPr>
          <w:color w:val="231F20"/>
        </w:rPr>
        <w:tab/>
        <w:t>1</w:t>
      </w:r>
    </w:p>
    <w:p w:rsidR="00EA74A4" w:rsidRDefault="00316162">
      <w:pPr>
        <w:pStyle w:val="BodyText"/>
        <w:tabs>
          <w:tab w:val="left" w:pos="1718"/>
          <w:tab w:val="left" w:pos="3072"/>
          <w:tab w:val="right" w:pos="4725"/>
        </w:tabs>
        <w:spacing w:before="118"/>
        <w:ind w:left="409"/>
      </w:pPr>
      <w:r>
        <w:rPr>
          <w:color w:val="231F20"/>
        </w:rPr>
        <w:t>Crescent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Mills</w:t>
      </w:r>
      <w:r>
        <w:rPr>
          <w:color w:val="231F20"/>
        </w:rPr>
        <w:tab/>
        <w:t>95934</w:t>
      </w:r>
      <w:r>
        <w:rPr>
          <w:color w:val="231F20"/>
        </w:rPr>
        <w:tab/>
        <w:t>Plumas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718"/>
          <w:tab w:val="left" w:pos="2773"/>
          <w:tab w:val="right" w:pos="4724"/>
        </w:tabs>
        <w:spacing w:before="121"/>
        <w:ind w:left="409"/>
      </w:pPr>
      <w:r>
        <w:rPr>
          <w:color w:val="231F20"/>
        </w:rPr>
        <w:t>Crestline</w:t>
      </w:r>
      <w:r>
        <w:rPr>
          <w:color w:val="231F20"/>
        </w:rPr>
        <w:tab/>
        <w:t>92325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718"/>
          <w:tab w:val="left" w:pos="2764"/>
          <w:tab w:val="left" w:pos="4588"/>
        </w:tabs>
        <w:spacing w:before="119"/>
        <w:ind w:left="409"/>
      </w:pPr>
      <w:r>
        <w:rPr>
          <w:color w:val="231F20"/>
        </w:rPr>
        <w:t>Creston</w:t>
      </w:r>
      <w:r>
        <w:rPr>
          <w:color w:val="231F20"/>
        </w:rPr>
        <w:tab/>
        <w:t>93432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Luis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Obispo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9"/>
          <w:tab w:val="left" w:pos="2866"/>
          <w:tab w:val="left" w:pos="4543"/>
        </w:tabs>
        <w:spacing w:before="121"/>
        <w:ind w:left="409"/>
      </w:pPr>
      <w:r>
        <w:rPr>
          <w:color w:val="231F20"/>
        </w:rPr>
        <w:t>Crockett</w:t>
      </w:r>
      <w:r>
        <w:rPr>
          <w:color w:val="231F20"/>
        </w:rPr>
        <w:tab/>
        <w:t>94525</w:t>
      </w:r>
      <w:r>
        <w:rPr>
          <w:color w:val="231F20"/>
        </w:rPr>
        <w:tab/>
        <w:t>Contra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spacing w:before="119"/>
        <w:ind w:left="409"/>
      </w:pPr>
      <w:r>
        <w:rPr>
          <w:color w:val="231F20"/>
        </w:rPr>
        <w:t>Crows</w:t>
      </w:r>
    </w:p>
    <w:p w:rsidR="00EA74A4" w:rsidRDefault="00316162">
      <w:pPr>
        <w:pStyle w:val="BodyText"/>
        <w:tabs>
          <w:tab w:val="left" w:pos="1717"/>
          <w:tab w:val="left" w:pos="2972"/>
          <w:tab w:val="right" w:pos="4724"/>
        </w:tabs>
        <w:spacing w:before="1"/>
        <w:ind w:left="409"/>
      </w:pPr>
      <w:r>
        <w:rPr>
          <w:color w:val="231F20"/>
        </w:rPr>
        <w:t>Landing</w:t>
      </w:r>
      <w:r>
        <w:rPr>
          <w:color w:val="231F20"/>
        </w:rPr>
        <w:tab/>
        <w:t>95313</w:t>
      </w:r>
      <w:r>
        <w:rPr>
          <w:color w:val="231F20"/>
        </w:rPr>
        <w:tab/>
        <w:t>Stanislaus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6"/>
          <w:tab w:val="left" w:pos="2905"/>
          <w:tab w:val="left" w:pos="4587"/>
        </w:tabs>
        <w:spacing w:before="121"/>
        <w:ind w:left="409"/>
      </w:pPr>
      <w:r>
        <w:rPr>
          <w:color w:val="231F20"/>
        </w:rPr>
        <w:t>Culver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City</w:t>
      </w:r>
      <w:r>
        <w:rPr>
          <w:color w:val="231F20"/>
        </w:rPr>
        <w:tab/>
        <w:t>90230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716"/>
          <w:tab w:val="left" w:pos="2905"/>
          <w:tab w:val="left" w:pos="4587"/>
        </w:tabs>
        <w:spacing w:before="119"/>
        <w:ind w:left="409"/>
      </w:pPr>
      <w:r>
        <w:rPr>
          <w:color w:val="231F20"/>
        </w:rPr>
        <w:t>Culver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City</w:t>
      </w:r>
      <w:r>
        <w:rPr>
          <w:color w:val="231F20"/>
        </w:rPr>
        <w:tab/>
        <w:t>90232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719"/>
          <w:tab w:val="left" w:pos="3066"/>
          <w:tab w:val="right" w:pos="4678"/>
        </w:tabs>
        <w:spacing w:before="49"/>
        <w:ind w:left="409"/>
      </w:pPr>
      <w:r>
        <w:br w:type="column"/>
      </w:r>
      <w:r>
        <w:rPr>
          <w:color w:val="231F20"/>
        </w:rPr>
        <w:t>Dan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Point</w:t>
      </w:r>
      <w:r>
        <w:rPr>
          <w:color w:val="231F20"/>
        </w:rPr>
        <w:tab/>
        <w:t>92629</w:t>
      </w:r>
      <w:r>
        <w:rPr>
          <w:color w:val="231F20"/>
        </w:rPr>
        <w:tab/>
        <w:t>Orange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20"/>
          <w:tab w:val="left" w:pos="2865"/>
          <w:tab w:val="right" w:pos="4725"/>
        </w:tabs>
        <w:spacing w:before="121"/>
        <w:ind w:left="409"/>
      </w:pPr>
      <w:r>
        <w:rPr>
          <w:color w:val="231F20"/>
        </w:rPr>
        <w:t>Danville</w:t>
      </w:r>
      <w:r>
        <w:rPr>
          <w:color w:val="231F20"/>
        </w:rPr>
        <w:tab/>
        <w:t>94506</w:t>
      </w:r>
      <w:r>
        <w:rPr>
          <w:color w:val="231F20"/>
        </w:rPr>
        <w:tab/>
        <w:t>Contra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20"/>
          <w:tab w:val="left" w:pos="2865"/>
          <w:tab w:val="right" w:pos="4725"/>
        </w:tabs>
        <w:spacing w:before="118"/>
        <w:ind w:left="409"/>
      </w:pPr>
      <w:r>
        <w:rPr>
          <w:color w:val="231F20"/>
        </w:rPr>
        <w:t>Danville</w:t>
      </w:r>
      <w:r>
        <w:rPr>
          <w:color w:val="231F20"/>
        </w:rPr>
        <w:tab/>
        <w:t>94526</w:t>
      </w:r>
      <w:r>
        <w:rPr>
          <w:color w:val="231F20"/>
        </w:rPr>
        <w:tab/>
        <w:t>Contra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20"/>
          <w:tab w:val="left" w:pos="2949"/>
          <w:tab w:val="left" w:pos="4587"/>
        </w:tabs>
        <w:spacing w:before="121"/>
        <w:ind w:left="409"/>
      </w:pPr>
      <w:r>
        <w:rPr>
          <w:color w:val="231F20"/>
        </w:rPr>
        <w:t>Davenport</w:t>
      </w:r>
      <w:r>
        <w:rPr>
          <w:color w:val="231F20"/>
        </w:rPr>
        <w:tab/>
        <w:t>95017</w:t>
      </w:r>
      <w:r>
        <w:rPr>
          <w:color w:val="231F20"/>
        </w:rPr>
        <w:tab/>
        <w:t>Santa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Cruz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19"/>
          <w:tab w:val="left" w:pos="2893"/>
          <w:tab w:val="right" w:pos="4724"/>
        </w:tabs>
        <w:spacing w:before="119"/>
        <w:ind w:left="409"/>
      </w:pPr>
      <w:r>
        <w:rPr>
          <w:color w:val="231F20"/>
        </w:rPr>
        <w:t>Davis</w:t>
      </w:r>
      <w:r>
        <w:rPr>
          <w:color w:val="231F20"/>
        </w:rPr>
        <w:tab/>
        <w:t>95616</w:t>
      </w:r>
      <w:r>
        <w:rPr>
          <w:color w:val="231F20"/>
        </w:rPr>
        <w:tab/>
        <w:t>Solano/Yolo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9"/>
          <w:tab w:val="left" w:pos="2893"/>
          <w:tab w:val="right" w:pos="4724"/>
        </w:tabs>
        <w:spacing w:before="121"/>
        <w:ind w:left="409"/>
      </w:pPr>
      <w:r>
        <w:rPr>
          <w:color w:val="231F20"/>
        </w:rPr>
        <w:t>Davis</w:t>
      </w:r>
      <w:r>
        <w:rPr>
          <w:color w:val="231F20"/>
        </w:rPr>
        <w:tab/>
        <w:t>95618</w:t>
      </w:r>
      <w:r>
        <w:rPr>
          <w:color w:val="231F20"/>
        </w:rPr>
        <w:tab/>
        <w:t>Solano/Yolo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9"/>
          <w:tab w:val="left" w:pos="3077"/>
          <w:tab w:val="right" w:pos="4723"/>
        </w:tabs>
        <w:spacing w:before="119"/>
        <w:ind w:left="409"/>
      </w:pPr>
      <w:r>
        <w:rPr>
          <w:color w:val="231F20"/>
        </w:rPr>
        <w:t>Davis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Creek</w:t>
      </w:r>
      <w:r>
        <w:rPr>
          <w:color w:val="231F20"/>
        </w:rPr>
        <w:tab/>
        <w:t>96108</w:t>
      </w:r>
      <w:r>
        <w:rPr>
          <w:color w:val="231F20"/>
        </w:rPr>
        <w:tab/>
        <w:t>Modoc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720"/>
          <w:tab w:val="left" w:pos="3177"/>
          <w:tab w:val="left" w:pos="4542"/>
        </w:tabs>
        <w:spacing w:before="121"/>
        <w:ind w:left="409"/>
      </w:pPr>
      <w:r>
        <w:rPr>
          <w:color w:val="231F20"/>
        </w:rPr>
        <w:t>Death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Valley</w:t>
      </w:r>
      <w:r>
        <w:rPr>
          <w:color w:val="231F20"/>
        </w:rPr>
        <w:tab/>
        <w:t>92328</w:t>
      </w:r>
      <w:r>
        <w:rPr>
          <w:color w:val="231F20"/>
        </w:rPr>
        <w:tab/>
        <w:t>Inyo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tabs>
          <w:tab w:val="left" w:pos="1720"/>
          <w:tab w:val="left" w:pos="3143"/>
          <w:tab w:val="left" w:pos="4588"/>
        </w:tabs>
        <w:spacing w:before="121"/>
        <w:ind w:left="409"/>
      </w:pPr>
      <w:r>
        <w:rPr>
          <w:color w:val="231F20"/>
        </w:rPr>
        <w:t>Deer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Park</w:t>
      </w:r>
      <w:r>
        <w:rPr>
          <w:color w:val="231F20"/>
        </w:rPr>
        <w:tab/>
        <w:t>94576</w:t>
      </w:r>
      <w:r>
        <w:rPr>
          <w:color w:val="231F20"/>
        </w:rPr>
        <w:tab/>
        <w:t>Napa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720"/>
          <w:tab w:val="left" w:pos="2972"/>
          <w:tab w:val="left" w:pos="4587"/>
        </w:tabs>
        <w:spacing w:before="119"/>
        <w:ind w:left="409"/>
      </w:pPr>
      <w:r>
        <w:rPr>
          <w:color w:val="231F20"/>
        </w:rPr>
        <w:t>Del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</w:t>
      </w:r>
      <w:r>
        <w:rPr>
          <w:color w:val="231F20"/>
        </w:rPr>
        <w:tab/>
        <w:t>92014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3087"/>
          <w:tab w:val="right" w:pos="4724"/>
        </w:tabs>
        <w:spacing w:before="121"/>
        <w:ind w:left="409"/>
      </w:pPr>
      <w:r>
        <w:rPr>
          <w:color w:val="231F20"/>
        </w:rPr>
        <w:t>Del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Rey</w:t>
      </w:r>
      <w:r>
        <w:rPr>
          <w:color w:val="231F20"/>
        </w:rPr>
        <w:tab/>
        <w:t>93616</w:t>
      </w:r>
      <w:r>
        <w:rPr>
          <w:color w:val="231F20"/>
        </w:rPr>
        <w:tab/>
        <w:t>Fresno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720"/>
          <w:tab w:val="left" w:pos="2900"/>
          <w:tab w:val="right" w:pos="4724"/>
        </w:tabs>
        <w:spacing w:before="118"/>
        <w:ind w:left="409"/>
      </w:pPr>
      <w:r>
        <w:rPr>
          <w:color w:val="231F20"/>
        </w:rPr>
        <w:t>Delano</w:t>
      </w:r>
      <w:r>
        <w:rPr>
          <w:color w:val="231F20"/>
        </w:rPr>
        <w:tab/>
        <w:t>93215</w:t>
      </w:r>
      <w:r>
        <w:rPr>
          <w:color w:val="231F20"/>
        </w:rPr>
        <w:tab/>
        <w:t>Kern/Tulare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720"/>
          <w:tab w:val="left" w:pos="3051"/>
          <w:tab w:val="left" w:pos="4542"/>
        </w:tabs>
        <w:spacing w:before="122"/>
        <w:ind w:left="409"/>
      </w:pPr>
      <w:r>
        <w:rPr>
          <w:color w:val="231F20"/>
        </w:rPr>
        <w:t>Delhi</w:t>
      </w:r>
      <w:r>
        <w:rPr>
          <w:color w:val="231F20"/>
        </w:rPr>
        <w:tab/>
        <w:t>95315</w:t>
      </w:r>
      <w:r>
        <w:rPr>
          <w:color w:val="231F20"/>
        </w:rPr>
        <w:tab/>
        <w:t>Merced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20"/>
          <w:tab w:val="left" w:pos="2653"/>
          <w:tab w:val="left" w:pos="4542"/>
        </w:tabs>
        <w:spacing w:before="118"/>
        <w:ind w:left="409"/>
      </w:pPr>
      <w:r>
        <w:rPr>
          <w:color w:val="231F20"/>
        </w:rPr>
        <w:t>Denair</w:t>
      </w:r>
      <w:r>
        <w:rPr>
          <w:color w:val="231F20"/>
        </w:rPr>
        <w:tab/>
        <w:t>95316</w:t>
      </w:r>
      <w:r>
        <w:rPr>
          <w:color w:val="231F20"/>
        </w:rPr>
        <w:tab/>
        <w:t>Merced/Stanislaus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724"/>
        </w:tabs>
        <w:spacing w:before="121"/>
        <w:ind w:left="409"/>
      </w:pPr>
      <w:r>
        <w:rPr>
          <w:color w:val="231F20"/>
        </w:rPr>
        <w:t>Descanso</w:t>
      </w:r>
      <w:r>
        <w:rPr>
          <w:color w:val="231F20"/>
        </w:rPr>
        <w:tab/>
        <w:t>91916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spacing w:before="119"/>
        <w:ind w:left="409"/>
      </w:pPr>
      <w:r>
        <w:rPr>
          <w:color w:val="231F20"/>
        </w:rPr>
        <w:t>Desert Hot</w:t>
      </w:r>
    </w:p>
    <w:p w:rsidR="00EA74A4" w:rsidRDefault="00316162">
      <w:pPr>
        <w:pStyle w:val="BodyText"/>
        <w:tabs>
          <w:tab w:val="left" w:pos="1719"/>
          <w:tab w:val="left" w:pos="3001"/>
          <w:tab w:val="right" w:pos="4724"/>
        </w:tabs>
        <w:spacing w:before="1"/>
        <w:ind w:left="409"/>
      </w:pPr>
      <w:r>
        <w:rPr>
          <w:color w:val="231F20"/>
        </w:rPr>
        <w:t>Springs</w:t>
      </w:r>
      <w:r>
        <w:rPr>
          <w:color w:val="231F20"/>
        </w:rPr>
        <w:tab/>
        <w:t>92240</w:t>
      </w:r>
      <w:r>
        <w:rPr>
          <w:color w:val="231F20"/>
        </w:rPr>
        <w:tab/>
        <w:t>Riverside</w:t>
      </w:r>
      <w:r>
        <w:rPr>
          <w:color w:val="231F20"/>
        </w:rPr>
        <w:tab/>
        <w:t>15</w:t>
      </w:r>
    </w:p>
    <w:p w:rsidR="00EA74A4" w:rsidRDefault="00316162">
      <w:pPr>
        <w:pStyle w:val="BodyText"/>
        <w:spacing w:before="121" w:line="219" w:lineRule="exact"/>
        <w:ind w:left="409"/>
      </w:pPr>
      <w:r>
        <w:rPr>
          <w:color w:val="231F20"/>
        </w:rPr>
        <w:t>Desert Hot</w:t>
      </w:r>
    </w:p>
    <w:p w:rsidR="00EA74A4" w:rsidRDefault="00316162">
      <w:pPr>
        <w:pStyle w:val="BodyText"/>
        <w:tabs>
          <w:tab w:val="left" w:pos="1719"/>
          <w:tab w:val="left" w:pos="3001"/>
          <w:tab w:val="right" w:pos="4724"/>
        </w:tabs>
        <w:spacing w:line="219" w:lineRule="exact"/>
        <w:ind w:left="409"/>
      </w:pPr>
      <w:r>
        <w:rPr>
          <w:color w:val="231F20"/>
        </w:rPr>
        <w:t>Springs</w:t>
      </w:r>
      <w:r>
        <w:rPr>
          <w:color w:val="231F20"/>
        </w:rPr>
        <w:tab/>
        <w:t>92241</w:t>
      </w:r>
      <w:r>
        <w:rPr>
          <w:color w:val="231F20"/>
        </w:rPr>
        <w:tab/>
        <w:t>Riverside</w:t>
      </w:r>
      <w:r>
        <w:rPr>
          <w:color w:val="231F20"/>
        </w:rPr>
        <w:tab/>
        <w:t>15</w:t>
      </w:r>
    </w:p>
    <w:p w:rsidR="00EA74A4" w:rsidRDefault="00316162">
      <w:pPr>
        <w:pStyle w:val="BodyText"/>
        <w:tabs>
          <w:tab w:val="left" w:pos="1720"/>
          <w:tab w:val="left" w:pos="2865"/>
          <w:tab w:val="left" w:pos="4543"/>
        </w:tabs>
        <w:spacing w:before="121"/>
        <w:ind w:left="409"/>
      </w:pPr>
      <w:r>
        <w:rPr>
          <w:color w:val="231F20"/>
        </w:rPr>
        <w:t>Diablo</w:t>
      </w:r>
      <w:r>
        <w:rPr>
          <w:color w:val="231F20"/>
        </w:rPr>
        <w:tab/>
        <w:t>94528</w:t>
      </w:r>
      <w:r>
        <w:rPr>
          <w:color w:val="231F20"/>
        </w:rPr>
        <w:tab/>
        <w:t>Contra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8"/>
          <w:tab w:val="left" w:pos="2905"/>
          <w:tab w:val="left" w:pos="4587"/>
        </w:tabs>
        <w:spacing w:before="119"/>
        <w:ind w:left="409"/>
      </w:pPr>
      <w:r>
        <w:rPr>
          <w:color w:val="231F20"/>
        </w:rPr>
        <w:t>Diamond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Bar</w:t>
      </w:r>
      <w:r>
        <w:rPr>
          <w:color w:val="231F20"/>
        </w:rPr>
        <w:tab/>
        <w:t>91765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spacing w:before="121" w:line="219" w:lineRule="exact"/>
        <w:ind w:left="409"/>
      </w:pPr>
      <w:r>
        <w:rPr>
          <w:color w:val="231F20"/>
        </w:rPr>
        <w:t>Diamond</w:t>
      </w:r>
    </w:p>
    <w:p w:rsidR="00EA74A4" w:rsidRDefault="00316162">
      <w:pPr>
        <w:pStyle w:val="BodyText"/>
        <w:tabs>
          <w:tab w:val="left" w:pos="1720"/>
          <w:tab w:val="left" w:pos="2977"/>
          <w:tab w:val="right" w:pos="4724"/>
        </w:tabs>
        <w:spacing w:line="219" w:lineRule="exact"/>
        <w:ind w:left="409"/>
      </w:pPr>
      <w:r>
        <w:rPr>
          <w:color w:val="231F20"/>
        </w:rPr>
        <w:t>Springs</w:t>
      </w:r>
      <w:r>
        <w:rPr>
          <w:color w:val="231F20"/>
        </w:rPr>
        <w:tab/>
        <w:t>95619</w:t>
      </w:r>
      <w:r>
        <w:rPr>
          <w:color w:val="231F20"/>
        </w:rPr>
        <w:tab/>
        <w:t>El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Dorado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20"/>
          <w:tab w:val="left" w:pos="3116"/>
          <w:tab w:val="left" w:pos="4587"/>
        </w:tabs>
        <w:spacing w:before="121"/>
        <w:ind w:left="409"/>
      </w:pPr>
      <w:r>
        <w:rPr>
          <w:color w:val="231F20"/>
        </w:rPr>
        <w:t>Dillon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Beach</w:t>
      </w:r>
      <w:r>
        <w:rPr>
          <w:color w:val="231F20"/>
        </w:rPr>
        <w:tab/>
        <w:t>94929</w:t>
      </w:r>
      <w:r>
        <w:rPr>
          <w:color w:val="231F20"/>
        </w:rPr>
        <w:tab/>
        <w:t>Marin</w:t>
      </w:r>
      <w:r>
        <w:rPr>
          <w:color w:val="231F20"/>
        </w:rPr>
        <w:tab/>
        <w:t>3</w:t>
      </w:r>
    </w:p>
    <w:p w:rsidR="00EA74A4" w:rsidRDefault="00AA3220">
      <w:pPr>
        <w:pStyle w:val="BodyText"/>
        <w:tabs>
          <w:tab w:val="left" w:pos="1720"/>
          <w:tab w:val="left" w:pos="2821"/>
          <w:tab w:val="right" w:pos="4724"/>
        </w:tabs>
        <w:spacing w:before="119"/>
        <w:ind w:left="409"/>
      </w:pPr>
      <w:r>
        <w:pict>
          <v:shape id="_x0000_s1050" type="#_x0000_t202" style="position:absolute;left:0;text-align:left;margin-left:275.2pt;margin-top:24.8pt;width:220.85pt;height:43pt;z-index:1048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13"/>
                    <w:gridCol w:w="948"/>
                    <w:gridCol w:w="1654"/>
                    <w:gridCol w:w="600"/>
                  </w:tblGrid>
                  <w:tr w:rsidR="00EA74A4">
                    <w:trPr>
                      <w:trHeight w:val="25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Discovery Bay</w:t>
                        </w:r>
                      </w:p>
                    </w:tc>
                    <w:tc>
                      <w:tcPr>
                        <w:tcW w:w="948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4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94505</w:t>
                        </w:r>
                      </w:p>
                    </w:tc>
                    <w:tc>
                      <w:tcPr>
                        <w:tcW w:w="1654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326" w:right="3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600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4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Dixon</w:t>
                        </w:r>
                      </w:p>
                    </w:tc>
                    <w:tc>
                      <w:tcPr>
                        <w:tcW w:w="94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95620</w:t>
                        </w:r>
                      </w:p>
                    </w:tc>
                    <w:tc>
                      <w:tcPr>
                        <w:tcW w:w="16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23" w:right="3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Solano/Yolo</w:t>
                        </w:r>
                      </w:p>
                    </w:tc>
                    <w:tc>
                      <w:tcPr>
                        <w:tcW w:w="60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260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Dobbins</w:t>
                        </w:r>
                      </w:p>
                    </w:tc>
                    <w:tc>
                      <w:tcPr>
                        <w:tcW w:w="948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14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95935</w:t>
                        </w:r>
                      </w:p>
                    </w:tc>
                    <w:tc>
                      <w:tcPr>
                        <w:tcW w:w="1654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323" w:right="3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Yuba</w:t>
                        </w:r>
                      </w:p>
                    </w:tc>
                    <w:tc>
                      <w:tcPr>
                        <w:tcW w:w="600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 w:rsidR="00316162">
        <w:rPr>
          <w:color w:val="231F20"/>
        </w:rPr>
        <w:t>Dinuba</w:t>
      </w:r>
      <w:r w:rsidR="00316162">
        <w:rPr>
          <w:color w:val="231F20"/>
        </w:rPr>
        <w:tab/>
        <w:t>93618</w:t>
      </w:r>
      <w:r w:rsidR="00316162">
        <w:rPr>
          <w:color w:val="231F20"/>
        </w:rPr>
        <w:tab/>
        <w:t>Fresno/Tulare</w:t>
      </w:r>
      <w:r w:rsidR="00316162">
        <w:rPr>
          <w:color w:val="231F20"/>
        </w:rPr>
        <w:tab/>
        <w:t>13</w:t>
      </w:r>
    </w:p>
    <w:p w:rsidR="00EA74A4" w:rsidRDefault="00EA74A4">
      <w:pPr>
        <w:sectPr w:rsidR="00EA74A4">
          <w:type w:val="continuous"/>
          <w:pgSz w:w="10140" w:h="12960"/>
          <w:pgMar w:top="180" w:right="0" w:bottom="0" w:left="20" w:header="720" w:footer="720" w:gutter="0"/>
          <w:cols w:num="2" w:space="720" w:equalWidth="0">
            <w:col w:w="4767" w:space="357"/>
            <w:col w:w="4996"/>
          </w:cols>
        </w:sectPr>
      </w:pPr>
    </w:p>
    <w:p w:rsidR="00EA74A4" w:rsidRDefault="00EA74A4">
      <w:pPr>
        <w:pStyle w:val="BodyText"/>
        <w:spacing w:before="11"/>
        <w:ind w:left="0"/>
        <w:rPr>
          <w:sz w:val="13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3"/>
        <w:gridCol w:w="940"/>
        <w:gridCol w:w="1784"/>
        <w:gridCol w:w="534"/>
        <w:gridCol w:w="1816"/>
        <w:gridCol w:w="1075"/>
        <w:gridCol w:w="1612"/>
        <w:gridCol w:w="622"/>
      </w:tblGrid>
      <w:tr w:rsidR="00EA74A4">
        <w:trPr>
          <w:trHeight w:val="259"/>
        </w:trPr>
        <w:tc>
          <w:tcPr>
            <w:tcW w:w="1103" w:type="dxa"/>
          </w:tcPr>
          <w:p w:rsidR="00EA74A4" w:rsidRDefault="00316162">
            <w:pPr>
              <w:pStyle w:val="TableParagraph"/>
              <w:spacing w:before="0" w:line="18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Dorris</w:t>
            </w:r>
          </w:p>
        </w:tc>
        <w:tc>
          <w:tcPr>
            <w:tcW w:w="940" w:type="dxa"/>
          </w:tcPr>
          <w:p w:rsidR="00EA74A4" w:rsidRDefault="00316162">
            <w:pPr>
              <w:pStyle w:val="TableParagraph"/>
              <w:spacing w:before="0" w:line="183" w:lineRule="exact"/>
              <w:ind w:left="205"/>
              <w:rPr>
                <w:sz w:val="18"/>
              </w:rPr>
            </w:pPr>
            <w:r>
              <w:rPr>
                <w:color w:val="231F20"/>
                <w:sz w:val="18"/>
              </w:rPr>
              <w:t>96023</w:t>
            </w:r>
          </w:p>
        </w:tc>
        <w:tc>
          <w:tcPr>
            <w:tcW w:w="1784" w:type="dxa"/>
          </w:tcPr>
          <w:p w:rsidR="00EA74A4" w:rsidRDefault="00316162">
            <w:pPr>
              <w:pStyle w:val="TableParagraph"/>
              <w:spacing w:before="0" w:line="183" w:lineRule="exact"/>
              <w:ind w:left="259" w:right="27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Siskiyou</w:t>
            </w:r>
          </w:p>
        </w:tc>
        <w:tc>
          <w:tcPr>
            <w:tcW w:w="534" w:type="dxa"/>
          </w:tcPr>
          <w:p w:rsidR="00EA74A4" w:rsidRDefault="00316162">
            <w:pPr>
              <w:pStyle w:val="TableParagraph"/>
              <w:spacing w:before="0" w:line="183" w:lineRule="exact"/>
              <w:ind w:left="303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  <w:tc>
          <w:tcPr>
            <w:tcW w:w="1816" w:type="dxa"/>
          </w:tcPr>
          <w:p w:rsidR="00EA74A4" w:rsidRDefault="00316162">
            <w:pPr>
              <w:pStyle w:val="TableParagraph"/>
              <w:spacing w:before="0" w:line="183" w:lineRule="exact"/>
              <w:ind w:left="763"/>
              <w:rPr>
                <w:sz w:val="18"/>
              </w:rPr>
            </w:pPr>
            <w:r>
              <w:rPr>
                <w:color w:val="231F20"/>
                <w:sz w:val="18"/>
              </w:rPr>
              <w:t>El Portal</w:t>
            </w:r>
          </w:p>
        </w:tc>
        <w:tc>
          <w:tcPr>
            <w:tcW w:w="1075" w:type="dxa"/>
          </w:tcPr>
          <w:p w:rsidR="00EA74A4" w:rsidRDefault="00316162">
            <w:pPr>
              <w:pStyle w:val="TableParagraph"/>
              <w:spacing w:before="0" w:line="183" w:lineRule="exact"/>
              <w:ind w:left="257"/>
              <w:rPr>
                <w:sz w:val="18"/>
              </w:rPr>
            </w:pPr>
            <w:r>
              <w:rPr>
                <w:color w:val="231F20"/>
                <w:sz w:val="18"/>
              </w:rPr>
              <w:t>95318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0" w:line="183" w:lineRule="exact"/>
              <w:ind w:left="345" w:right="3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Mariposa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0" w:line="183" w:lineRule="exact"/>
              <w:ind w:left="393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</w:tr>
      <w:tr w:rsidR="00EA74A4">
        <w:trPr>
          <w:trHeight w:val="279"/>
        </w:trPr>
        <w:tc>
          <w:tcPr>
            <w:tcW w:w="1103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0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84" w:type="dxa"/>
          </w:tcPr>
          <w:p w:rsidR="00EA74A4" w:rsidRDefault="00316162">
            <w:pPr>
              <w:pStyle w:val="TableParagraph"/>
              <w:spacing w:before="43" w:line="217" w:lineRule="exact"/>
              <w:ind w:left="259" w:right="2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Fresno/Madera/</w:t>
            </w:r>
          </w:p>
        </w:tc>
        <w:tc>
          <w:tcPr>
            <w:tcW w:w="534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816" w:type="dxa"/>
          </w:tcPr>
          <w:p w:rsidR="00EA74A4" w:rsidRDefault="00316162">
            <w:pPr>
              <w:pStyle w:val="TableParagraph"/>
              <w:spacing w:before="43" w:line="217" w:lineRule="exact"/>
              <w:ind w:left="763"/>
              <w:rPr>
                <w:sz w:val="18"/>
              </w:rPr>
            </w:pPr>
            <w:r>
              <w:rPr>
                <w:color w:val="231F20"/>
                <w:sz w:val="18"/>
              </w:rPr>
              <w:t>El Segundo</w:t>
            </w:r>
          </w:p>
        </w:tc>
        <w:tc>
          <w:tcPr>
            <w:tcW w:w="1075" w:type="dxa"/>
          </w:tcPr>
          <w:p w:rsidR="00EA74A4" w:rsidRDefault="00316162">
            <w:pPr>
              <w:pStyle w:val="TableParagraph"/>
              <w:spacing w:before="43" w:line="217" w:lineRule="exact"/>
              <w:ind w:left="256"/>
              <w:rPr>
                <w:sz w:val="18"/>
              </w:rPr>
            </w:pPr>
            <w:r>
              <w:rPr>
                <w:color w:val="231F20"/>
                <w:sz w:val="18"/>
              </w:rPr>
              <w:t>90245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43" w:line="217" w:lineRule="exact"/>
              <w:ind w:left="345" w:right="3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43" w:line="217" w:lineRule="exact"/>
              <w:ind w:left="438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279"/>
        </w:trPr>
        <w:tc>
          <w:tcPr>
            <w:tcW w:w="1103" w:type="dxa"/>
          </w:tcPr>
          <w:p w:rsidR="00EA74A4" w:rsidRDefault="00316162">
            <w:pPr>
              <w:pStyle w:val="TableParagraph"/>
              <w:spacing w:before="0" w:line="204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Dos Palos</w:t>
            </w:r>
          </w:p>
        </w:tc>
        <w:tc>
          <w:tcPr>
            <w:tcW w:w="940" w:type="dxa"/>
          </w:tcPr>
          <w:p w:rsidR="00EA74A4" w:rsidRDefault="00316162">
            <w:pPr>
              <w:pStyle w:val="TableParagraph"/>
              <w:spacing w:before="0" w:line="204" w:lineRule="exact"/>
              <w:ind w:left="205"/>
              <w:rPr>
                <w:sz w:val="18"/>
              </w:rPr>
            </w:pPr>
            <w:r>
              <w:rPr>
                <w:color w:val="231F20"/>
                <w:sz w:val="18"/>
              </w:rPr>
              <w:t>93620</w:t>
            </w:r>
          </w:p>
        </w:tc>
        <w:tc>
          <w:tcPr>
            <w:tcW w:w="1784" w:type="dxa"/>
          </w:tcPr>
          <w:p w:rsidR="00EA74A4" w:rsidRDefault="00316162">
            <w:pPr>
              <w:pStyle w:val="TableParagraph"/>
              <w:spacing w:before="0" w:line="204" w:lineRule="exact"/>
              <w:ind w:left="258" w:right="2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Merced</w:t>
            </w:r>
          </w:p>
        </w:tc>
        <w:tc>
          <w:tcPr>
            <w:tcW w:w="5659" w:type="dxa"/>
            <w:gridSpan w:val="5"/>
          </w:tcPr>
          <w:p w:rsidR="00EA74A4" w:rsidRDefault="00316162">
            <w:pPr>
              <w:pStyle w:val="TableParagraph"/>
              <w:tabs>
                <w:tab w:val="left" w:pos="1296"/>
                <w:tab w:val="left" w:pos="2606"/>
                <w:tab w:val="left" w:pos="3751"/>
                <w:tab w:val="right" w:pos="5566"/>
              </w:tabs>
              <w:spacing w:before="0" w:line="260" w:lineRule="exact"/>
              <w:ind w:left="304"/>
              <w:rPr>
                <w:sz w:val="18"/>
              </w:rPr>
            </w:pPr>
            <w:r>
              <w:rPr>
                <w:color w:val="231F20"/>
                <w:position w:val="12"/>
                <w:sz w:val="18"/>
              </w:rPr>
              <w:t>12</w:t>
            </w:r>
            <w:r>
              <w:rPr>
                <w:color w:val="231F20"/>
                <w:position w:val="12"/>
                <w:sz w:val="18"/>
              </w:rPr>
              <w:tab/>
            </w:r>
            <w:r>
              <w:rPr>
                <w:color w:val="231F20"/>
                <w:sz w:val="18"/>
              </w:rPr>
              <w:t>El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Sobrante</w:t>
            </w:r>
            <w:r>
              <w:rPr>
                <w:color w:val="231F20"/>
                <w:sz w:val="18"/>
              </w:rPr>
              <w:tab/>
              <w:t>94803</w:t>
            </w:r>
            <w:r>
              <w:rPr>
                <w:color w:val="231F20"/>
                <w:sz w:val="18"/>
              </w:rPr>
              <w:tab/>
              <w:t>Contra Costa</w:t>
            </w:r>
            <w:r>
              <w:rPr>
                <w:color w:val="231F20"/>
                <w:sz w:val="18"/>
              </w:rPr>
              <w:tab/>
              <w:t>3</w:t>
            </w:r>
          </w:p>
        </w:tc>
      </w:tr>
      <w:tr w:rsidR="00EA74A4">
        <w:trPr>
          <w:trHeight w:val="339"/>
        </w:trPr>
        <w:tc>
          <w:tcPr>
            <w:tcW w:w="110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Dos Rios</w:t>
            </w:r>
          </w:p>
        </w:tc>
        <w:tc>
          <w:tcPr>
            <w:tcW w:w="940" w:type="dxa"/>
          </w:tcPr>
          <w:p w:rsidR="00EA74A4" w:rsidRDefault="00316162">
            <w:pPr>
              <w:pStyle w:val="TableParagraph"/>
              <w:spacing w:before="43"/>
              <w:ind w:left="205"/>
              <w:rPr>
                <w:sz w:val="18"/>
              </w:rPr>
            </w:pPr>
            <w:r>
              <w:rPr>
                <w:color w:val="231F20"/>
                <w:sz w:val="18"/>
              </w:rPr>
              <w:t>95429</w:t>
            </w:r>
          </w:p>
        </w:tc>
        <w:tc>
          <w:tcPr>
            <w:tcW w:w="1784" w:type="dxa"/>
          </w:tcPr>
          <w:p w:rsidR="00EA74A4" w:rsidRDefault="00316162">
            <w:pPr>
              <w:pStyle w:val="TableParagraph"/>
              <w:spacing w:before="43"/>
              <w:ind w:left="255" w:right="2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Mendocino</w:t>
            </w:r>
          </w:p>
        </w:tc>
        <w:tc>
          <w:tcPr>
            <w:tcW w:w="5659" w:type="dxa"/>
            <w:gridSpan w:val="5"/>
          </w:tcPr>
          <w:p w:rsidR="00EA74A4" w:rsidRDefault="00316162">
            <w:pPr>
              <w:pStyle w:val="TableParagraph"/>
              <w:tabs>
                <w:tab w:val="left" w:pos="1296"/>
                <w:tab w:val="left" w:pos="2606"/>
                <w:tab w:val="left" w:pos="3953"/>
                <w:tab w:val="right" w:pos="5566"/>
              </w:tabs>
              <w:spacing w:before="43" w:line="277" w:lineRule="exact"/>
              <w:ind w:left="348"/>
              <w:rPr>
                <w:sz w:val="18"/>
              </w:rPr>
            </w:pPr>
            <w:r>
              <w:rPr>
                <w:color w:val="231F20"/>
                <w:position w:val="12"/>
                <w:sz w:val="18"/>
              </w:rPr>
              <w:t>2</w:t>
            </w:r>
            <w:r>
              <w:rPr>
                <w:color w:val="231F20"/>
                <w:position w:val="12"/>
                <w:sz w:val="18"/>
              </w:rPr>
              <w:tab/>
            </w:r>
            <w:r>
              <w:rPr>
                <w:color w:val="231F20"/>
                <w:sz w:val="18"/>
              </w:rPr>
              <w:t>El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Toro</w:t>
            </w:r>
            <w:r>
              <w:rPr>
                <w:color w:val="231F20"/>
                <w:sz w:val="18"/>
              </w:rPr>
              <w:tab/>
              <w:t>92630</w:t>
            </w:r>
            <w:r>
              <w:rPr>
                <w:color w:val="231F20"/>
                <w:sz w:val="18"/>
              </w:rPr>
              <w:tab/>
              <w:t>Orange</w:t>
            </w:r>
            <w:r>
              <w:rPr>
                <w:color w:val="231F20"/>
                <w:sz w:val="18"/>
              </w:rPr>
              <w:tab/>
              <w:t>8</w:t>
            </w:r>
          </w:p>
        </w:tc>
      </w:tr>
      <w:tr w:rsidR="00EA74A4">
        <w:trPr>
          <w:trHeight w:val="339"/>
        </w:trPr>
        <w:tc>
          <w:tcPr>
            <w:tcW w:w="110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Douglas City</w:t>
            </w:r>
          </w:p>
        </w:tc>
        <w:tc>
          <w:tcPr>
            <w:tcW w:w="940" w:type="dxa"/>
          </w:tcPr>
          <w:p w:rsidR="00EA74A4" w:rsidRDefault="00316162">
            <w:pPr>
              <w:pStyle w:val="TableParagraph"/>
              <w:ind w:left="204"/>
              <w:rPr>
                <w:sz w:val="18"/>
              </w:rPr>
            </w:pPr>
            <w:r>
              <w:rPr>
                <w:color w:val="231F20"/>
                <w:sz w:val="18"/>
              </w:rPr>
              <w:t>96024</w:t>
            </w:r>
          </w:p>
        </w:tc>
        <w:tc>
          <w:tcPr>
            <w:tcW w:w="1784" w:type="dxa"/>
          </w:tcPr>
          <w:p w:rsidR="00EA74A4" w:rsidRDefault="00316162">
            <w:pPr>
              <w:pStyle w:val="TableParagraph"/>
              <w:ind w:left="254" w:right="2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Trinity</w:t>
            </w:r>
          </w:p>
        </w:tc>
        <w:tc>
          <w:tcPr>
            <w:tcW w:w="5659" w:type="dxa"/>
            <w:gridSpan w:val="5"/>
          </w:tcPr>
          <w:p w:rsidR="00EA74A4" w:rsidRDefault="00316162">
            <w:pPr>
              <w:pStyle w:val="TableParagraph"/>
              <w:tabs>
                <w:tab w:val="left" w:pos="1296"/>
                <w:tab w:val="left" w:pos="2606"/>
                <w:tab w:val="left" w:pos="3804"/>
                <w:tab w:val="right" w:pos="5566"/>
              </w:tabs>
              <w:spacing w:line="276" w:lineRule="exact"/>
              <w:ind w:left="302"/>
              <w:rPr>
                <w:sz w:val="18"/>
              </w:rPr>
            </w:pPr>
            <w:r>
              <w:rPr>
                <w:color w:val="231F20"/>
                <w:position w:val="12"/>
                <w:sz w:val="18"/>
              </w:rPr>
              <w:t>16</w:t>
            </w:r>
            <w:r>
              <w:rPr>
                <w:color w:val="231F20"/>
                <w:position w:val="12"/>
                <w:sz w:val="18"/>
              </w:rPr>
              <w:tab/>
            </w:r>
            <w:r>
              <w:rPr>
                <w:color w:val="231F20"/>
                <w:sz w:val="18"/>
              </w:rPr>
              <w:t>Elk</w:t>
            </w:r>
            <w:r>
              <w:rPr>
                <w:color w:val="231F20"/>
                <w:sz w:val="18"/>
              </w:rPr>
              <w:tab/>
              <w:t>95432</w:t>
            </w:r>
            <w:r>
              <w:rPr>
                <w:color w:val="231F20"/>
                <w:sz w:val="18"/>
              </w:rPr>
              <w:tab/>
              <w:t>Mendocino</w:t>
            </w:r>
            <w:r>
              <w:rPr>
                <w:color w:val="231F20"/>
                <w:sz w:val="18"/>
              </w:rPr>
              <w:tab/>
              <w:t>1</w:t>
            </w:r>
          </w:p>
        </w:tc>
      </w:tr>
      <w:tr w:rsidR="00EA74A4">
        <w:trPr>
          <w:trHeight w:val="339"/>
        </w:trPr>
        <w:tc>
          <w:tcPr>
            <w:tcW w:w="110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Downey</w:t>
            </w:r>
          </w:p>
        </w:tc>
        <w:tc>
          <w:tcPr>
            <w:tcW w:w="940" w:type="dxa"/>
          </w:tcPr>
          <w:p w:rsidR="00EA74A4" w:rsidRDefault="00316162">
            <w:pPr>
              <w:pStyle w:val="TableParagraph"/>
              <w:spacing w:before="43"/>
              <w:ind w:left="204"/>
              <w:rPr>
                <w:sz w:val="18"/>
              </w:rPr>
            </w:pPr>
            <w:r>
              <w:rPr>
                <w:color w:val="231F20"/>
                <w:sz w:val="18"/>
              </w:rPr>
              <w:t>90240</w:t>
            </w:r>
          </w:p>
        </w:tc>
        <w:tc>
          <w:tcPr>
            <w:tcW w:w="1784" w:type="dxa"/>
          </w:tcPr>
          <w:p w:rsidR="00EA74A4" w:rsidRDefault="00316162">
            <w:pPr>
              <w:pStyle w:val="TableParagraph"/>
              <w:spacing w:before="43"/>
              <w:ind w:left="259" w:right="27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5659" w:type="dxa"/>
            <w:gridSpan w:val="5"/>
          </w:tcPr>
          <w:p w:rsidR="00EA74A4" w:rsidRDefault="00316162">
            <w:pPr>
              <w:pStyle w:val="TableParagraph"/>
              <w:tabs>
                <w:tab w:val="left" w:pos="1296"/>
                <w:tab w:val="left" w:pos="2606"/>
                <w:tab w:val="left" w:pos="4005"/>
                <w:tab w:val="right" w:pos="5611"/>
              </w:tabs>
              <w:spacing w:before="43" w:line="277" w:lineRule="exact"/>
              <w:ind w:left="350"/>
              <w:rPr>
                <w:sz w:val="18"/>
              </w:rPr>
            </w:pPr>
            <w:r>
              <w:rPr>
                <w:color w:val="231F20"/>
                <w:position w:val="12"/>
                <w:sz w:val="18"/>
              </w:rPr>
              <w:t>8</w:t>
            </w:r>
            <w:r>
              <w:rPr>
                <w:color w:val="231F20"/>
                <w:position w:val="12"/>
                <w:sz w:val="18"/>
              </w:rPr>
              <w:tab/>
            </w:r>
            <w:r>
              <w:rPr>
                <w:color w:val="231F20"/>
                <w:sz w:val="18"/>
              </w:rPr>
              <w:t>Elk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Creek</w:t>
            </w:r>
            <w:r>
              <w:rPr>
                <w:color w:val="231F20"/>
                <w:sz w:val="18"/>
              </w:rPr>
              <w:tab/>
              <w:t>95939</w:t>
            </w:r>
            <w:r>
              <w:rPr>
                <w:color w:val="231F20"/>
                <w:sz w:val="18"/>
              </w:rPr>
              <w:tab/>
              <w:t>Glenn</w:t>
            </w:r>
            <w:r>
              <w:rPr>
                <w:color w:val="231F20"/>
                <w:sz w:val="18"/>
              </w:rPr>
              <w:tab/>
              <w:t>11</w:t>
            </w:r>
          </w:p>
        </w:tc>
      </w:tr>
      <w:tr w:rsidR="00EA74A4">
        <w:trPr>
          <w:trHeight w:val="340"/>
        </w:trPr>
        <w:tc>
          <w:tcPr>
            <w:tcW w:w="110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Downey</w:t>
            </w:r>
          </w:p>
        </w:tc>
        <w:tc>
          <w:tcPr>
            <w:tcW w:w="940" w:type="dxa"/>
          </w:tcPr>
          <w:p w:rsidR="00EA74A4" w:rsidRDefault="00316162">
            <w:pPr>
              <w:pStyle w:val="TableParagraph"/>
              <w:ind w:left="204"/>
              <w:rPr>
                <w:sz w:val="18"/>
              </w:rPr>
            </w:pPr>
            <w:r>
              <w:rPr>
                <w:color w:val="231F20"/>
                <w:sz w:val="18"/>
              </w:rPr>
              <w:t>90241</w:t>
            </w:r>
          </w:p>
        </w:tc>
        <w:tc>
          <w:tcPr>
            <w:tcW w:w="1784" w:type="dxa"/>
          </w:tcPr>
          <w:p w:rsidR="00EA74A4" w:rsidRDefault="00316162">
            <w:pPr>
              <w:pStyle w:val="TableParagraph"/>
              <w:ind w:left="259" w:right="27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5659" w:type="dxa"/>
            <w:gridSpan w:val="5"/>
          </w:tcPr>
          <w:p w:rsidR="00EA74A4" w:rsidRDefault="00316162">
            <w:pPr>
              <w:pStyle w:val="TableParagraph"/>
              <w:tabs>
                <w:tab w:val="left" w:pos="1296"/>
                <w:tab w:val="left" w:pos="2607"/>
                <w:tab w:val="left" w:pos="3783"/>
                <w:tab w:val="right" w:pos="5611"/>
              </w:tabs>
              <w:spacing w:line="277" w:lineRule="exact"/>
              <w:ind w:left="350"/>
              <w:rPr>
                <w:sz w:val="18"/>
              </w:rPr>
            </w:pPr>
            <w:r>
              <w:rPr>
                <w:color w:val="231F20"/>
                <w:position w:val="12"/>
                <w:sz w:val="18"/>
              </w:rPr>
              <w:t>8</w:t>
            </w:r>
            <w:r>
              <w:rPr>
                <w:color w:val="231F20"/>
                <w:position w:val="12"/>
                <w:sz w:val="18"/>
              </w:rPr>
              <w:tab/>
            </w:r>
            <w:r>
              <w:rPr>
                <w:color w:val="231F20"/>
                <w:sz w:val="18"/>
              </w:rPr>
              <w:t>Elk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Grove</w:t>
            </w:r>
            <w:r>
              <w:rPr>
                <w:color w:val="231F20"/>
                <w:sz w:val="18"/>
              </w:rPr>
              <w:tab/>
              <w:t>95624</w:t>
            </w:r>
            <w:r>
              <w:rPr>
                <w:color w:val="231F20"/>
                <w:sz w:val="18"/>
              </w:rPr>
              <w:tab/>
              <w:t>Sacramento</w:t>
            </w:r>
            <w:r>
              <w:rPr>
                <w:color w:val="231F20"/>
                <w:sz w:val="18"/>
              </w:rPr>
              <w:tab/>
              <w:t>12</w:t>
            </w:r>
          </w:p>
        </w:tc>
      </w:tr>
      <w:tr w:rsidR="00EA74A4">
        <w:trPr>
          <w:trHeight w:val="339"/>
        </w:trPr>
        <w:tc>
          <w:tcPr>
            <w:tcW w:w="110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Downey</w:t>
            </w:r>
          </w:p>
        </w:tc>
        <w:tc>
          <w:tcPr>
            <w:tcW w:w="940" w:type="dxa"/>
          </w:tcPr>
          <w:p w:rsidR="00EA74A4" w:rsidRDefault="00316162">
            <w:pPr>
              <w:pStyle w:val="TableParagraph"/>
              <w:ind w:left="204"/>
              <w:rPr>
                <w:sz w:val="18"/>
              </w:rPr>
            </w:pPr>
            <w:r>
              <w:rPr>
                <w:color w:val="231F20"/>
                <w:sz w:val="18"/>
              </w:rPr>
              <w:t>90242</w:t>
            </w:r>
          </w:p>
        </w:tc>
        <w:tc>
          <w:tcPr>
            <w:tcW w:w="1784" w:type="dxa"/>
          </w:tcPr>
          <w:p w:rsidR="00EA74A4" w:rsidRDefault="00316162">
            <w:pPr>
              <w:pStyle w:val="TableParagraph"/>
              <w:ind w:left="259" w:right="27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5659" w:type="dxa"/>
            <w:gridSpan w:val="5"/>
          </w:tcPr>
          <w:p w:rsidR="00EA74A4" w:rsidRDefault="00316162">
            <w:pPr>
              <w:pStyle w:val="TableParagraph"/>
              <w:tabs>
                <w:tab w:val="left" w:pos="1296"/>
                <w:tab w:val="left" w:pos="2607"/>
                <w:tab w:val="left" w:pos="3783"/>
                <w:tab w:val="right" w:pos="5611"/>
              </w:tabs>
              <w:spacing w:line="276" w:lineRule="exact"/>
              <w:ind w:left="350"/>
              <w:rPr>
                <w:sz w:val="18"/>
              </w:rPr>
            </w:pPr>
            <w:r>
              <w:rPr>
                <w:color w:val="231F20"/>
                <w:position w:val="12"/>
                <w:sz w:val="18"/>
              </w:rPr>
              <w:t>8</w:t>
            </w:r>
            <w:r>
              <w:rPr>
                <w:color w:val="231F20"/>
                <w:position w:val="12"/>
                <w:sz w:val="18"/>
              </w:rPr>
              <w:tab/>
            </w:r>
            <w:r>
              <w:rPr>
                <w:color w:val="231F20"/>
                <w:sz w:val="18"/>
              </w:rPr>
              <w:t>Elk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Grove</w:t>
            </w:r>
            <w:r>
              <w:rPr>
                <w:color w:val="231F20"/>
                <w:sz w:val="18"/>
              </w:rPr>
              <w:tab/>
              <w:t>95757</w:t>
            </w:r>
            <w:r>
              <w:rPr>
                <w:color w:val="231F20"/>
                <w:sz w:val="18"/>
              </w:rPr>
              <w:tab/>
              <w:t>Sacramento</w:t>
            </w:r>
            <w:r>
              <w:rPr>
                <w:color w:val="231F20"/>
                <w:sz w:val="18"/>
              </w:rPr>
              <w:tab/>
              <w:t>12</w:t>
            </w:r>
          </w:p>
        </w:tc>
      </w:tr>
      <w:tr w:rsidR="00EA74A4">
        <w:trPr>
          <w:trHeight w:val="259"/>
        </w:trPr>
        <w:tc>
          <w:tcPr>
            <w:tcW w:w="1103" w:type="dxa"/>
          </w:tcPr>
          <w:p w:rsidR="00EA74A4" w:rsidRDefault="00316162">
            <w:pPr>
              <w:pStyle w:val="TableParagraph"/>
              <w:spacing w:before="43"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Downieville</w:t>
            </w:r>
          </w:p>
        </w:tc>
        <w:tc>
          <w:tcPr>
            <w:tcW w:w="940" w:type="dxa"/>
          </w:tcPr>
          <w:p w:rsidR="00EA74A4" w:rsidRDefault="00316162">
            <w:pPr>
              <w:pStyle w:val="TableParagraph"/>
              <w:spacing w:before="43" w:line="196" w:lineRule="exact"/>
              <w:ind w:left="204"/>
              <w:rPr>
                <w:sz w:val="18"/>
              </w:rPr>
            </w:pPr>
            <w:r>
              <w:rPr>
                <w:color w:val="231F20"/>
                <w:sz w:val="18"/>
              </w:rPr>
              <w:t>95936</w:t>
            </w:r>
          </w:p>
        </w:tc>
        <w:tc>
          <w:tcPr>
            <w:tcW w:w="1784" w:type="dxa"/>
          </w:tcPr>
          <w:p w:rsidR="00EA74A4" w:rsidRDefault="00316162">
            <w:pPr>
              <w:pStyle w:val="TableParagraph"/>
              <w:spacing w:before="43" w:line="196" w:lineRule="exact"/>
              <w:ind w:left="257" w:right="2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Sierra</w:t>
            </w:r>
          </w:p>
        </w:tc>
        <w:tc>
          <w:tcPr>
            <w:tcW w:w="5659" w:type="dxa"/>
            <w:gridSpan w:val="5"/>
          </w:tcPr>
          <w:p w:rsidR="00EA74A4" w:rsidRDefault="00316162">
            <w:pPr>
              <w:pStyle w:val="TableParagraph"/>
              <w:tabs>
                <w:tab w:val="left" w:pos="1296"/>
                <w:tab w:val="left" w:pos="2607"/>
                <w:tab w:val="left" w:pos="3783"/>
                <w:tab w:val="right" w:pos="5611"/>
              </w:tabs>
              <w:spacing w:before="43" w:line="196" w:lineRule="exact"/>
              <w:ind w:left="302"/>
              <w:rPr>
                <w:sz w:val="18"/>
              </w:rPr>
            </w:pPr>
            <w:r>
              <w:rPr>
                <w:color w:val="231F20"/>
                <w:position w:val="12"/>
                <w:sz w:val="18"/>
              </w:rPr>
              <w:t>16</w:t>
            </w:r>
            <w:r>
              <w:rPr>
                <w:color w:val="231F20"/>
                <w:position w:val="12"/>
                <w:sz w:val="18"/>
              </w:rPr>
              <w:tab/>
            </w:r>
            <w:r>
              <w:rPr>
                <w:color w:val="231F20"/>
                <w:sz w:val="18"/>
              </w:rPr>
              <w:t>Elk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Grove</w:t>
            </w:r>
            <w:r>
              <w:rPr>
                <w:color w:val="231F20"/>
                <w:sz w:val="18"/>
              </w:rPr>
              <w:tab/>
              <w:t>95758</w:t>
            </w:r>
            <w:r>
              <w:rPr>
                <w:color w:val="231F20"/>
                <w:sz w:val="18"/>
              </w:rPr>
              <w:tab/>
              <w:t>Sacramento</w:t>
            </w:r>
            <w:r>
              <w:rPr>
                <w:color w:val="231F20"/>
                <w:sz w:val="18"/>
              </w:rPr>
              <w:tab/>
              <w:t>12</w:t>
            </w:r>
          </w:p>
        </w:tc>
      </w:tr>
    </w:tbl>
    <w:p w:rsidR="00EA74A4" w:rsidRDefault="00EA74A4">
      <w:pPr>
        <w:pStyle w:val="BodyText"/>
        <w:spacing w:before="8"/>
        <w:ind w:left="0"/>
        <w:rPr>
          <w:sz w:val="5"/>
        </w:rPr>
      </w:pPr>
    </w:p>
    <w:p w:rsidR="00EA74A4" w:rsidRDefault="00EA74A4">
      <w:pPr>
        <w:rPr>
          <w:sz w:val="5"/>
        </w:rPr>
        <w:sectPr w:rsidR="00EA74A4">
          <w:pgSz w:w="10140" w:h="12960"/>
          <w:pgMar w:top="220" w:right="0" w:bottom="0" w:left="20" w:header="20" w:footer="0" w:gutter="0"/>
          <w:cols w:space="720"/>
        </w:sectPr>
      </w:pPr>
    </w:p>
    <w:p w:rsidR="00EA74A4" w:rsidRDefault="00316162">
      <w:pPr>
        <w:pStyle w:val="BodyText"/>
        <w:tabs>
          <w:tab w:val="left" w:pos="1408"/>
          <w:tab w:val="left" w:pos="2782"/>
          <w:tab w:val="right" w:pos="4412"/>
        </w:tabs>
        <w:spacing w:before="55"/>
      </w:pPr>
      <w:r>
        <w:rPr>
          <w:color w:val="231F20"/>
        </w:rPr>
        <w:t>Doyle</w:t>
      </w:r>
      <w:r>
        <w:rPr>
          <w:color w:val="231F20"/>
        </w:rPr>
        <w:tab/>
        <w:t>96109</w:t>
      </w:r>
      <w:r>
        <w:rPr>
          <w:color w:val="231F20"/>
        </w:rPr>
        <w:tab/>
        <w:t>Lassen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7"/>
          <w:tab w:val="left" w:pos="2596"/>
          <w:tab w:val="right" w:pos="4366"/>
        </w:tabs>
        <w:spacing w:before="119"/>
      </w:pPr>
      <w:r>
        <w:rPr>
          <w:color w:val="231F20"/>
        </w:rPr>
        <w:t>Duarte</w:t>
      </w:r>
      <w:r>
        <w:rPr>
          <w:color w:val="231F20"/>
        </w:rPr>
        <w:tab/>
        <w:t>91008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right" w:pos="1866"/>
        </w:tabs>
        <w:spacing w:before="393"/>
      </w:pPr>
      <w:r>
        <w:br w:type="column"/>
      </w:r>
      <w:r>
        <w:rPr>
          <w:color w:val="231F20"/>
        </w:rPr>
        <w:t>Elverta</w:t>
      </w:r>
      <w:r>
        <w:rPr>
          <w:color w:val="231F20"/>
        </w:rPr>
        <w:tab/>
        <w:t>95626</w:t>
      </w:r>
    </w:p>
    <w:p w:rsidR="00EA74A4" w:rsidRDefault="00316162">
      <w:pPr>
        <w:pStyle w:val="BodyText"/>
        <w:spacing w:before="175" w:line="219" w:lineRule="exact"/>
      </w:pPr>
      <w:r>
        <w:br w:type="column"/>
      </w:r>
      <w:r>
        <w:rPr>
          <w:color w:val="231F20"/>
        </w:rPr>
        <w:t>Placer/Sacramento/</w:t>
      </w:r>
    </w:p>
    <w:p w:rsidR="00EA74A4" w:rsidRDefault="00316162">
      <w:pPr>
        <w:pStyle w:val="BodyText"/>
        <w:tabs>
          <w:tab w:val="left" w:pos="2039"/>
        </w:tabs>
        <w:spacing w:line="219" w:lineRule="exact"/>
        <w:ind w:left="606"/>
      </w:pPr>
      <w:r>
        <w:rPr>
          <w:color w:val="231F20"/>
        </w:rPr>
        <w:t>Sutter</w:t>
      </w:r>
      <w:r>
        <w:rPr>
          <w:color w:val="231F20"/>
        </w:rPr>
        <w:tab/>
        <w:t>12</w:t>
      </w:r>
    </w:p>
    <w:p w:rsidR="00EA74A4" w:rsidRDefault="00EA74A4">
      <w:pPr>
        <w:spacing w:line="219" w:lineRule="exact"/>
        <w:sectPr w:rsidR="00EA74A4">
          <w:type w:val="continuous"/>
          <w:pgSz w:w="10140" w:h="12960"/>
          <w:pgMar w:top="180" w:right="0" w:bottom="0" w:left="20" w:header="720" w:footer="720" w:gutter="0"/>
          <w:cols w:num="3" w:space="720" w:equalWidth="0">
            <w:col w:w="4453" w:space="671"/>
            <w:col w:w="1907" w:space="287"/>
            <w:col w:w="2802"/>
          </w:cols>
        </w:sectPr>
      </w:pPr>
    </w:p>
    <w:p w:rsidR="00EA74A4" w:rsidRDefault="00316162">
      <w:pPr>
        <w:pStyle w:val="BodyText"/>
        <w:tabs>
          <w:tab w:val="left" w:pos="1407"/>
          <w:tab w:val="left" w:pos="2596"/>
          <w:tab w:val="left" w:pos="4275"/>
        </w:tabs>
        <w:spacing w:before="121"/>
      </w:pPr>
      <w:r>
        <w:rPr>
          <w:color w:val="231F20"/>
        </w:rPr>
        <w:t>Duarte</w:t>
      </w:r>
      <w:r>
        <w:rPr>
          <w:color w:val="231F20"/>
        </w:rPr>
        <w:tab/>
        <w:t>91010</w:t>
      </w:r>
      <w:r>
        <w:rPr>
          <w:color w:val="231F20"/>
        </w:rPr>
        <w:tab/>
        <w:t>Los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7"/>
          <w:tab w:val="left" w:pos="2197"/>
          <w:tab w:val="left" w:pos="4230"/>
        </w:tabs>
        <w:spacing w:before="118"/>
      </w:pPr>
      <w:r>
        <w:rPr>
          <w:color w:val="231F20"/>
        </w:rPr>
        <w:t>Dublin</w:t>
      </w:r>
      <w:r>
        <w:rPr>
          <w:color w:val="231F20"/>
        </w:rPr>
        <w:tab/>
        <w:t>94568</w:t>
      </w:r>
      <w:r>
        <w:rPr>
          <w:color w:val="231F20"/>
        </w:rPr>
        <w:tab/>
        <w:t>Alameda/Contra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07"/>
          <w:tab w:val="left" w:pos="2662"/>
          <w:tab w:val="left" w:pos="4229"/>
        </w:tabs>
        <w:spacing w:before="122"/>
      </w:pPr>
      <w:r>
        <w:rPr>
          <w:color w:val="231F20"/>
        </w:rPr>
        <w:t>Dulzura</w:t>
      </w:r>
      <w:r>
        <w:rPr>
          <w:color w:val="231F20"/>
        </w:rPr>
        <w:tab/>
        <w:t>91917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07"/>
          <w:tab w:val="left" w:pos="2777"/>
          <w:tab w:val="left" w:pos="4229"/>
        </w:tabs>
        <w:spacing w:before="118"/>
      </w:pPr>
      <w:r>
        <w:rPr>
          <w:color w:val="231F20"/>
        </w:rPr>
        <w:t>Dunlap</w:t>
      </w:r>
      <w:r>
        <w:rPr>
          <w:color w:val="231F20"/>
        </w:rPr>
        <w:tab/>
        <w:t>93621</w:t>
      </w:r>
      <w:r>
        <w:rPr>
          <w:color w:val="231F20"/>
        </w:rPr>
        <w:tab/>
        <w:t>Fresno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8"/>
          <w:tab w:val="left" w:pos="2866"/>
          <w:tab w:val="left" w:pos="4229"/>
        </w:tabs>
        <w:spacing w:before="121"/>
      </w:pPr>
      <w:r>
        <w:rPr>
          <w:color w:val="231F20"/>
        </w:rPr>
        <w:t>Dunnigan</w:t>
      </w:r>
      <w:r>
        <w:rPr>
          <w:color w:val="231F20"/>
        </w:rPr>
        <w:tab/>
        <w:t>95937</w:t>
      </w:r>
      <w:r>
        <w:rPr>
          <w:color w:val="231F20"/>
        </w:rPr>
        <w:tab/>
        <w:t>Yolo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08"/>
          <w:tab w:val="left" w:pos="2456"/>
          <w:tab w:val="left" w:pos="4230"/>
        </w:tabs>
        <w:spacing w:before="121"/>
      </w:pPr>
      <w:r>
        <w:rPr>
          <w:color w:val="231F20"/>
        </w:rPr>
        <w:t>Dunsmuir</w:t>
      </w:r>
      <w:r>
        <w:rPr>
          <w:color w:val="231F20"/>
        </w:rPr>
        <w:tab/>
        <w:t>96025</w:t>
      </w:r>
      <w:r>
        <w:rPr>
          <w:color w:val="231F20"/>
        </w:rPr>
        <w:tab/>
        <w:t>Shasta/Siskiyou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8"/>
          <w:tab w:val="left" w:pos="2824"/>
          <w:tab w:val="left" w:pos="4230"/>
        </w:tabs>
        <w:spacing w:before="119"/>
      </w:pPr>
      <w:r>
        <w:rPr>
          <w:color w:val="231F20"/>
        </w:rPr>
        <w:t>Durham</w:t>
      </w:r>
      <w:r>
        <w:rPr>
          <w:color w:val="231F20"/>
        </w:rPr>
        <w:tab/>
        <w:t>95938</w:t>
      </w:r>
      <w:r>
        <w:rPr>
          <w:color w:val="231F20"/>
        </w:rPr>
        <w:tab/>
        <w:t>Butte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07"/>
          <w:tab w:val="left" w:pos="2802"/>
          <w:tab w:val="left" w:pos="4230"/>
        </w:tabs>
        <w:spacing w:before="121"/>
      </w:pPr>
      <w:r>
        <w:rPr>
          <w:color w:val="231F20"/>
        </w:rPr>
        <w:t>Dutch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Flat</w:t>
      </w:r>
      <w:r>
        <w:rPr>
          <w:color w:val="231F20"/>
        </w:rPr>
        <w:tab/>
        <w:t>95714</w:t>
      </w:r>
      <w:r>
        <w:rPr>
          <w:color w:val="231F20"/>
        </w:rPr>
        <w:tab/>
        <w:t>Placer</w:t>
      </w:r>
      <w:r>
        <w:rPr>
          <w:color w:val="231F20"/>
        </w:rPr>
        <w:tab/>
        <w:t>16</w:t>
      </w: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spacing w:before="5"/>
        <w:ind w:left="0"/>
        <w:rPr>
          <w:sz w:val="23"/>
        </w:rPr>
      </w:pPr>
    </w:p>
    <w:p w:rsidR="00EA74A4" w:rsidRDefault="00316162">
      <w:pPr>
        <w:pStyle w:val="Heading1"/>
      </w:pPr>
      <w:r>
        <w:rPr>
          <w:color w:val="231F20"/>
        </w:rPr>
        <w:t>E</w:t>
      </w:r>
    </w:p>
    <w:p w:rsidR="00EA74A4" w:rsidRDefault="00EA74A4">
      <w:pPr>
        <w:pStyle w:val="BodyText"/>
        <w:ind w:left="0"/>
        <w:rPr>
          <w:b/>
          <w:sz w:val="22"/>
        </w:rPr>
      </w:pPr>
    </w:p>
    <w:p w:rsidR="00EA74A4" w:rsidRDefault="00316162">
      <w:pPr>
        <w:pStyle w:val="BodyText"/>
        <w:spacing w:before="195" w:line="219" w:lineRule="exact"/>
      </w:pPr>
      <w:r>
        <w:rPr>
          <w:color w:val="231F20"/>
        </w:rPr>
        <w:t>Eagle</w:t>
      </w:r>
    </w:p>
    <w:p w:rsidR="00EA74A4" w:rsidRDefault="00316162">
      <w:pPr>
        <w:pStyle w:val="BodyText"/>
        <w:tabs>
          <w:tab w:val="left" w:pos="1407"/>
          <w:tab w:val="left" w:pos="2691"/>
          <w:tab w:val="left" w:pos="4230"/>
        </w:tabs>
        <w:spacing w:line="219" w:lineRule="exact"/>
      </w:pPr>
      <w:r>
        <w:rPr>
          <w:color w:val="231F20"/>
        </w:rPr>
        <w:t>Mountain</w:t>
      </w:r>
      <w:r>
        <w:rPr>
          <w:color w:val="231F20"/>
        </w:rPr>
        <w:tab/>
        <w:t>92239</w:t>
      </w:r>
      <w:r>
        <w:rPr>
          <w:color w:val="231F20"/>
        </w:rPr>
        <w:tab/>
        <w:t>Riverside</w:t>
      </w:r>
      <w:r>
        <w:rPr>
          <w:color w:val="231F20"/>
        </w:rPr>
        <w:tab/>
        <w:t>15</w:t>
      </w:r>
    </w:p>
    <w:p w:rsidR="00EA74A4" w:rsidRDefault="00316162">
      <w:pPr>
        <w:pStyle w:val="BodyText"/>
        <w:tabs>
          <w:tab w:val="left" w:pos="1406"/>
          <w:tab w:val="left" w:pos="2793"/>
          <w:tab w:val="left" w:pos="4229"/>
        </w:tabs>
        <w:spacing w:before="121"/>
      </w:pPr>
      <w:r>
        <w:rPr>
          <w:color w:val="231F20"/>
        </w:rPr>
        <w:t>Earlimart</w:t>
      </w:r>
      <w:r>
        <w:rPr>
          <w:color w:val="231F20"/>
        </w:rPr>
        <w:tab/>
        <w:t>93219</w:t>
      </w:r>
      <w:r>
        <w:rPr>
          <w:color w:val="231F20"/>
        </w:rPr>
        <w:tab/>
        <w:t>Tulare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6"/>
          <w:tab w:val="left" w:pos="2667"/>
          <w:tab w:val="left" w:pos="4229"/>
        </w:tabs>
        <w:spacing w:before="118"/>
      </w:pPr>
      <w:r>
        <w:rPr>
          <w:color w:val="231F20"/>
        </w:rPr>
        <w:t>Echo Lake</w:t>
      </w:r>
      <w:r>
        <w:rPr>
          <w:color w:val="231F20"/>
        </w:rPr>
        <w:tab/>
        <w:t>95721</w:t>
      </w:r>
      <w:r>
        <w:rPr>
          <w:color w:val="231F20"/>
        </w:rPr>
        <w:tab/>
        <w:t>El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Dorado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6"/>
          <w:tab w:val="left" w:pos="2259"/>
          <w:tab w:val="left" w:pos="4230"/>
        </w:tabs>
        <w:spacing w:before="121"/>
      </w:pPr>
      <w:r>
        <w:rPr>
          <w:color w:val="231F20"/>
        </w:rPr>
        <w:t>Edwards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AFB</w:t>
      </w:r>
      <w:r>
        <w:rPr>
          <w:color w:val="231F20"/>
        </w:rPr>
        <w:tab/>
        <w:t>93524</w:t>
      </w:r>
      <w:r>
        <w:rPr>
          <w:color w:val="231F20"/>
        </w:rPr>
        <w:tab/>
        <w:t>Kern/San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tabs>
          <w:tab w:val="left" w:pos="1406"/>
          <w:tab w:val="left" w:pos="2662"/>
          <w:tab w:val="left" w:pos="4230"/>
        </w:tabs>
        <w:spacing w:before="119"/>
      </w:pPr>
      <w:r>
        <w:rPr>
          <w:color w:val="231F20"/>
        </w:rPr>
        <w:t>El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Cajon</w:t>
      </w:r>
      <w:r>
        <w:rPr>
          <w:color w:val="231F20"/>
        </w:rPr>
        <w:tab/>
        <w:t>92019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06"/>
          <w:tab w:val="left" w:pos="2662"/>
          <w:tab w:val="left" w:pos="4275"/>
        </w:tabs>
        <w:spacing w:before="121"/>
      </w:pPr>
      <w:r>
        <w:rPr>
          <w:color w:val="231F20"/>
        </w:rPr>
        <w:t>El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Cajon</w:t>
      </w:r>
      <w:r>
        <w:rPr>
          <w:color w:val="231F20"/>
        </w:rPr>
        <w:tab/>
        <w:t>92020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406"/>
          <w:tab w:val="left" w:pos="2662"/>
          <w:tab w:val="left" w:pos="4230"/>
        </w:tabs>
        <w:spacing w:before="119"/>
      </w:pPr>
      <w:r>
        <w:rPr>
          <w:color w:val="231F20"/>
        </w:rPr>
        <w:t>El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Cajon</w:t>
      </w:r>
      <w:r>
        <w:rPr>
          <w:color w:val="231F20"/>
        </w:rPr>
        <w:tab/>
        <w:t>92021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08"/>
          <w:tab w:val="left" w:pos="2723"/>
          <w:tab w:val="left" w:pos="4230"/>
        </w:tabs>
        <w:spacing w:before="121"/>
      </w:pPr>
      <w:r>
        <w:rPr>
          <w:color w:val="231F20"/>
        </w:rPr>
        <w:t>El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Centro</w:t>
      </w:r>
      <w:r>
        <w:rPr>
          <w:color w:val="231F20"/>
        </w:rPr>
        <w:tab/>
        <w:t>92243</w:t>
      </w:r>
      <w:r>
        <w:rPr>
          <w:color w:val="231F20"/>
        </w:rPr>
        <w:tab/>
        <w:t>Imperial</w:t>
      </w:r>
      <w:r>
        <w:rPr>
          <w:color w:val="231F20"/>
        </w:rPr>
        <w:tab/>
        <w:t>15</w:t>
      </w:r>
    </w:p>
    <w:p w:rsidR="00EA74A4" w:rsidRDefault="00316162">
      <w:pPr>
        <w:pStyle w:val="BodyText"/>
        <w:tabs>
          <w:tab w:val="left" w:pos="1407"/>
          <w:tab w:val="left" w:pos="2554"/>
          <w:tab w:val="left" w:pos="4276"/>
        </w:tabs>
        <w:spacing w:before="121"/>
      </w:pPr>
      <w:r>
        <w:rPr>
          <w:color w:val="231F20"/>
        </w:rPr>
        <w:t>El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Cerrito</w:t>
      </w:r>
      <w:r>
        <w:rPr>
          <w:color w:val="231F20"/>
        </w:rPr>
        <w:tab/>
        <w:t>94530</w:t>
      </w:r>
      <w:r>
        <w:rPr>
          <w:color w:val="231F20"/>
        </w:rPr>
        <w:tab/>
        <w:t>Contra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7"/>
          <w:tab w:val="left" w:pos="2667"/>
          <w:tab w:val="left" w:pos="4229"/>
        </w:tabs>
        <w:spacing w:before="119"/>
      </w:pPr>
      <w:r>
        <w:rPr>
          <w:color w:val="231F20"/>
        </w:rPr>
        <w:t>El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Dorado</w:t>
      </w:r>
      <w:r>
        <w:rPr>
          <w:color w:val="231F20"/>
        </w:rPr>
        <w:tab/>
        <w:t>95623</w:t>
      </w:r>
      <w:r>
        <w:rPr>
          <w:color w:val="231F20"/>
        </w:rPr>
        <w:tab/>
        <w:t>El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Dorado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spacing w:before="121" w:line="219" w:lineRule="exact"/>
      </w:pPr>
      <w:r>
        <w:rPr>
          <w:color w:val="231F20"/>
        </w:rPr>
        <w:t>El Dorado</w:t>
      </w:r>
    </w:p>
    <w:p w:rsidR="00EA74A4" w:rsidRDefault="00316162">
      <w:pPr>
        <w:pStyle w:val="BodyText"/>
        <w:tabs>
          <w:tab w:val="left" w:pos="1408"/>
          <w:tab w:val="left" w:pos="2135"/>
          <w:tab w:val="left" w:pos="4229"/>
        </w:tabs>
        <w:spacing w:line="219" w:lineRule="exact"/>
      </w:pPr>
      <w:r>
        <w:rPr>
          <w:color w:val="231F20"/>
        </w:rPr>
        <w:t>Hills</w:t>
      </w:r>
      <w:r>
        <w:rPr>
          <w:color w:val="231F20"/>
        </w:rPr>
        <w:tab/>
        <w:t>95762</w:t>
      </w:r>
      <w:r>
        <w:rPr>
          <w:color w:val="231F20"/>
        </w:rPr>
        <w:tab/>
        <w:t>El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Dorado/ 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07"/>
          <w:tab w:val="left" w:pos="2596"/>
          <w:tab w:val="left" w:pos="4275"/>
        </w:tabs>
        <w:spacing w:before="121"/>
      </w:pPr>
      <w:r>
        <w:rPr>
          <w:color w:val="231F20"/>
        </w:rPr>
        <w:t>El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Monte</w:t>
      </w:r>
      <w:r>
        <w:rPr>
          <w:color w:val="231F20"/>
        </w:rPr>
        <w:tab/>
        <w:t>91731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7"/>
          <w:tab w:val="left" w:pos="2596"/>
          <w:tab w:val="left" w:pos="4275"/>
        </w:tabs>
        <w:spacing w:before="118"/>
      </w:pPr>
      <w:r>
        <w:rPr>
          <w:color w:val="231F20"/>
        </w:rPr>
        <w:t>El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Monte</w:t>
      </w:r>
      <w:r>
        <w:rPr>
          <w:color w:val="231F20"/>
        </w:rPr>
        <w:tab/>
        <w:t>91732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6"/>
          <w:tab w:val="left" w:pos="2741"/>
          <w:tab w:val="left" w:pos="4229"/>
        </w:tabs>
        <w:spacing w:before="122"/>
      </w:pPr>
      <w:r>
        <w:rPr>
          <w:color w:val="231F20"/>
        </w:rPr>
        <w:t>El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Nido</w:t>
      </w:r>
      <w:r>
        <w:rPr>
          <w:color w:val="231F20"/>
        </w:rPr>
        <w:tab/>
        <w:t>95317</w:t>
      </w:r>
      <w:r>
        <w:rPr>
          <w:color w:val="231F20"/>
        </w:rPr>
        <w:tab/>
        <w:t>Merced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11"/>
          <w:tab w:val="left" w:pos="2703"/>
          <w:tab w:val="right" w:pos="4371"/>
        </w:tabs>
        <w:spacing w:before="121"/>
      </w:pPr>
      <w:r>
        <w:br w:type="column"/>
      </w:r>
      <w:r>
        <w:rPr>
          <w:color w:val="231F20"/>
        </w:rPr>
        <w:t>Emeryville</w:t>
      </w:r>
      <w:r>
        <w:rPr>
          <w:color w:val="231F20"/>
        </w:rPr>
        <w:tab/>
        <w:t>94608</w:t>
      </w:r>
      <w:r>
        <w:rPr>
          <w:color w:val="231F20"/>
        </w:rPr>
        <w:tab/>
        <w:t>Alameda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10"/>
          <w:tab w:val="left" w:pos="2802"/>
          <w:tab w:val="right" w:pos="4416"/>
        </w:tabs>
        <w:spacing w:before="118"/>
      </w:pPr>
      <w:r>
        <w:rPr>
          <w:color w:val="231F20"/>
        </w:rPr>
        <w:t>Emigrant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Gap</w:t>
      </w:r>
      <w:r>
        <w:rPr>
          <w:color w:val="231F20"/>
        </w:rPr>
        <w:tab/>
        <w:t>95715</w:t>
      </w:r>
      <w:r>
        <w:rPr>
          <w:color w:val="231F20"/>
        </w:rPr>
        <w:tab/>
        <w:t>Placer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9"/>
          <w:tab w:val="left" w:pos="2663"/>
          <w:tab w:val="right" w:pos="4370"/>
        </w:tabs>
        <w:spacing w:before="122"/>
      </w:pPr>
      <w:r>
        <w:rPr>
          <w:color w:val="231F20"/>
        </w:rPr>
        <w:t>Encinitas</w:t>
      </w:r>
      <w:r>
        <w:rPr>
          <w:color w:val="231F20"/>
        </w:rPr>
        <w:tab/>
        <w:t>92024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409"/>
          <w:tab w:val="left" w:pos="2591"/>
          <w:tab w:val="right" w:pos="4414"/>
        </w:tabs>
        <w:spacing w:before="118"/>
      </w:pPr>
      <w:r>
        <w:rPr>
          <w:color w:val="231F20"/>
        </w:rPr>
        <w:t>Escalon</w:t>
      </w:r>
      <w:r>
        <w:rPr>
          <w:color w:val="231F20"/>
        </w:rPr>
        <w:tab/>
        <w:t>95320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Joaquin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09"/>
          <w:tab w:val="left" w:pos="2662"/>
          <w:tab w:val="right" w:pos="4415"/>
        </w:tabs>
        <w:spacing w:before="121"/>
      </w:pPr>
      <w:r>
        <w:rPr>
          <w:color w:val="231F20"/>
        </w:rPr>
        <w:t>Escondido</w:t>
      </w:r>
      <w:r>
        <w:rPr>
          <w:color w:val="231F20"/>
        </w:rPr>
        <w:tab/>
        <w:t>92025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09"/>
          <w:tab w:val="left" w:pos="2662"/>
          <w:tab w:val="right" w:pos="4415"/>
        </w:tabs>
        <w:spacing w:before="121"/>
      </w:pPr>
      <w:r>
        <w:rPr>
          <w:color w:val="231F20"/>
        </w:rPr>
        <w:t>Escondido</w:t>
      </w:r>
      <w:r>
        <w:rPr>
          <w:color w:val="231F20"/>
        </w:rPr>
        <w:tab/>
        <w:t>92026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09"/>
          <w:tab w:val="left" w:pos="2662"/>
          <w:tab w:val="right" w:pos="4415"/>
        </w:tabs>
        <w:spacing w:before="119"/>
      </w:pPr>
      <w:r>
        <w:rPr>
          <w:color w:val="231F20"/>
        </w:rPr>
        <w:t>Escondido</w:t>
      </w:r>
      <w:r>
        <w:rPr>
          <w:color w:val="231F20"/>
        </w:rPr>
        <w:tab/>
        <w:t>92027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09"/>
          <w:tab w:val="left" w:pos="2662"/>
          <w:tab w:val="right" w:pos="4415"/>
        </w:tabs>
        <w:spacing w:before="121"/>
      </w:pPr>
      <w:r>
        <w:rPr>
          <w:color w:val="231F20"/>
        </w:rPr>
        <w:t>Escondido</w:t>
      </w:r>
      <w:r>
        <w:rPr>
          <w:color w:val="231F20"/>
        </w:rPr>
        <w:tab/>
        <w:t>92029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10"/>
          <w:tab w:val="left" w:pos="2866"/>
          <w:tab w:val="right" w:pos="4414"/>
        </w:tabs>
        <w:spacing w:before="119"/>
      </w:pPr>
      <w:r>
        <w:rPr>
          <w:color w:val="231F20"/>
        </w:rPr>
        <w:t>Esparto</w:t>
      </w:r>
      <w:r>
        <w:rPr>
          <w:color w:val="231F20"/>
        </w:rPr>
        <w:tab/>
        <w:t>95627</w:t>
      </w:r>
      <w:r>
        <w:rPr>
          <w:color w:val="231F20"/>
        </w:rPr>
        <w:tab/>
        <w:t>Yolo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10"/>
          <w:tab w:val="left" w:pos="2463"/>
          <w:tab w:val="right" w:pos="4414"/>
        </w:tabs>
        <w:spacing w:before="121"/>
      </w:pPr>
      <w:r>
        <w:rPr>
          <w:color w:val="231F20"/>
        </w:rPr>
        <w:t>Essex</w:t>
      </w:r>
      <w:r>
        <w:rPr>
          <w:color w:val="231F20"/>
        </w:rPr>
        <w:tab/>
        <w:t>92332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tabs>
          <w:tab w:val="left" w:pos="1409"/>
          <w:tab w:val="left" w:pos="2731"/>
          <w:tab w:val="right" w:pos="4415"/>
        </w:tabs>
        <w:spacing w:before="119"/>
      </w:pPr>
      <w:r>
        <w:rPr>
          <w:color w:val="231F20"/>
        </w:rPr>
        <w:t>Etna</w:t>
      </w:r>
      <w:r>
        <w:rPr>
          <w:color w:val="231F20"/>
        </w:rPr>
        <w:tab/>
        <w:t>96027</w:t>
      </w:r>
      <w:r>
        <w:rPr>
          <w:color w:val="231F20"/>
        </w:rPr>
        <w:tab/>
        <w:t>Siskiyou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1"/>
          <w:tab w:val="left" w:pos="2660"/>
          <w:tab w:val="right" w:pos="4370"/>
        </w:tabs>
        <w:spacing w:before="121"/>
      </w:pPr>
      <w:r>
        <w:rPr>
          <w:color w:val="231F20"/>
        </w:rPr>
        <w:t>Eureka</w:t>
      </w:r>
      <w:r>
        <w:rPr>
          <w:color w:val="231F20"/>
        </w:rPr>
        <w:tab/>
        <w:t>95501</w:t>
      </w:r>
      <w:r>
        <w:rPr>
          <w:color w:val="231F20"/>
        </w:rPr>
        <w:tab/>
        <w:t>Humboldt</w:t>
      </w:r>
      <w:r>
        <w:rPr>
          <w:color w:val="231F20"/>
        </w:rPr>
        <w:tab/>
        <w:t>1</w:t>
      </w:r>
    </w:p>
    <w:p w:rsidR="00EA74A4" w:rsidRDefault="00316162">
      <w:pPr>
        <w:pStyle w:val="BodyText"/>
        <w:tabs>
          <w:tab w:val="left" w:pos="1411"/>
          <w:tab w:val="left" w:pos="2660"/>
          <w:tab w:val="right" w:pos="4370"/>
        </w:tabs>
        <w:spacing w:before="118"/>
      </w:pPr>
      <w:r>
        <w:rPr>
          <w:color w:val="231F20"/>
        </w:rPr>
        <w:t>Eureka</w:t>
      </w:r>
      <w:r>
        <w:rPr>
          <w:color w:val="231F20"/>
        </w:rPr>
        <w:tab/>
        <w:t>95503</w:t>
      </w:r>
      <w:r>
        <w:rPr>
          <w:color w:val="231F20"/>
        </w:rPr>
        <w:tab/>
        <w:t>Humboldt</w:t>
      </w:r>
      <w:r>
        <w:rPr>
          <w:color w:val="231F20"/>
        </w:rPr>
        <w:tab/>
        <w:t>1</w:t>
      </w:r>
    </w:p>
    <w:p w:rsidR="00EA74A4" w:rsidRDefault="00AA3220">
      <w:pPr>
        <w:pStyle w:val="BodyText"/>
        <w:tabs>
          <w:tab w:val="left" w:pos="1410"/>
          <w:tab w:val="left" w:pos="2795"/>
          <w:tab w:val="right" w:pos="4415"/>
        </w:tabs>
        <w:spacing w:before="121"/>
      </w:pPr>
      <w:r>
        <w:pict>
          <v:shape id="_x0000_s1049" type="#_x0000_t202" style="position:absolute;left:0;text-align:left;margin-left:259.7pt;margin-top:42.1pt;width:220.8pt;height:192pt;z-index:1072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51"/>
                    <w:gridCol w:w="879"/>
                    <w:gridCol w:w="1913"/>
                    <w:gridCol w:w="472"/>
                  </w:tblGrid>
                  <w:tr w:rsidR="00EA74A4">
                    <w:trPr>
                      <w:trHeight w:val="472"/>
                    </w:trPr>
                    <w:tc>
                      <w:tcPr>
                        <w:tcW w:w="1151" w:type="dxa"/>
                      </w:tcPr>
                      <w:p w:rsidR="00EA74A4" w:rsidRDefault="00316162">
                        <w:pPr>
                          <w:pStyle w:val="TableParagraph"/>
                          <w:spacing w:before="0" w:line="225" w:lineRule="exact"/>
                          <w:ind w:left="50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1F20"/>
                          </w:rPr>
                          <w:t>F</w:t>
                        </w:r>
                      </w:p>
                    </w:tc>
                    <w:tc>
                      <w:tcPr>
                        <w:tcW w:w="3264" w:type="dxa"/>
                        <w:gridSpan w:val="3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EA74A4">
                    <w:trPr>
                      <w:trHeight w:val="510"/>
                    </w:trPr>
                    <w:tc>
                      <w:tcPr>
                        <w:tcW w:w="1151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Fair Oaks</w:t>
                        </w:r>
                      </w:p>
                    </w:tc>
                    <w:tc>
                      <w:tcPr>
                        <w:tcW w:w="879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0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95628</w:t>
                        </w:r>
                      </w:p>
                    </w:tc>
                    <w:tc>
                      <w:tcPr>
                        <w:tcW w:w="1913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92" w:right="21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472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Fairfax</w:t>
                        </w:r>
                      </w:p>
                    </w:tc>
                    <w:tc>
                      <w:tcPr>
                        <w:tcW w:w="87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0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94930</w:t>
                        </w:r>
                      </w:p>
                    </w:tc>
                    <w:tc>
                      <w:tcPr>
                        <w:tcW w:w="191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93" w:right="21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47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Fairfield</w:t>
                        </w:r>
                      </w:p>
                    </w:tc>
                    <w:tc>
                      <w:tcPr>
                        <w:tcW w:w="879" w:type="dxa"/>
                      </w:tcPr>
                      <w:p w:rsidR="00EA74A4" w:rsidRDefault="00316162">
                        <w:pPr>
                          <w:pStyle w:val="TableParagraph"/>
                          <w:ind w:left="20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94533</w:t>
                        </w:r>
                      </w:p>
                    </w:tc>
                    <w:tc>
                      <w:tcPr>
                        <w:tcW w:w="1913" w:type="dxa"/>
                      </w:tcPr>
                      <w:p w:rsidR="00EA74A4" w:rsidRDefault="00316162">
                        <w:pPr>
                          <w:pStyle w:val="TableParagraph"/>
                          <w:ind w:left="193" w:right="2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Solano</w:t>
                        </w:r>
                      </w:p>
                    </w:tc>
                    <w:tc>
                      <w:tcPr>
                        <w:tcW w:w="472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Fairfield</w:t>
                        </w:r>
                      </w:p>
                    </w:tc>
                    <w:tc>
                      <w:tcPr>
                        <w:tcW w:w="87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0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94534</w:t>
                        </w:r>
                      </w:p>
                    </w:tc>
                    <w:tc>
                      <w:tcPr>
                        <w:tcW w:w="191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93" w:right="2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Solano</w:t>
                        </w:r>
                      </w:p>
                    </w:tc>
                    <w:tc>
                      <w:tcPr>
                        <w:tcW w:w="47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Fairfield</w:t>
                        </w:r>
                      </w:p>
                    </w:tc>
                    <w:tc>
                      <w:tcPr>
                        <w:tcW w:w="879" w:type="dxa"/>
                      </w:tcPr>
                      <w:p w:rsidR="00EA74A4" w:rsidRDefault="00316162">
                        <w:pPr>
                          <w:pStyle w:val="TableParagraph"/>
                          <w:ind w:left="20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94535</w:t>
                        </w:r>
                      </w:p>
                    </w:tc>
                    <w:tc>
                      <w:tcPr>
                        <w:tcW w:w="1913" w:type="dxa"/>
                      </w:tcPr>
                      <w:p w:rsidR="00EA74A4" w:rsidRDefault="00316162">
                        <w:pPr>
                          <w:pStyle w:val="TableParagraph"/>
                          <w:ind w:left="193" w:right="2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Solano</w:t>
                        </w:r>
                      </w:p>
                    </w:tc>
                    <w:tc>
                      <w:tcPr>
                        <w:tcW w:w="472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 w:right="10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Fall River Mills</w:t>
                        </w:r>
                      </w:p>
                    </w:tc>
                    <w:tc>
                      <w:tcPr>
                        <w:tcW w:w="879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1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96028</w:t>
                        </w:r>
                      </w:p>
                    </w:tc>
                    <w:tc>
                      <w:tcPr>
                        <w:tcW w:w="1913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93" w:right="2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472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Fallbrook</w:t>
                        </w:r>
                      </w:p>
                    </w:tc>
                    <w:tc>
                      <w:tcPr>
                        <w:tcW w:w="87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0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92028</w:t>
                        </w:r>
                      </w:p>
                    </w:tc>
                    <w:tc>
                      <w:tcPr>
                        <w:tcW w:w="191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93" w:right="21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Riverside/San Diego</w:t>
                        </w:r>
                      </w:p>
                    </w:tc>
                    <w:tc>
                      <w:tcPr>
                        <w:tcW w:w="47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Farmersville</w:t>
                        </w:r>
                      </w:p>
                    </w:tc>
                    <w:tc>
                      <w:tcPr>
                        <w:tcW w:w="879" w:type="dxa"/>
                      </w:tcPr>
                      <w:p w:rsidR="00EA74A4" w:rsidRDefault="00316162">
                        <w:pPr>
                          <w:pStyle w:val="TableParagraph"/>
                          <w:ind w:left="21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93223</w:t>
                        </w:r>
                      </w:p>
                    </w:tc>
                    <w:tc>
                      <w:tcPr>
                        <w:tcW w:w="1913" w:type="dxa"/>
                      </w:tcPr>
                      <w:p w:rsidR="00EA74A4" w:rsidRDefault="00316162">
                        <w:pPr>
                          <w:pStyle w:val="TableParagraph"/>
                          <w:ind w:left="193" w:right="2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472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259"/>
                    </w:trPr>
                    <w:tc>
                      <w:tcPr>
                        <w:tcW w:w="1151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Farmington</w:t>
                        </w:r>
                      </w:p>
                    </w:tc>
                    <w:tc>
                      <w:tcPr>
                        <w:tcW w:w="879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left="20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95230</w:t>
                        </w:r>
                      </w:p>
                    </w:tc>
                    <w:tc>
                      <w:tcPr>
                        <w:tcW w:w="1913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left="193" w:right="20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Calaveras/San</w:t>
                        </w:r>
                      </w:p>
                    </w:tc>
                    <w:tc>
                      <w:tcPr>
                        <w:tcW w:w="472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 w:rsidR="00316162">
        <w:rPr>
          <w:color w:val="231F20"/>
        </w:rPr>
        <w:t>Exeter</w:t>
      </w:r>
      <w:r w:rsidR="00316162">
        <w:rPr>
          <w:color w:val="231F20"/>
        </w:rPr>
        <w:tab/>
        <w:t>93221</w:t>
      </w:r>
      <w:r w:rsidR="00316162">
        <w:rPr>
          <w:color w:val="231F20"/>
        </w:rPr>
        <w:tab/>
        <w:t>Tulare</w:t>
      </w:r>
      <w:r w:rsidR="00316162">
        <w:rPr>
          <w:color w:val="231F20"/>
        </w:rPr>
        <w:tab/>
        <w:t>13</w:t>
      </w:r>
    </w:p>
    <w:p w:rsidR="00EA74A4" w:rsidRDefault="00EA74A4">
      <w:pPr>
        <w:sectPr w:rsidR="00EA74A4">
          <w:type w:val="continuous"/>
          <w:pgSz w:w="10140" w:h="12960"/>
          <w:pgMar w:top="180" w:right="0" w:bottom="0" w:left="20" w:header="720" w:footer="720" w:gutter="0"/>
          <w:cols w:num="2" w:space="720" w:equalWidth="0">
            <w:col w:w="4454" w:space="670"/>
            <w:col w:w="4996"/>
          </w:cols>
        </w:sectPr>
      </w:pPr>
    </w:p>
    <w:p w:rsidR="00EA74A4" w:rsidRDefault="00EA74A4">
      <w:pPr>
        <w:pStyle w:val="BodyText"/>
        <w:spacing w:before="4"/>
        <w:ind w:left="0"/>
        <w:rPr>
          <w:rFonts w:ascii="Times New Roman"/>
          <w:sz w:val="4"/>
        </w:rPr>
      </w:pPr>
    </w:p>
    <w:p w:rsidR="00EA74A4" w:rsidRDefault="00AA3220">
      <w:pPr>
        <w:pStyle w:val="Heading2"/>
        <w:tabs>
          <w:tab w:val="left" w:pos="5483"/>
        </w:tabs>
      </w:pPr>
      <w:r>
        <w:rPr>
          <w:position w:val="17"/>
        </w:rPr>
      </w:r>
      <w:r>
        <w:rPr>
          <w:position w:val="17"/>
        </w:rPr>
        <w:pict>
          <v:shape id="_x0000_s1067" type="#_x0000_t202" style="width:220.9pt;height:620.5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23"/>
                    <w:gridCol w:w="789"/>
                    <w:gridCol w:w="1951"/>
                    <w:gridCol w:w="454"/>
                  </w:tblGrid>
                  <w:tr w:rsidR="00EA74A4">
                    <w:trPr>
                      <w:trHeight w:val="270"/>
                    </w:trPr>
                    <w:tc>
                      <w:tcPr>
                        <w:tcW w:w="122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9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73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Joaquin/Stanislaus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EA74A4">
                    <w:trPr>
                      <w:trHeight w:val="34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spacing w:before="5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Fellows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spacing w:before="53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93224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before="53"/>
                          <w:ind w:left="173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5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Felton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95018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4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Cruz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Ferndale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95536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ind w:left="175" w:right="1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Fiddletown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95629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5" w:right="1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Amador/El Dorado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Fillmore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93015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ind w:left="171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560"/>
                    </w:trPr>
                    <w:tc>
                      <w:tcPr>
                        <w:tcW w:w="1223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Firebaugh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93622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680" w:right="363" w:hanging="32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Fresno/Madera/ Merced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Fish Camp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ind w:left="13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93623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ind w:left="170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Mariposa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Floriston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96111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5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Nevada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Folsom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95630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ind w:left="171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Fontana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92335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3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Fontana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ind w:left="13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92336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ind w:left="173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Fontana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92337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3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Foothill Ranch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ind w:left="13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92610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ind w:left="171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Forbestown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95941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5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Butte/Yuba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Forest Falls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92339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ind w:left="175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Forest Ranch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95942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ind w:left="174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Butte/Tehama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Foresthill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95631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5" w:right="19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Forestville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ind w:left="13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95436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ind w:left="175" w:right="19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 w:right="56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Forks of Salmon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96031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71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Siskiyou/Trinity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Fort Bidwell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96112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5" w:right="19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Modoc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Fort Bragg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95437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ind w:left="172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Fort Irwin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92310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4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Fort Jones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96032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ind w:left="175" w:right="1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Fortuna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95540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5" w:right="1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</w:t>
                        </w:r>
                      </w:p>
                    </w:tc>
                  </w:tr>
                  <w:tr w:rsidR="00EA74A4">
                    <w:trPr>
                      <w:trHeight w:val="560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ind w:left="50" w:right="50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Fountain Valley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92708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73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Fowler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93625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3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Frazier Park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93225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ind w:left="173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Kern/Ventura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Freedom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95019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4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Cruz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Fremont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94536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ind w:left="175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Fremont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94538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4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Fremont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94539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ind w:left="175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Alameda/Santa Clara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Fremont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94555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4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French Camp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95231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ind w:left="174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260"/>
                    </w:trPr>
                    <w:tc>
                      <w:tcPr>
                        <w:tcW w:w="1223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French Gulch</w:t>
                        </w:r>
                      </w:p>
                    </w:tc>
                    <w:tc>
                      <w:tcPr>
                        <w:tcW w:w="789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13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96033</w:t>
                        </w:r>
                      </w:p>
                    </w:tc>
                    <w:tc>
                      <w:tcPr>
                        <w:tcW w:w="1951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171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anchorlock/>
          </v:shape>
        </w:pict>
      </w:r>
      <w:r w:rsidR="00316162">
        <w:rPr>
          <w:position w:val="17"/>
        </w:rPr>
        <w:tab/>
      </w:r>
      <w:r>
        <w:pict>
          <v:shape id="_x0000_s1066" type="#_x0000_t202" style="width:220.8pt;height:622.9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17"/>
                    <w:gridCol w:w="863"/>
                    <w:gridCol w:w="1817"/>
                    <w:gridCol w:w="517"/>
                  </w:tblGrid>
                  <w:tr w:rsidR="00EA74A4">
                    <w:trPr>
                      <w:trHeight w:val="25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93650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93701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93702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93703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93704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93705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93706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93710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93711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93720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ind w:left="234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Fresno/Madera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ind w:right="4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93721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93722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93723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93725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93726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93727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93728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93730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34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Fresno/Madera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93737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93741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Friant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93626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ind w:left="233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Fresno/Madera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ind w:right="4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Fullerton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92831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Fullerton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92832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ind w:right="9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Fullerton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92833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512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Fullerton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92835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ind w:left="235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ind w:right="9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614"/>
                    </w:trPr>
                    <w:tc>
                      <w:tcPr>
                        <w:tcW w:w="1217" w:type="dxa"/>
                      </w:tcPr>
                      <w:p w:rsidR="00EA74A4" w:rsidRDefault="00EA74A4"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1F20"/>
                          </w:rPr>
                          <w:t>G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17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17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EA74A4">
                    <w:trPr>
                      <w:trHeight w:val="621"/>
                    </w:trPr>
                    <w:tc>
                      <w:tcPr>
                        <w:tcW w:w="1217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118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Galt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118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95632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before="105"/>
                          <w:ind w:left="614" w:right="294" w:hanging="32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Sacramento/San Joaquin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118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Garberville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95542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40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Humboldt/Trinity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Garberville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ind w:left="14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95554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ind w:left="240" w:right="25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Garden Grove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92840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37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Garden Grove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ind w:left="14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92841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ind w:left="237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ind w:right="9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Garden Grove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92843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37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Garden Grove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ind w:left="14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92844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ind w:left="237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ind w:right="9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Garden Grove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92845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37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260"/>
                    </w:trPr>
                    <w:tc>
                      <w:tcPr>
                        <w:tcW w:w="1217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Garden Valley</w:t>
                        </w:r>
                      </w:p>
                    </w:tc>
                    <w:tc>
                      <w:tcPr>
                        <w:tcW w:w="863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95633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237" w:right="2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El Dorado</w:t>
                        </w:r>
                      </w:p>
                    </w:tc>
                    <w:tc>
                      <w:tcPr>
                        <w:tcW w:w="517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anchorlock/>
          </v:shape>
        </w:pict>
      </w:r>
    </w:p>
    <w:p w:rsidR="00EA74A4" w:rsidRDefault="00EA74A4">
      <w:pPr>
        <w:sectPr w:rsidR="00EA74A4">
          <w:pgSz w:w="10140" w:h="12960"/>
          <w:pgMar w:top="220" w:right="0" w:bottom="0" w:left="20" w:header="20" w:footer="0" w:gutter="0"/>
          <w:cols w:space="720"/>
        </w:sectPr>
      </w:pPr>
    </w:p>
    <w:p w:rsidR="00EA74A4" w:rsidRDefault="00316162">
      <w:pPr>
        <w:pStyle w:val="BodyText"/>
        <w:tabs>
          <w:tab w:val="left" w:pos="1407"/>
          <w:tab w:val="left" w:pos="2597"/>
          <w:tab w:val="right" w:pos="4367"/>
        </w:tabs>
        <w:spacing w:before="134"/>
      </w:pPr>
      <w:r>
        <w:rPr>
          <w:color w:val="231F20"/>
        </w:rPr>
        <w:lastRenderedPageBreak/>
        <w:t>Gardena</w:t>
      </w:r>
      <w:r>
        <w:rPr>
          <w:color w:val="231F20"/>
        </w:rPr>
        <w:tab/>
        <w:t>90247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407"/>
          <w:tab w:val="left" w:pos="2597"/>
          <w:tab w:val="right" w:pos="4367"/>
        </w:tabs>
        <w:spacing w:before="118"/>
      </w:pPr>
      <w:r>
        <w:rPr>
          <w:color w:val="231F20"/>
        </w:rPr>
        <w:t>Gardena</w:t>
      </w:r>
      <w:r>
        <w:rPr>
          <w:color w:val="231F20"/>
        </w:rPr>
        <w:tab/>
        <w:t>90248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407"/>
          <w:tab w:val="left" w:pos="2597"/>
          <w:tab w:val="right" w:pos="4367"/>
        </w:tabs>
        <w:spacing w:before="121"/>
      </w:pPr>
      <w:r>
        <w:rPr>
          <w:color w:val="231F20"/>
        </w:rPr>
        <w:t>Gardena</w:t>
      </w:r>
      <w:r>
        <w:rPr>
          <w:color w:val="231F20"/>
        </w:rPr>
        <w:tab/>
        <w:t>90249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408"/>
          <w:tab w:val="left" w:pos="2672"/>
          <w:tab w:val="right" w:pos="4413"/>
        </w:tabs>
        <w:spacing w:before="119"/>
      </w:pPr>
      <w:r>
        <w:rPr>
          <w:color w:val="231F20"/>
        </w:rPr>
        <w:t>Gasquet</w:t>
      </w:r>
      <w:r>
        <w:rPr>
          <w:color w:val="231F20"/>
        </w:rPr>
        <w:tab/>
        <w:t>95543</w:t>
      </w:r>
      <w:r>
        <w:rPr>
          <w:color w:val="231F20"/>
        </w:rPr>
        <w:tab/>
        <w:t>Del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Norte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8"/>
          <w:tab w:val="left" w:pos="2732"/>
          <w:tab w:val="right" w:pos="4412"/>
        </w:tabs>
        <w:spacing w:before="121"/>
      </w:pPr>
      <w:r>
        <w:rPr>
          <w:color w:val="231F20"/>
        </w:rPr>
        <w:t>Gazelle</w:t>
      </w:r>
      <w:r>
        <w:rPr>
          <w:color w:val="231F20"/>
        </w:rPr>
        <w:tab/>
        <w:t>96034</w:t>
      </w:r>
      <w:r>
        <w:rPr>
          <w:color w:val="231F20"/>
        </w:rPr>
        <w:tab/>
        <w:t>Siskiyou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0"/>
          <w:tab w:val="left" w:pos="2670"/>
          <w:tab w:val="right" w:pos="4414"/>
        </w:tabs>
        <w:spacing w:before="119"/>
      </w:pPr>
      <w:r>
        <w:rPr>
          <w:color w:val="231F20"/>
        </w:rPr>
        <w:t>Georgetown</w:t>
      </w:r>
      <w:r>
        <w:rPr>
          <w:color w:val="231F20"/>
        </w:rPr>
        <w:tab/>
        <w:t>95634</w:t>
      </w:r>
      <w:r>
        <w:rPr>
          <w:color w:val="231F20"/>
        </w:rPr>
        <w:tab/>
        <w:t>El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Dorado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09"/>
          <w:tab w:val="left" w:pos="2733"/>
          <w:tab w:val="right" w:pos="4412"/>
        </w:tabs>
        <w:spacing w:before="121"/>
      </w:pPr>
      <w:r>
        <w:rPr>
          <w:color w:val="231F20"/>
        </w:rPr>
        <w:t>Gerber</w:t>
      </w:r>
      <w:r>
        <w:rPr>
          <w:color w:val="231F20"/>
        </w:rPr>
        <w:tab/>
        <w:t>96035</w:t>
      </w:r>
      <w:r>
        <w:rPr>
          <w:color w:val="231F20"/>
        </w:rPr>
        <w:tab/>
        <w:t>Tehama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09"/>
          <w:tab w:val="left" w:pos="2729"/>
          <w:tab w:val="right" w:pos="4367"/>
        </w:tabs>
        <w:spacing w:before="121"/>
      </w:pPr>
      <w:r>
        <w:rPr>
          <w:color w:val="231F20"/>
        </w:rPr>
        <w:t>Geyserville</w:t>
      </w:r>
      <w:r>
        <w:rPr>
          <w:color w:val="231F20"/>
        </w:rPr>
        <w:tab/>
        <w:t>95441</w:t>
      </w:r>
      <w:r>
        <w:rPr>
          <w:color w:val="231F20"/>
        </w:rPr>
        <w:tab/>
        <w:t>Sonoma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409"/>
          <w:tab w:val="left" w:pos="2616"/>
          <w:tab w:val="right" w:pos="4367"/>
        </w:tabs>
        <w:spacing w:before="119"/>
      </w:pPr>
      <w:r>
        <w:rPr>
          <w:color w:val="231F20"/>
        </w:rPr>
        <w:t>Gilroy</w:t>
      </w:r>
      <w:r>
        <w:rPr>
          <w:color w:val="231F20"/>
        </w:rPr>
        <w:tab/>
        <w:t>95020</w:t>
      </w:r>
      <w:r>
        <w:rPr>
          <w:color w:val="231F20"/>
        </w:rPr>
        <w:tab/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408"/>
          <w:tab w:val="left" w:pos="2728"/>
          <w:tab w:val="right" w:pos="4367"/>
        </w:tabs>
        <w:spacing w:before="121"/>
      </w:pPr>
      <w:r>
        <w:rPr>
          <w:color w:val="231F20"/>
        </w:rPr>
        <w:t>Glen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Ellen</w:t>
      </w:r>
      <w:r>
        <w:rPr>
          <w:color w:val="231F20"/>
        </w:rPr>
        <w:tab/>
        <w:t>95442</w:t>
      </w:r>
      <w:r>
        <w:rPr>
          <w:color w:val="231F20"/>
        </w:rPr>
        <w:tab/>
        <w:t>Sonoma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409"/>
          <w:tab w:val="left" w:pos="2676"/>
          <w:tab w:val="right" w:pos="4413"/>
        </w:tabs>
        <w:spacing w:before="118"/>
      </w:pPr>
      <w:r>
        <w:rPr>
          <w:color w:val="231F20"/>
        </w:rPr>
        <w:t>Glencoe</w:t>
      </w:r>
      <w:r>
        <w:rPr>
          <w:color w:val="231F20"/>
        </w:rPr>
        <w:tab/>
        <w:t>95232</w:t>
      </w:r>
      <w:r>
        <w:rPr>
          <w:color w:val="231F20"/>
        </w:rPr>
        <w:tab/>
        <w:t>Calaveras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08"/>
          <w:tab w:val="left" w:pos="2597"/>
          <w:tab w:val="right" w:pos="4367"/>
        </w:tabs>
        <w:spacing w:before="121"/>
      </w:pPr>
      <w:r>
        <w:rPr>
          <w:color w:val="231F20"/>
        </w:rPr>
        <w:t>Glendale</w:t>
      </w:r>
      <w:r>
        <w:rPr>
          <w:color w:val="231F20"/>
        </w:rPr>
        <w:tab/>
        <w:t>91201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8"/>
          <w:tab w:val="left" w:pos="2597"/>
          <w:tab w:val="right" w:pos="4367"/>
        </w:tabs>
        <w:spacing w:before="119"/>
      </w:pPr>
      <w:r>
        <w:rPr>
          <w:color w:val="231F20"/>
        </w:rPr>
        <w:t>Glendale</w:t>
      </w:r>
      <w:r>
        <w:rPr>
          <w:color w:val="231F20"/>
        </w:rPr>
        <w:tab/>
        <w:t>91202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8"/>
          <w:tab w:val="left" w:pos="2597"/>
          <w:tab w:val="right" w:pos="4367"/>
        </w:tabs>
        <w:spacing w:before="121"/>
      </w:pPr>
      <w:r>
        <w:rPr>
          <w:color w:val="231F20"/>
        </w:rPr>
        <w:t>Glendale</w:t>
      </w:r>
      <w:r>
        <w:rPr>
          <w:color w:val="231F20"/>
        </w:rPr>
        <w:tab/>
        <w:t>91203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8"/>
          <w:tab w:val="left" w:pos="2597"/>
          <w:tab w:val="right" w:pos="4367"/>
        </w:tabs>
        <w:spacing w:before="119"/>
      </w:pPr>
      <w:r>
        <w:rPr>
          <w:color w:val="231F20"/>
        </w:rPr>
        <w:t>Glendale</w:t>
      </w:r>
      <w:r>
        <w:rPr>
          <w:color w:val="231F20"/>
        </w:rPr>
        <w:tab/>
        <w:t>91204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8"/>
          <w:tab w:val="left" w:pos="2597"/>
          <w:tab w:val="right" w:pos="4367"/>
        </w:tabs>
        <w:spacing w:before="121"/>
      </w:pPr>
      <w:r>
        <w:rPr>
          <w:color w:val="231F20"/>
        </w:rPr>
        <w:t>Glendale</w:t>
      </w:r>
      <w:r>
        <w:rPr>
          <w:color w:val="231F20"/>
        </w:rPr>
        <w:tab/>
        <w:t>91205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8"/>
          <w:tab w:val="left" w:pos="2597"/>
          <w:tab w:val="right" w:pos="4367"/>
        </w:tabs>
        <w:spacing w:before="121"/>
      </w:pPr>
      <w:r>
        <w:rPr>
          <w:color w:val="231F20"/>
        </w:rPr>
        <w:t>Glendale</w:t>
      </w:r>
      <w:r>
        <w:rPr>
          <w:color w:val="231F20"/>
        </w:rPr>
        <w:tab/>
        <w:t>91206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8"/>
          <w:tab w:val="left" w:pos="2597"/>
          <w:tab w:val="right" w:pos="4367"/>
        </w:tabs>
        <w:spacing w:before="119"/>
      </w:pPr>
      <w:r>
        <w:rPr>
          <w:color w:val="231F20"/>
        </w:rPr>
        <w:t>Glendale</w:t>
      </w:r>
      <w:r>
        <w:rPr>
          <w:color w:val="231F20"/>
        </w:rPr>
        <w:tab/>
        <w:t>91207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8"/>
          <w:tab w:val="left" w:pos="2597"/>
          <w:tab w:val="right" w:pos="4367"/>
        </w:tabs>
        <w:spacing w:before="121"/>
      </w:pPr>
      <w:r>
        <w:rPr>
          <w:color w:val="231F20"/>
        </w:rPr>
        <w:t>Glendale</w:t>
      </w:r>
      <w:r>
        <w:rPr>
          <w:color w:val="231F20"/>
        </w:rPr>
        <w:tab/>
        <w:t>91208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8"/>
          <w:tab w:val="left" w:pos="2597"/>
          <w:tab w:val="right" w:pos="4367"/>
        </w:tabs>
        <w:spacing w:before="118"/>
      </w:pPr>
      <w:r>
        <w:rPr>
          <w:color w:val="231F20"/>
        </w:rPr>
        <w:t>Glendora</w:t>
      </w:r>
      <w:r>
        <w:rPr>
          <w:color w:val="231F20"/>
        </w:rPr>
        <w:tab/>
        <w:t>91740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8"/>
          <w:tab w:val="left" w:pos="2597"/>
          <w:tab w:val="right" w:pos="4367"/>
        </w:tabs>
        <w:spacing w:before="122"/>
      </w:pPr>
      <w:r>
        <w:rPr>
          <w:color w:val="231F20"/>
        </w:rPr>
        <w:t>Glendora</w:t>
      </w:r>
      <w:r>
        <w:rPr>
          <w:color w:val="231F20"/>
        </w:rPr>
        <w:tab/>
        <w:t>91741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9"/>
          <w:tab w:val="left" w:pos="2574"/>
          <w:tab w:val="right" w:pos="4413"/>
        </w:tabs>
        <w:spacing w:before="118"/>
      </w:pPr>
      <w:r>
        <w:rPr>
          <w:color w:val="231F20"/>
        </w:rPr>
        <w:t>Glenn</w:t>
      </w:r>
      <w:r>
        <w:rPr>
          <w:color w:val="231F20"/>
        </w:rPr>
        <w:tab/>
        <w:t>95943</w:t>
      </w:r>
      <w:r>
        <w:rPr>
          <w:color w:val="231F20"/>
        </w:rPr>
        <w:tab/>
        <w:t>Butte/Glenn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09"/>
          <w:tab w:val="left" w:pos="2855"/>
          <w:tab w:val="right" w:pos="4412"/>
        </w:tabs>
        <w:spacing w:before="121"/>
      </w:pPr>
      <w:r>
        <w:rPr>
          <w:color w:val="231F20"/>
        </w:rPr>
        <w:t>Glennville</w:t>
      </w:r>
      <w:r>
        <w:rPr>
          <w:color w:val="231F20"/>
        </w:rPr>
        <w:tab/>
        <w:t>93226</w:t>
      </w:r>
      <w:r>
        <w:rPr>
          <w:color w:val="231F20"/>
        </w:rPr>
        <w:tab/>
        <w:t>Kern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8"/>
          <w:tab w:val="left" w:pos="2802"/>
          <w:tab w:val="right" w:pos="4413"/>
        </w:tabs>
        <w:spacing w:before="119"/>
      </w:pPr>
      <w:r>
        <w:rPr>
          <w:color w:val="231F20"/>
        </w:rPr>
        <w:t>Gold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Run</w:t>
      </w:r>
      <w:r>
        <w:rPr>
          <w:color w:val="231F20"/>
        </w:rPr>
        <w:tab/>
        <w:t>95717</w:t>
      </w:r>
      <w:r>
        <w:rPr>
          <w:color w:val="231F20"/>
        </w:rPr>
        <w:tab/>
        <w:t>Placer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8"/>
          <w:tab w:val="left" w:pos="2512"/>
          <w:tab w:val="right" w:pos="4366"/>
        </w:tabs>
        <w:spacing w:before="121"/>
      </w:pPr>
      <w:r>
        <w:rPr>
          <w:color w:val="231F20"/>
        </w:rPr>
        <w:t>Goleta</w:t>
      </w:r>
      <w:r>
        <w:rPr>
          <w:color w:val="231F20"/>
        </w:rPr>
        <w:tab/>
        <w:t>93117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408"/>
          <w:tab w:val="left" w:pos="2662"/>
          <w:tab w:val="right" w:pos="4367"/>
        </w:tabs>
        <w:spacing w:before="119"/>
      </w:pPr>
      <w:r>
        <w:rPr>
          <w:color w:val="231F20"/>
        </w:rPr>
        <w:t>Gonzales</w:t>
      </w:r>
      <w:r>
        <w:rPr>
          <w:color w:val="231F20"/>
        </w:rPr>
        <w:tab/>
        <w:t>93926</w:t>
      </w:r>
      <w:r>
        <w:rPr>
          <w:color w:val="231F20"/>
        </w:rPr>
        <w:tab/>
        <w:t>Monterey</w:t>
      </w:r>
      <w:r>
        <w:rPr>
          <w:color w:val="231F20"/>
        </w:rPr>
        <w:tab/>
        <w:t>3</w:t>
      </w:r>
    </w:p>
    <w:p w:rsidR="00EA74A4" w:rsidRDefault="00AA3220">
      <w:pPr>
        <w:pStyle w:val="BodyText"/>
        <w:spacing w:before="121"/>
      </w:pPr>
      <w:r>
        <w:pict>
          <v:shape id="_x0000_s1046" type="#_x0000_t202" style="position:absolute;left:0;text-align:left;margin-left:6pt;margin-top:18.9pt;width:218.2pt;height:172.8pt;z-index:1096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76"/>
                    <w:gridCol w:w="888"/>
                    <w:gridCol w:w="1744"/>
                    <w:gridCol w:w="555"/>
                  </w:tblGrid>
                  <w:tr w:rsidR="00EA74A4">
                    <w:trPr>
                      <w:trHeight w:val="259"/>
                    </w:trPr>
                    <w:tc>
                      <w:tcPr>
                        <w:tcW w:w="1176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Bar</w:t>
                        </w:r>
                      </w:p>
                    </w:tc>
                    <w:tc>
                      <w:tcPr>
                        <w:tcW w:w="888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95944</w:t>
                        </w:r>
                      </w:p>
                    </w:tc>
                    <w:tc>
                      <w:tcPr>
                        <w:tcW w:w="1744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280" w:right="29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Sierra</w:t>
                        </w:r>
                      </w:p>
                    </w:tc>
                    <w:tc>
                      <w:tcPr>
                        <w:tcW w:w="555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Grand Terrace</w:t>
                        </w:r>
                      </w:p>
                    </w:tc>
                    <w:tc>
                      <w:tcPr>
                        <w:tcW w:w="88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92313</w:t>
                        </w:r>
                      </w:p>
                    </w:tc>
                    <w:tc>
                      <w:tcPr>
                        <w:tcW w:w="174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0" w:right="29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5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6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Granite Bay</w:t>
                        </w:r>
                      </w:p>
                    </w:tc>
                    <w:tc>
                      <w:tcPr>
                        <w:tcW w:w="888" w:type="dxa"/>
                      </w:tcPr>
                      <w:p w:rsidR="00EA74A4" w:rsidRDefault="00316162">
                        <w:pPr>
                          <w:pStyle w:val="TableParagraph"/>
                          <w:ind w:left="13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95746</w:t>
                        </w:r>
                      </w:p>
                    </w:tc>
                    <w:tc>
                      <w:tcPr>
                        <w:tcW w:w="1744" w:type="dxa"/>
                      </w:tcPr>
                      <w:p w:rsidR="00EA74A4" w:rsidRDefault="00316162">
                        <w:pPr>
                          <w:pStyle w:val="TableParagraph"/>
                          <w:ind w:left="280" w:right="2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555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Grass Valley</w:t>
                        </w:r>
                      </w:p>
                    </w:tc>
                    <w:tc>
                      <w:tcPr>
                        <w:tcW w:w="88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95945</w:t>
                        </w:r>
                      </w:p>
                    </w:tc>
                    <w:tc>
                      <w:tcPr>
                        <w:tcW w:w="174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0" w:right="29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Nevada</w:t>
                        </w:r>
                      </w:p>
                    </w:tc>
                    <w:tc>
                      <w:tcPr>
                        <w:tcW w:w="55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6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Grass Valley</w:t>
                        </w:r>
                      </w:p>
                    </w:tc>
                    <w:tc>
                      <w:tcPr>
                        <w:tcW w:w="888" w:type="dxa"/>
                      </w:tcPr>
                      <w:p w:rsidR="00EA74A4" w:rsidRDefault="00316162">
                        <w:pPr>
                          <w:pStyle w:val="TableParagraph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95949</w:t>
                        </w:r>
                      </w:p>
                    </w:tc>
                    <w:tc>
                      <w:tcPr>
                        <w:tcW w:w="1744" w:type="dxa"/>
                      </w:tcPr>
                      <w:p w:rsidR="00EA74A4" w:rsidRDefault="00316162">
                        <w:pPr>
                          <w:pStyle w:val="TableParagraph"/>
                          <w:ind w:left="280" w:right="29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Nevada</w:t>
                        </w:r>
                      </w:p>
                    </w:tc>
                    <w:tc>
                      <w:tcPr>
                        <w:tcW w:w="555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Graton</w:t>
                        </w:r>
                      </w:p>
                    </w:tc>
                    <w:tc>
                      <w:tcPr>
                        <w:tcW w:w="88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95444</w:t>
                        </w:r>
                      </w:p>
                    </w:tc>
                    <w:tc>
                      <w:tcPr>
                        <w:tcW w:w="174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0" w:right="2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5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76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Green Valley Lake</w:t>
                        </w:r>
                      </w:p>
                    </w:tc>
                    <w:tc>
                      <w:tcPr>
                        <w:tcW w:w="888" w:type="dxa"/>
                      </w:tcPr>
                      <w:p w:rsidR="00EA74A4" w:rsidRDefault="00EA74A4"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92341</w:t>
                        </w:r>
                      </w:p>
                    </w:tc>
                    <w:tc>
                      <w:tcPr>
                        <w:tcW w:w="1744" w:type="dxa"/>
                      </w:tcPr>
                      <w:p w:rsidR="00EA74A4" w:rsidRDefault="00EA74A4"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80" w:right="29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55" w:type="dxa"/>
                      </w:tcPr>
                      <w:p w:rsidR="00EA74A4" w:rsidRDefault="00EA74A4"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76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Greenfield</w:t>
                        </w:r>
                      </w:p>
                    </w:tc>
                    <w:tc>
                      <w:tcPr>
                        <w:tcW w:w="888" w:type="dxa"/>
                      </w:tcPr>
                      <w:p w:rsidR="00EA74A4" w:rsidRDefault="00316162">
                        <w:pPr>
                          <w:pStyle w:val="TableParagraph"/>
                          <w:ind w:left="13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93927</w:t>
                        </w:r>
                      </w:p>
                    </w:tc>
                    <w:tc>
                      <w:tcPr>
                        <w:tcW w:w="1744" w:type="dxa"/>
                      </w:tcPr>
                      <w:p w:rsidR="00EA74A4" w:rsidRDefault="00316162">
                        <w:pPr>
                          <w:pStyle w:val="TableParagraph"/>
                          <w:ind w:left="279" w:right="29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555" w:type="dxa"/>
                      </w:tcPr>
                      <w:p w:rsidR="00EA74A4" w:rsidRDefault="00316162">
                        <w:pPr>
                          <w:pStyle w:val="TableParagraph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6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Greenville</w:t>
                        </w:r>
                      </w:p>
                    </w:tc>
                    <w:tc>
                      <w:tcPr>
                        <w:tcW w:w="888" w:type="dxa"/>
                      </w:tcPr>
                      <w:p w:rsidR="00EA74A4" w:rsidRDefault="00316162">
                        <w:pPr>
                          <w:pStyle w:val="TableParagraph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95947</w:t>
                        </w:r>
                      </w:p>
                    </w:tc>
                    <w:tc>
                      <w:tcPr>
                        <w:tcW w:w="1744" w:type="dxa"/>
                      </w:tcPr>
                      <w:p w:rsidR="00EA74A4" w:rsidRDefault="00316162">
                        <w:pPr>
                          <w:pStyle w:val="TableParagraph"/>
                          <w:ind w:left="280" w:right="2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Plumas</w:t>
                        </w:r>
                      </w:p>
                    </w:tc>
                    <w:tc>
                      <w:tcPr>
                        <w:tcW w:w="555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259"/>
                    </w:trPr>
                    <w:tc>
                      <w:tcPr>
                        <w:tcW w:w="1176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Greenwood</w:t>
                        </w:r>
                      </w:p>
                    </w:tc>
                    <w:tc>
                      <w:tcPr>
                        <w:tcW w:w="888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95635</w:t>
                        </w:r>
                      </w:p>
                    </w:tc>
                    <w:tc>
                      <w:tcPr>
                        <w:tcW w:w="1744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left="280" w:right="29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El Dorado</w:t>
                        </w:r>
                      </w:p>
                    </w:tc>
                    <w:tc>
                      <w:tcPr>
                        <w:tcW w:w="555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 w:rsidR="00316162">
        <w:rPr>
          <w:color w:val="231F20"/>
        </w:rPr>
        <w:t>Goodyears</w:t>
      </w:r>
    </w:p>
    <w:p w:rsidR="00EA74A4" w:rsidRDefault="00316162">
      <w:pPr>
        <w:pStyle w:val="BodyText"/>
        <w:tabs>
          <w:tab w:val="left" w:pos="1411"/>
          <w:tab w:val="left" w:pos="2732"/>
          <w:tab w:val="right" w:pos="4414"/>
        </w:tabs>
        <w:spacing w:before="134"/>
      </w:pPr>
      <w:r>
        <w:br w:type="column"/>
      </w:r>
      <w:r>
        <w:rPr>
          <w:color w:val="231F20"/>
        </w:rPr>
        <w:t>Grenada</w:t>
      </w:r>
      <w:r>
        <w:rPr>
          <w:color w:val="231F20"/>
        </w:rPr>
        <w:tab/>
        <w:t>96038</w:t>
      </w:r>
      <w:r>
        <w:rPr>
          <w:color w:val="231F20"/>
        </w:rPr>
        <w:tab/>
        <w:t>Siskiyou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1"/>
          <w:tab w:val="left" w:pos="2565"/>
          <w:tab w:val="left" w:pos="4234"/>
        </w:tabs>
        <w:spacing w:before="118"/>
      </w:pPr>
      <w:r>
        <w:rPr>
          <w:color w:val="231F20"/>
        </w:rPr>
        <w:t>Gridley</w:t>
      </w:r>
      <w:r>
        <w:rPr>
          <w:color w:val="231F20"/>
        </w:rPr>
        <w:tab/>
        <w:t>95948</w:t>
      </w:r>
      <w:r>
        <w:rPr>
          <w:color w:val="231F20"/>
        </w:rPr>
        <w:tab/>
        <w:t>Butte/Sutter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10"/>
          <w:tab w:val="left" w:pos="2668"/>
          <w:tab w:val="right" w:pos="4415"/>
        </w:tabs>
        <w:spacing w:before="121"/>
      </w:pPr>
      <w:r>
        <w:rPr>
          <w:color w:val="231F20"/>
        </w:rPr>
        <w:t>Grizzly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Flats</w:t>
      </w:r>
      <w:r>
        <w:rPr>
          <w:color w:val="231F20"/>
        </w:rPr>
        <w:tab/>
        <w:t>95636</w:t>
      </w:r>
      <w:r>
        <w:rPr>
          <w:color w:val="231F20"/>
        </w:rPr>
        <w:tab/>
        <w:t>El Dorado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2"/>
          <w:tab w:val="left" w:pos="2278"/>
          <w:tab w:val="right" w:pos="4416"/>
        </w:tabs>
        <w:spacing w:before="119"/>
      </w:pPr>
      <w:r>
        <w:rPr>
          <w:color w:val="231F20"/>
        </w:rPr>
        <w:t>Groveland</w:t>
      </w:r>
      <w:r>
        <w:rPr>
          <w:color w:val="231F20"/>
        </w:rPr>
        <w:tab/>
        <w:t>95321</w:t>
      </w:r>
      <w:r>
        <w:rPr>
          <w:color w:val="231F20"/>
        </w:rPr>
        <w:tab/>
        <w:t>Mariposa/Tuolumne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1"/>
          <w:tab w:val="left" w:pos="2456"/>
          <w:tab w:val="left" w:pos="4279"/>
        </w:tabs>
        <w:spacing w:before="121"/>
      </w:pPr>
      <w:r>
        <w:rPr>
          <w:color w:val="231F20"/>
        </w:rPr>
        <w:t>Grover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Beach</w:t>
      </w:r>
      <w:r>
        <w:rPr>
          <w:color w:val="231F20"/>
        </w:rPr>
        <w:tab/>
        <w:t>93433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Luis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Obispo</w:t>
      </w:r>
      <w:r>
        <w:rPr>
          <w:color w:val="231F20"/>
        </w:rPr>
        <w:tab/>
        <w:t>5</w:t>
      </w:r>
    </w:p>
    <w:p w:rsidR="00EA74A4" w:rsidRDefault="00316162">
      <w:pPr>
        <w:pStyle w:val="BodyText"/>
        <w:tabs>
          <w:tab w:val="left" w:pos="1410"/>
          <w:tab w:val="left" w:pos="2512"/>
          <w:tab w:val="left" w:pos="4278"/>
        </w:tabs>
        <w:spacing w:before="119"/>
      </w:pPr>
      <w:r>
        <w:rPr>
          <w:color w:val="231F20"/>
        </w:rPr>
        <w:t>Guadalupe</w:t>
      </w:r>
      <w:r>
        <w:rPr>
          <w:color w:val="231F20"/>
        </w:rPr>
        <w:tab/>
        <w:t>93434</w:t>
      </w:r>
      <w:r>
        <w:rPr>
          <w:color w:val="231F20"/>
        </w:rPr>
        <w:tab/>
        <w:t>Santa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5</w:t>
      </w:r>
    </w:p>
    <w:p w:rsidR="00EA74A4" w:rsidRDefault="00316162">
      <w:pPr>
        <w:pStyle w:val="BodyText"/>
        <w:tabs>
          <w:tab w:val="left" w:pos="1410"/>
          <w:tab w:val="left" w:pos="2607"/>
          <w:tab w:val="left" w:pos="4278"/>
        </w:tabs>
        <w:spacing w:before="121"/>
      </w:pPr>
      <w:r>
        <w:rPr>
          <w:color w:val="231F20"/>
        </w:rPr>
        <w:t>Gualala</w:t>
      </w:r>
      <w:r>
        <w:rPr>
          <w:color w:val="231F20"/>
        </w:rPr>
        <w:tab/>
        <w:t>95445</w:t>
      </w:r>
      <w:r>
        <w:rPr>
          <w:color w:val="231F20"/>
        </w:rPr>
        <w:tab/>
        <w:t>Mendocino</w:t>
      </w:r>
      <w:r>
        <w:rPr>
          <w:color w:val="231F20"/>
        </w:rPr>
        <w:tab/>
        <w:t>1</w:t>
      </w:r>
    </w:p>
    <w:p w:rsidR="00EA74A4" w:rsidRDefault="00316162">
      <w:pPr>
        <w:pStyle w:val="BodyText"/>
        <w:tabs>
          <w:tab w:val="left" w:pos="1411"/>
          <w:tab w:val="left" w:pos="2728"/>
          <w:tab w:val="right" w:pos="4369"/>
        </w:tabs>
        <w:spacing w:before="121"/>
      </w:pPr>
      <w:r>
        <w:rPr>
          <w:color w:val="231F20"/>
        </w:rPr>
        <w:t>Guerneville</w:t>
      </w:r>
      <w:r>
        <w:rPr>
          <w:color w:val="231F20"/>
        </w:rPr>
        <w:tab/>
        <w:t>95446</w:t>
      </w:r>
      <w:r>
        <w:rPr>
          <w:color w:val="231F20"/>
        </w:rPr>
        <w:tab/>
        <w:t>Sonoma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410"/>
          <w:tab w:val="left" w:pos="2866"/>
          <w:tab w:val="right" w:pos="4414"/>
        </w:tabs>
        <w:spacing w:before="119"/>
      </w:pPr>
      <w:r>
        <w:rPr>
          <w:color w:val="231F20"/>
        </w:rPr>
        <w:t>Guinda</w:t>
      </w:r>
      <w:r>
        <w:rPr>
          <w:color w:val="231F20"/>
        </w:rPr>
        <w:tab/>
        <w:t>95637</w:t>
      </w:r>
      <w:r>
        <w:rPr>
          <w:color w:val="231F20"/>
        </w:rPr>
        <w:tab/>
        <w:t>Yolo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11"/>
          <w:tab w:val="left" w:pos="2344"/>
          <w:tab w:val="right" w:pos="4414"/>
        </w:tabs>
        <w:spacing w:before="121"/>
      </w:pPr>
      <w:r>
        <w:rPr>
          <w:color w:val="231F20"/>
        </w:rPr>
        <w:t>Gustin</w:t>
      </w:r>
      <w:r>
        <w:rPr>
          <w:color w:val="231F20"/>
        </w:rPr>
        <w:tab/>
        <w:t>95322</w:t>
      </w:r>
      <w:r>
        <w:rPr>
          <w:color w:val="231F20"/>
        </w:rPr>
        <w:tab/>
        <w:t>Merced/Stanislaus</w:t>
      </w:r>
      <w:r>
        <w:rPr>
          <w:color w:val="231F20"/>
        </w:rPr>
        <w:tab/>
        <w:t>12</w:t>
      </w: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spacing w:before="5"/>
        <w:ind w:left="0"/>
        <w:rPr>
          <w:sz w:val="19"/>
        </w:rPr>
      </w:pPr>
    </w:p>
    <w:p w:rsidR="00EA74A4" w:rsidRDefault="00316162">
      <w:pPr>
        <w:spacing w:before="1"/>
        <w:ind w:left="100"/>
        <w:rPr>
          <w:b/>
        </w:rPr>
      </w:pPr>
      <w:r>
        <w:rPr>
          <w:b/>
          <w:color w:val="231F20"/>
        </w:rPr>
        <w:t>H</w:t>
      </w:r>
    </w:p>
    <w:p w:rsidR="00EA74A4" w:rsidRDefault="00EA74A4">
      <w:pPr>
        <w:pStyle w:val="BodyText"/>
        <w:ind w:left="0"/>
        <w:rPr>
          <w:b/>
          <w:sz w:val="22"/>
        </w:rPr>
      </w:pPr>
    </w:p>
    <w:p w:rsidR="00EA74A4" w:rsidRDefault="00316162">
      <w:pPr>
        <w:pStyle w:val="BodyText"/>
        <w:spacing w:before="192"/>
      </w:pPr>
      <w:r>
        <w:rPr>
          <w:color w:val="231F20"/>
        </w:rPr>
        <w:t>Hacienda</w:t>
      </w:r>
    </w:p>
    <w:p w:rsidR="00EA74A4" w:rsidRDefault="00316162">
      <w:pPr>
        <w:pStyle w:val="BodyText"/>
        <w:tabs>
          <w:tab w:val="left" w:pos="1410"/>
          <w:tab w:val="left" w:pos="2597"/>
          <w:tab w:val="left" w:pos="4278"/>
        </w:tabs>
        <w:spacing w:before="1"/>
      </w:pPr>
      <w:r>
        <w:rPr>
          <w:color w:val="231F20"/>
        </w:rPr>
        <w:t>Heights</w:t>
      </w:r>
      <w:r>
        <w:rPr>
          <w:color w:val="231F20"/>
        </w:rPr>
        <w:tab/>
        <w:t>91745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spacing w:before="118"/>
      </w:pPr>
      <w:r>
        <w:rPr>
          <w:color w:val="231F20"/>
        </w:rPr>
        <w:t>Half Moon</w:t>
      </w:r>
    </w:p>
    <w:p w:rsidR="00EA74A4" w:rsidRDefault="00316162">
      <w:pPr>
        <w:pStyle w:val="BodyText"/>
        <w:tabs>
          <w:tab w:val="left" w:pos="1409"/>
          <w:tab w:val="left" w:pos="2631"/>
          <w:tab w:val="left" w:pos="4278"/>
        </w:tabs>
        <w:spacing w:before="2"/>
      </w:pPr>
      <w:r>
        <w:rPr>
          <w:color w:val="231F20"/>
        </w:rPr>
        <w:t>Bay</w:t>
      </w:r>
      <w:r>
        <w:rPr>
          <w:color w:val="231F20"/>
        </w:rPr>
        <w:tab/>
        <w:t>94019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Mateo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9"/>
          <w:tab w:val="left" w:pos="2808"/>
          <w:tab w:val="left" w:pos="4232"/>
        </w:tabs>
        <w:spacing w:before="118"/>
      </w:pPr>
      <w:r>
        <w:rPr>
          <w:color w:val="231F20"/>
        </w:rPr>
        <w:t>Hamilton</w:t>
      </w:r>
      <w:r>
        <w:rPr>
          <w:color w:val="231F20"/>
        </w:rPr>
        <w:tab/>
        <w:t>95951</w:t>
      </w:r>
      <w:r>
        <w:rPr>
          <w:color w:val="231F20"/>
        </w:rPr>
        <w:tab/>
        <w:t>Glenn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09"/>
          <w:tab w:val="left" w:pos="2833"/>
          <w:tab w:val="left" w:pos="4233"/>
        </w:tabs>
        <w:spacing w:before="121"/>
      </w:pPr>
      <w:r>
        <w:rPr>
          <w:color w:val="231F20"/>
        </w:rPr>
        <w:t>Hanford</w:t>
      </w:r>
      <w:r>
        <w:rPr>
          <w:color w:val="231F20"/>
        </w:rPr>
        <w:tab/>
        <w:t>93230</w:t>
      </w:r>
      <w:r>
        <w:rPr>
          <w:color w:val="231F20"/>
        </w:rPr>
        <w:tab/>
        <w:t>Kings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8"/>
          <w:tab w:val="left" w:pos="2731"/>
          <w:tab w:val="left" w:pos="4232"/>
        </w:tabs>
        <w:spacing w:before="121"/>
      </w:pPr>
      <w:r>
        <w:rPr>
          <w:color w:val="231F20"/>
        </w:rPr>
        <w:t>Happy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Camp</w:t>
      </w:r>
      <w:r>
        <w:rPr>
          <w:color w:val="231F20"/>
        </w:rPr>
        <w:tab/>
        <w:t>96039</w:t>
      </w:r>
      <w:r>
        <w:rPr>
          <w:color w:val="231F20"/>
        </w:rPr>
        <w:tab/>
        <w:t>Siskiyou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8"/>
          <w:tab w:val="left" w:pos="2596"/>
          <w:tab w:val="left" w:pos="4277"/>
        </w:tabs>
        <w:spacing w:before="119"/>
      </w:pPr>
      <w:r>
        <w:rPr>
          <w:color w:val="231F20"/>
        </w:rPr>
        <w:t>Harbor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City</w:t>
      </w:r>
      <w:r>
        <w:rPr>
          <w:color w:val="231F20"/>
        </w:rPr>
        <w:tab/>
        <w:t>90710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409"/>
          <w:tab w:val="left" w:pos="2454"/>
          <w:tab w:val="left" w:pos="4278"/>
        </w:tabs>
        <w:spacing w:before="121"/>
      </w:pPr>
      <w:r>
        <w:rPr>
          <w:color w:val="231F20"/>
        </w:rPr>
        <w:t>Harmony</w:t>
      </w:r>
      <w:r>
        <w:rPr>
          <w:color w:val="231F20"/>
        </w:rPr>
        <w:tab/>
        <w:t>93435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Luis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Obispo</w:t>
      </w:r>
      <w:r>
        <w:rPr>
          <w:color w:val="231F20"/>
        </w:rPr>
        <w:tab/>
        <w:t>5</w:t>
      </w:r>
    </w:p>
    <w:p w:rsidR="00EA74A4" w:rsidRDefault="00316162">
      <w:pPr>
        <w:pStyle w:val="BodyText"/>
        <w:tabs>
          <w:tab w:val="left" w:pos="1409"/>
          <w:tab w:val="left" w:pos="2784"/>
          <w:tab w:val="left" w:pos="4231"/>
        </w:tabs>
        <w:spacing w:before="119"/>
      </w:pPr>
      <w:r>
        <w:rPr>
          <w:color w:val="231F20"/>
        </w:rPr>
        <w:t>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Creek</w:t>
      </w:r>
      <w:r>
        <w:rPr>
          <w:color w:val="231F20"/>
        </w:rPr>
        <w:tab/>
        <w:t>96040</w:t>
      </w:r>
      <w:r>
        <w:rPr>
          <w:color w:val="231F20"/>
        </w:rPr>
        <w:tab/>
        <w:t>Shasta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spacing w:before="121" w:line="219" w:lineRule="exact"/>
      </w:pPr>
      <w:r>
        <w:rPr>
          <w:color w:val="231F20"/>
        </w:rPr>
        <w:t>Hawaiian</w:t>
      </w:r>
    </w:p>
    <w:p w:rsidR="00EA74A4" w:rsidRDefault="00316162">
      <w:pPr>
        <w:pStyle w:val="BodyText"/>
        <w:tabs>
          <w:tab w:val="left" w:pos="1410"/>
          <w:tab w:val="left" w:pos="2597"/>
          <w:tab w:val="left" w:pos="4278"/>
        </w:tabs>
        <w:spacing w:line="219" w:lineRule="exact"/>
      </w:pPr>
      <w:r>
        <w:rPr>
          <w:color w:val="231F20"/>
        </w:rPr>
        <w:t>Gardens</w:t>
      </w:r>
      <w:r>
        <w:rPr>
          <w:color w:val="231F20"/>
        </w:rPr>
        <w:tab/>
        <w:t>90716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408"/>
          <w:tab w:val="left" w:pos="2596"/>
          <w:tab w:val="left" w:pos="4277"/>
        </w:tabs>
        <w:spacing w:before="121"/>
      </w:pPr>
      <w:r>
        <w:rPr>
          <w:color w:val="231F20"/>
        </w:rPr>
        <w:t>Hawthorne</w:t>
      </w:r>
      <w:r>
        <w:rPr>
          <w:color w:val="231F20"/>
        </w:rPr>
        <w:tab/>
        <w:t>90250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408"/>
          <w:tab w:val="left" w:pos="2789"/>
          <w:tab w:val="left" w:pos="4232"/>
        </w:tabs>
        <w:spacing w:before="119"/>
      </w:pPr>
      <w:r>
        <w:rPr>
          <w:color w:val="231F20"/>
        </w:rPr>
        <w:t>Hayford</w:t>
      </w:r>
      <w:r>
        <w:rPr>
          <w:color w:val="231F20"/>
        </w:rPr>
        <w:tab/>
        <w:t>96041</w:t>
      </w:r>
      <w:r>
        <w:rPr>
          <w:color w:val="231F20"/>
        </w:rPr>
        <w:tab/>
        <w:t>Trinity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8"/>
          <w:tab w:val="left" w:pos="2702"/>
          <w:tab w:val="left" w:pos="4277"/>
        </w:tabs>
        <w:spacing w:before="121"/>
      </w:pPr>
      <w:r>
        <w:rPr>
          <w:color w:val="231F20"/>
        </w:rPr>
        <w:t>Hayward</w:t>
      </w:r>
      <w:r>
        <w:rPr>
          <w:color w:val="231F20"/>
        </w:rPr>
        <w:tab/>
        <w:t>94541</w:t>
      </w:r>
      <w:r>
        <w:rPr>
          <w:color w:val="231F20"/>
        </w:rPr>
        <w:tab/>
        <w:t>Alameda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8"/>
          <w:tab w:val="left" w:pos="2702"/>
          <w:tab w:val="left" w:pos="4277"/>
        </w:tabs>
        <w:spacing w:before="121"/>
      </w:pPr>
      <w:r>
        <w:rPr>
          <w:color w:val="231F20"/>
        </w:rPr>
        <w:t>Hayward</w:t>
      </w:r>
      <w:r>
        <w:rPr>
          <w:color w:val="231F20"/>
        </w:rPr>
        <w:tab/>
        <w:t>94542</w:t>
      </w:r>
      <w:r>
        <w:rPr>
          <w:color w:val="231F20"/>
        </w:rPr>
        <w:tab/>
        <w:t>Alameda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8"/>
          <w:tab w:val="left" w:pos="2702"/>
          <w:tab w:val="left" w:pos="4277"/>
        </w:tabs>
        <w:spacing w:before="118"/>
      </w:pPr>
      <w:r>
        <w:rPr>
          <w:color w:val="231F20"/>
        </w:rPr>
        <w:t>Hayward</w:t>
      </w:r>
      <w:r>
        <w:rPr>
          <w:color w:val="231F20"/>
        </w:rPr>
        <w:tab/>
        <w:t>94544</w:t>
      </w:r>
      <w:r>
        <w:rPr>
          <w:color w:val="231F20"/>
        </w:rPr>
        <w:tab/>
        <w:t>Alameda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8"/>
          <w:tab w:val="left" w:pos="2702"/>
          <w:tab w:val="left" w:pos="4277"/>
        </w:tabs>
        <w:spacing w:before="121"/>
      </w:pPr>
      <w:r>
        <w:rPr>
          <w:color w:val="231F20"/>
        </w:rPr>
        <w:t>Hayward</w:t>
      </w:r>
      <w:r>
        <w:rPr>
          <w:color w:val="231F20"/>
        </w:rPr>
        <w:tab/>
        <w:t>94545</w:t>
      </w:r>
      <w:r>
        <w:rPr>
          <w:color w:val="231F20"/>
        </w:rPr>
        <w:tab/>
        <w:t>Alameda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10"/>
          <w:tab w:val="left" w:pos="2728"/>
          <w:tab w:val="left" w:pos="4278"/>
        </w:tabs>
        <w:spacing w:before="119"/>
      </w:pPr>
      <w:r>
        <w:rPr>
          <w:color w:val="231F20"/>
        </w:rPr>
        <w:t>Healdsberg</w:t>
      </w:r>
      <w:r>
        <w:rPr>
          <w:color w:val="231F20"/>
        </w:rPr>
        <w:tab/>
        <w:t>95448</w:t>
      </w:r>
      <w:r>
        <w:rPr>
          <w:color w:val="231F20"/>
        </w:rPr>
        <w:tab/>
        <w:t>Sonoma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410"/>
          <w:tab w:val="left" w:pos="2723"/>
          <w:tab w:val="left" w:pos="4233"/>
        </w:tabs>
        <w:spacing w:before="121"/>
      </w:pPr>
      <w:r>
        <w:rPr>
          <w:color w:val="231F20"/>
        </w:rPr>
        <w:t>Heber</w:t>
      </w:r>
      <w:r>
        <w:rPr>
          <w:color w:val="231F20"/>
        </w:rPr>
        <w:tab/>
        <w:t>92249</w:t>
      </w:r>
      <w:r>
        <w:rPr>
          <w:color w:val="231F20"/>
        </w:rPr>
        <w:tab/>
        <w:t>Imperial</w:t>
      </w:r>
      <w:r>
        <w:rPr>
          <w:color w:val="231F20"/>
        </w:rPr>
        <w:tab/>
        <w:t>15</w:t>
      </w:r>
    </w:p>
    <w:p w:rsidR="00EA74A4" w:rsidRDefault="00316162">
      <w:pPr>
        <w:pStyle w:val="BodyText"/>
        <w:tabs>
          <w:tab w:val="left" w:pos="1410"/>
          <w:tab w:val="left" w:pos="2463"/>
          <w:tab w:val="left" w:pos="4232"/>
        </w:tabs>
        <w:spacing w:before="119"/>
      </w:pPr>
      <w:r>
        <w:rPr>
          <w:color w:val="231F20"/>
        </w:rPr>
        <w:t>Helendale</w:t>
      </w:r>
      <w:r>
        <w:rPr>
          <w:color w:val="231F20"/>
        </w:rPr>
        <w:tab/>
        <w:t>92342</w:t>
      </w:r>
      <w:r>
        <w:rPr>
          <w:color w:val="231F20"/>
        </w:rPr>
        <w:tab/>
        <w:t>San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tabs>
          <w:tab w:val="left" w:pos="1410"/>
          <w:tab w:val="left" w:pos="2777"/>
          <w:tab w:val="left" w:pos="4232"/>
        </w:tabs>
        <w:spacing w:before="121"/>
      </w:pPr>
      <w:r>
        <w:rPr>
          <w:color w:val="231F20"/>
        </w:rPr>
        <w:t>Helm</w:t>
      </w:r>
      <w:r>
        <w:rPr>
          <w:color w:val="231F20"/>
        </w:rPr>
        <w:tab/>
        <w:t>93627</w:t>
      </w:r>
      <w:r>
        <w:rPr>
          <w:color w:val="231F20"/>
        </w:rPr>
        <w:tab/>
        <w:t>Fresno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10"/>
          <w:tab w:val="left" w:pos="2691"/>
          <w:tab w:val="left" w:pos="4232"/>
        </w:tabs>
        <w:spacing w:before="119"/>
      </w:pPr>
      <w:r>
        <w:rPr>
          <w:color w:val="231F20"/>
        </w:rPr>
        <w:t>Hemet</w:t>
      </w:r>
      <w:r>
        <w:rPr>
          <w:color w:val="231F20"/>
        </w:rPr>
        <w:tab/>
        <w:t>92543</w:t>
      </w:r>
      <w:r>
        <w:rPr>
          <w:color w:val="231F20"/>
        </w:rPr>
        <w:tab/>
        <w:t>Riverside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10"/>
          <w:tab w:val="left" w:pos="2691"/>
          <w:tab w:val="left" w:pos="4232"/>
        </w:tabs>
        <w:spacing w:before="121"/>
      </w:pPr>
      <w:r>
        <w:rPr>
          <w:color w:val="231F20"/>
        </w:rPr>
        <w:t>Hemet</w:t>
      </w:r>
      <w:r>
        <w:rPr>
          <w:color w:val="231F20"/>
        </w:rPr>
        <w:tab/>
        <w:t>92544</w:t>
      </w:r>
      <w:r>
        <w:rPr>
          <w:color w:val="231F20"/>
        </w:rPr>
        <w:tab/>
        <w:t>Riverside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10"/>
          <w:tab w:val="left" w:pos="2691"/>
          <w:tab w:val="left" w:pos="4232"/>
        </w:tabs>
        <w:spacing w:before="118"/>
      </w:pPr>
      <w:r>
        <w:rPr>
          <w:color w:val="231F20"/>
        </w:rPr>
        <w:t>Hemet</w:t>
      </w:r>
      <w:r>
        <w:rPr>
          <w:color w:val="231F20"/>
        </w:rPr>
        <w:tab/>
        <w:t>92545</w:t>
      </w:r>
      <w:r>
        <w:rPr>
          <w:color w:val="231F20"/>
        </w:rPr>
        <w:tab/>
        <w:t>Riverside</w:t>
      </w:r>
      <w:r>
        <w:rPr>
          <w:color w:val="231F20"/>
        </w:rPr>
        <w:tab/>
        <w:t>10</w:t>
      </w:r>
    </w:p>
    <w:p w:rsidR="00EA74A4" w:rsidRDefault="00EA74A4">
      <w:pPr>
        <w:sectPr w:rsidR="00EA74A4">
          <w:pgSz w:w="10140" w:h="12960"/>
          <w:pgMar w:top="220" w:right="0" w:bottom="0" w:left="20" w:header="20" w:footer="0" w:gutter="0"/>
          <w:cols w:num="2" w:space="720" w:equalWidth="0">
            <w:col w:w="4455" w:space="669"/>
            <w:col w:w="4996"/>
          </w:cols>
        </w:sectPr>
      </w:pPr>
    </w:p>
    <w:p w:rsidR="00EA74A4" w:rsidRDefault="00EA74A4">
      <w:pPr>
        <w:pStyle w:val="BodyText"/>
        <w:spacing w:before="9"/>
        <w:ind w:left="0"/>
        <w:rPr>
          <w:rFonts w:ascii="Times New Roman"/>
          <w:sz w:val="14"/>
        </w:rPr>
      </w:pPr>
    </w:p>
    <w:p w:rsidR="00EA74A4" w:rsidRDefault="00AA3220">
      <w:pPr>
        <w:pStyle w:val="Heading2"/>
        <w:tabs>
          <w:tab w:val="left" w:pos="5483"/>
        </w:tabs>
      </w:pPr>
      <w:r>
        <w:rPr>
          <w:position w:val="16"/>
        </w:rPr>
      </w:r>
      <w:r>
        <w:rPr>
          <w:position w:val="16"/>
        </w:rPr>
        <w:pict>
          <v:shape id="_x0000_s1065" type="#_x0000_t202" style="width:220.9pt;height:614.8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06"/>
                    <w:gridCol w:w="770"/>
                    <w:gridCol w:w="2019"/>
                    <w:gridCol w:w="421"/>
                  </w:tblGrid>
                  <w:tr w:rsidR="00EA74A4">
                    <w:trPr>
                      <w:trHeight w:val="25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Herald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31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95638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39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Hercules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1" w:right="13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94547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5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Herlong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ind w:left="131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96113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ind w:left="142" w:right="15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Lassen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 w:right="47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Hermosa Beach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28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90254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2" w:right="1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Hesperia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1" w:right="1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92344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Hesperia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ind w:left="131" w:right="1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92345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ind w:left="142" w:right="1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Hickman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ind w:left="130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95323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ind w:left="142" w:right="1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Hidden Hills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28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91302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1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Hidden Valley Lake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1" w:right="1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95467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2" w:right="15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Lake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Highland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ind w:left="131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92346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ind w:left="141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Hilmar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0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95324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1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Merced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Hinley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ind w:left="131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92347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ind w:left="142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Hollister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1" w:right="13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95023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Benito/Santa Clara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Holtville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ind w:left="131" w:right="13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92250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ind w:left="142" w:right="1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Imperial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15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Homeland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ind w:left="131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92548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ind w:left="142" w:right="15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Homewood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1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96141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5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Hoopa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ind w:left="131" w:right="13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95546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ind w:left="142" w:right="15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Hopland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0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95449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0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Hornbrook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ind w:left="131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96044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ind w:left="142" w:right="15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Hornitos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1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95325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1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Mariposa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Hume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ind w:left="131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93628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ind w:left="142" w:right="1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Hughson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1" w:right="13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95326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5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 w:right="30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Huntington Beach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1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92646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1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560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 w:right="30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Huntington Beach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1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92647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1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 w:right="30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Huntington Beach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1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92648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1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 w:right="30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Huntington Beach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1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92649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1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 w:right="30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Huntington Park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0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90255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2" w:right="15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Huron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1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93234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Hyampom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ind w:left="130" w:right="1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96046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ind w:left="142" w:right="15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Humboldt/Trinity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512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Hydesville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316162">
                        <w:pPr>
                          <w:pStyle w:val="TableParagraph"/>
                          <w:ind w:left="131" w:right="13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95547</w:t>
                        </w:r>
                      </w:p>
                    </w:tc>
                    <w:tc>
                      <w:tcPr>
                        <w:tcW w:w="2019" w:type="dxa"/>
                      </w:tcPr>
                      <w:p w:rsidR="00EA74A4" w:rsidRDefault="00316162">
                        <w:pPr>
                          <w:pStyle w:val="TableParagraph"/>
                          <w:ind w:left="142" w:right="15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A74A4" w:rsidRDefault="00316162">
                        <w:pPr>
                          <w:pStyle w:val="TableParagraph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</w:t>
                        </w:r>
                      </w:p>
                    </w:tc>
                  </w:tr>
                  <w:tr w:rsidR="00EA74A4">
                    <w:trPr>
                      <w:trHeight w:val="473"/>
                    </w:trPr>
                    <w:tc>
                      <w:tcPr>
                        <w:tcW w:w="1206" w:type="dxa"/>
                      </w:tcPr>
                      <w:p w:rsidR="00EA74A4" w:rsidRDefault="00EA74A4"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 w:line="245" w:lineRule="exact"/>
                          <w:ind w:left="50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1F20"/>
                          </w:rPr>
                          <w:t>I</w:t>
                        </w:r>
                      </w:p>
                    </w:tc>
                    <w:tc>
                      <w:tcPr>
                        <w:tcW w:w="770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19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21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anchorlock/>
          </v:shape>
        </w:pict>
      </w:r>
      <w:r w:rsidR="00316162">
        <w:rPr>
          <w:position w:val="16"/>
        </w:rPr>
        <w:tab/>
      </w:r>
      <w:r>
        <w:pict>
          <v:shape id="_x0000_s1064" type="#_x0000_t202" style="width:220.85pt;height:606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27"/>
                    <w:gridCol w:w="898"/>
                    <w:gridCol w:w="1724"/>
                    <w:gridCol w:w="567"/>
                  </w:tblGrid>
                  <w:tr w:rsidR="00EA74A4">
                    <w:trPr>
                      <w:trHeight w:val="260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Idyllwild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92549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288" w:right="30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Igo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96047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ind w:left="286" w:right="30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Imperial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92251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8" w:right="30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Imperial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15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Independence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93526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ind w:left="288" w:right="30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Inyo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Indian Wells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92210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8" w:right="30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15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Indio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ind w:left="13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92201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ind w:left="288" w:right="30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15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Indio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ind w:left="13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92203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ind w:left="288" w:right="30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15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Inglewood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90301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8" w:right="30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Inglewood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90302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ind w:left="288" w:right="30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Inglewood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90303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8" w:right="30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Inglewood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90304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ind w:left="288" w:right="30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Inglewood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90305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8" w:right="30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Inverness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94937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ind w:left="288" w:right="30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Inyokern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93527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8" w:right="3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Inyo/Kern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Ione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95640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ind w:left="288" w:right="30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Amador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92602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ind w:left="287" w:right="30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92603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7" w:right="30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92604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ind w:left="287" w:right="30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92606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7" w:right="30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92612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ind w:left="287" w:right="30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92614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7" w:right="30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92617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ind w:left="287" w:right="30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92618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7" w:right="30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92620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ind w:left="287" w:right="30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92697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7" w:right="30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Isleton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ind w:left="13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95641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ind w:left="285" w:right="30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512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Ivanhoe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ind w:left="13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93235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ind w:left="288" w:right="30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723"/>
                    </w:trPr>
                    <w:tc>
                      <w:tcPr>
                        <w:tcW w:w="1227" w:type="dxa"/>
                      </w:tcPr>
                      <w:p w:rsidR="00EA74A4" w:rsidRDefault="00EA74A4"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1F20"/>
                          </w:rPr>
                          <w:t>J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24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EA74A4">
                    <w:trPr>
                      <w:trHeight w:val="510"/>
                    </w:trPr>
                    <w:tc>
                      <w:tcPr>
                        <w:tcW w:w="1227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Jackson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95642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88" w:right="30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Amador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Jacumba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ind w:left="13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91934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ind w:left="288" w:right="30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Jamestown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95327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8" w:right="30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Tuolumne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Jamul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ind w:left="13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91935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ind w:left="287" w:right="30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Janesville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96114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8" w:right="30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Lassen/Plumas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260"/>
                    </w:trPr>
                    <w:tc>
                      <w:tcPr>
                        <w:tcW w:w="1227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Jenner</w:t>
                        </w:r>
                      </w:p>
                    </w:tc>
                    <w:tc>
                      <w:tcPr>
                        <w:tcW w:w="898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13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95450</w:t>
                        </w:r>
                      </w:p>
                    </w:tc>
                    <w:tc>
                      <w:tcPr>
                        <w:tcW w:w="1724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288" w:right="30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anchorlock/>
          </v:shape>
        </w:pict>
      </w:r>
    </w:p>
    <w:p w:rsidR="00EA74A4" w:rsidRDefault="00EA74A4">
      <w:pPr>
        <w:sectPr w:rsidR="00EA74A4">
          <w:pgSz w:w="10140" w:h="12960"/>
          <w:pgMar w:top="220" w:right="0" w:bottom="0" w:left="20" w:header="20" w:footer="0" w:gutter="0"/>
          <w:cols w:space="720"/>
        </w:sectPr>
      </w:pPr>
    </w:p>
    <w:p w:rsidR="00EA74A4" w:rsidRDefault="00EA74A4">
      <w:pPr>
        <w:pStyle w:val="BodyText"/>
        <w:spacing w:before="9"/>
        <w:ind w:left="0"/>
        <w:rPr>
          <w:rFonts w:ascii="Times New Roman"/>
          <w:sz w:val="14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3"/>
        <w:gridCol w:w="902"/>
        <w:gridCol w:w="1745"/>
        <w:gridCol w:w="912"/>
        <w:gridCol w:w="1201"/>
        <w:gridCol w:w="1132"/>
        <w:gridCol w:w="2024"/>
        <w:gridCol w:w="417"/>
      </w:tblGrid>
      <w:tr w:rsidR="00EA74A4">
        <w:trPr>
          <w:trHeight w:val="878"/>
        </w:trPr>
        <w:tc>
          <w:tcPr>
            <w:tcW w:w="1163" w:type="dxa"/>
          </w:tcPr>
          <w:p w:rsidR="00EA74A4" w:rsidRDefault="00316162">
            <w:pPr>
              <w:pStyle w:val="TableParagraph"/>
              <w:spacing w:before="0" w:line="18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Johannesburg</w:t>
            </w:r>
          </w:p>
          <w:p w:rsidR="00EA74A4" w:rsidRDefault="00316162">
            <w:pPr>
              <w:pStyle w:val="TableParagraph"/>
              <w:spacing w:before="118"/>
              <w:ind w:right="541"/>
              <w:rPr>
                <w:sz w:val="18"/>
              </w:rPr>
            </w:pPr>
            <w:r>
              <w:rPr>
                <w:color w:val="231F20"/>
                <w:sz w:val="18"/>
              </w:rPr>
              <w:t>Johnson Valley</w:t>
            </w:r>
          </w:p>
        </w:tc>
        <w:tc>
          <w:tcPr>
            <w:tcW w:w="902" w:type="dxa"/>
          </w:tcPr>
          <w:p w:rsidR="00EA74A4" w:rsidRDefault="00316162">
            <w:pPr>
              <w:pStyle w:val="TableParagraph"/>
              <w:spacing w:before="0" w:line="183" w:lineRule="exact"/>
              <w:ind w:left="144"/>
              <w:rPr>
                <w:sz w:val="18"/>
              </w:rPr>
            </w:pPr>
            <w:r>
              <w:rPr>
                <w:color w:val="231F20"/>
                <w:sz w:val="18"/>
              </w:rPr>
              <w:t>93528</w:t>
            </w:r>
          </w:p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  <w:p w:rsidR="00EA74A4" w:rsidRDefault="00316162">
            <w:pPr>
              <w:pStyle w:val="TableParagraph"/>
              <w:spacing w:before="132"/>
              <w:ind w:left="145"/>
              <w:rPr>
                <w:sz w:val="18"/>
              </w:rPr>
            </w:pPr>
            <w:r>
              <w:rPr>
                <w:color w:val="231F20"/>
                <w:sz w:val="18"/>
              </w:rPr>
              <w:t>92285</w:t>
            </w:r>
          </w:p>
        </w:tc>
        <w:tc>
          <w:tcPr>
            <w:tcW w:w="1745" w:type="dxa"/>
          </w:tcPr>
          <w:p w:rsidR="00EA74A4" w:rsidRDefault="00316162">
            <w:pPr>
              <w:pStyle w:val="TableParagraph"/>
              <w:spacing w:before="0" w:line="183" w:lineRule="exact"/>
              <w:ind w:left="276" w:right="29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Kern</w:t>
            </w:r>
          </w:p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  <w:p w:rsidR="00EA74A4" w:rsidRDefault="00316162">
            <w:pPr>
              <w:pStyle w:val="TableParagraph"/>
              <w:spacing w:before="132"/>
              <w:ind w:left="276" w:right="29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Bernardino</w:t>
            </w:r>
          </w:p>
        </w:tc>
        <w:tc>
          <w:tcPr>
            <w:tcW w:w="912" w:type="dxa"/>
          </w:tcPr>
          <w:p w:rsidR="00EA74A4" w:rsidRDefault="00316162">
            <w:pPr>
              <w:pStyle w:val="TableParagraph"/>
              <w:spacing w:before="0" w:line="183" w:lineRule="exact"/>
              <w:ind w:left="301" w:right="38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  <w:p w:rsidR="00EA74A4" w:rsidRDefault="00316162">
            <w:pPr>
              <w:pStyle w:val="TableParagraph"/>
              <w:spacing w:before="132"/>
              <w:ind w:left="300" w:right="3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  <w:tc>
          <w:tcPr>
            <w:tcW w:w="4774" w:type="dxa"/>
            <w:gridSpan w:val="4"/>
          </w:tcPr>
          <w:p w:rsidR="00EA74A4" w:rsidRDefault="00EA74A4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EA74A4" w:rsidRDefault="00316162">
            <w:pPr>
              <w:pStyle w:val="TableParagraph"/>
              <w:spacing w:before="0"/>
              <w:ind w:left="401"/>
              <w:rPr>
                <w:sz w:val="18"/>
              </w:rPr>
            </w:pPr>
            <w:r>
              <w:rPr>
                <w:color w:val="231F20"/>
                <w:sz w:val="18"/>
              </w:rPr>
              <w:t>La Canada</w:t>
            </w:r>
          </w:p>
          <w:p w:rsidR="00EA74A4" w:rsidRDefault="00316162">
            <w:pPr>
              <w:pStyle w:val="TableParagraph"/>
              <w:tabs>
                <w:tab w:val="left" w:pos="1666"/>
                <w:tab w:val="left" w:pos="2900"/>
                <w:tab w:val="right" w:pos="4671"/>
              </w:tabs>
              <w:spacing w:before="1" w:line="336" w:lineRule="exact"/>
              <w:ind w:left="401"/>
              <w:rPr>
                <w:sz w:val="18"/>
              </w:rPr>
            </w:pPr>
            <w:r>
              <w:rPr>
                <w:color w:val="231F20"/>
                <w:position w:val="12"/>
                <w:sz w:val="18"/>
              </w:rPr>
              <w:t>Flintridge</w:t>
            </w:r>
            <w:r>
              <w:rPr>
                <w:color w:val="231F20"/>
                <w:position w:val="12"/>
                <w:sz w:val="18"/>
              </w:rPr>
              <w:tab/>
            </w:r>
            <w:r>
              <w:rPr>
                <w:color w:val="231F20"/>
                <w:sz w:val="18"/>
              </w:rPr>
              <w:t>91011</w:t>
            </w:r>
            <w:r>
              <w:rPr>
                <w:color w:val="231F20"/>
                <w:sz w:val="18"/>
              </w:rPr>
              <w:tab/>
              <w:t>Los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Angeles</w:t>
            </w:r>
            <w:r>
              <w:rPr>
                <w:color w:val="231F20"/>
                <w:sz w:val="18"/>
              </w:rPr>
              <w:tab/>
              <w:t>9</w:t>
            </w:r>
          </w:p>
        </w:tc>
      </w:tr>
      <w:tr w:rsidR="00EA74A4">
        <w:trPr>
          <w:trHeight w:val="619"/>
        </w:trPr>
        <w:tc>
          <w:tcPr>
            <w:tcW w:w="1163" w:type="dxa"/>
          </w:tcPr>
          <w:p w:rsidR="00EA74A4" w:rsidRDefault="00316162">
            <w:pPr>
              <w:pStyle w:val="TableParagraph"/>
              <w:spacing w:before="0" w:line="20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Joshua Tree</w:t>
            </w:r>
          </w:p>
          <w:p w:rsidR="00EA74A4" w:rsidRDefault="00316162">
            <w:pPr>
              <w:pStyle w:val="TableParagraph"/>
              <w:spacing w:before="121"/>
              <w:rPr>
                <w:sz w:val="18"/>
              </w:rPr>
            </w:pPr>
            <w:r>
              <w:rPr>
                <w:color w:val="231F20"/>
                <w:sz w:val="18"/>
              </w:rPr>
              <w:t>Julian</w:t>
            </w:r>
          </w:p>
        </w:tc>
        <w:tc>
          <w:tcPr>
            <w:tcW w:w="902" w:type="dxa"/>
          </w:tcPr>
          <w:p w:rsidR="00EA74A4" w:rsidRDefault="00316162">
            <w:pPr>
              <w:pStyle w:val="TableParagraph"/>
              <w:spacing w:before="0" w:line="203" w:lineRule="exact"/>
              <w:ind w:left="145"/>
              <w:rPr>
                <w:sz w:val="18"/>
              </w:rPr>
            </w:pPr>
            <w:r>
              <w:rPr>
                <w:color w:val="231F20"/>
                <w:sz w:val="18"/>
              </w:rPr>
              <w:t>92252</w:t>
            </w:r>
          </w:p>
          <w:p w:rsidR="00EA74A4" w:rsidRDefault="00316162">
            <w:pPr>
              <w:pStyle w:val="TableParagraph"/>
              <w:spacing w:before="121"/>
              <w:ind w:left="144"/>
              <w:rPr>
                <w:sz w:val="18"/>
              </w:rPr>
            </w:pPr>
            <w:r>
              <w:rPr>
                <w:color w:val="231F20"/>
                <w:sz w:val="18"/>
              </w:rPr>
              <w:t>92036</w:t>
            </w:r>
          </w:p>
        </w:tc>
        <w:tc>
          <w:tcPr>
            <w:tcW w:w="1745" w:type="dxa"/>
          </w:tcPr>
          <w:p w:rsidR="00EA74A4" w:rsidRDefault="00316162">
            <w:pPr>
              <w:pStyle w:val="TableParagraph"/>
              <w:spacing w:before="0" w:line="203" w:lineRule="exact"/>
              <w:ind w:left="276" w:right="29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Bernardino</w:t>
            </w:r>
          </w:p>
          <w:p w:rsidR="00EA74A4" w:rsidRDefault="00316162">
            <w:pPr>
              <w:pStyle w:val="TableParagraph"/>
              <w:spacing w:before="121"/>
              <w:ind w:left="276" w:right="29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Diego</w:t>
            </w:r>
          </w:p>
        </w:tc>
        <w:tc>
          <w:tcPr>
            <w:tcW w:w="912" w:type="dxa"/>
          </w:tcPr>
          <w:p w:rsidR="00EA74A4" w:rsidRDefault="00316162">
            <w:pPr>
              <w:pStyle w:val="TableParagraph"/>
              <w:spacing w:before="0" w:line="203" w:lineRule="exact"/>
              <w:ind w:left="301" w:right="3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  <w:p w:rsidR="00EA74A4" w:rsidRDefault="00316162">
            <w:pPr>
              <w:pStyle w:val="TableParagraph"/>
              <w:spacing w:before="121"/>
              <w:ind w:left="301" w:right="38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  <w:tc>
          <w:tcPr>
            <w:tcW w:w="1201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  <w:p w:rsidR="00EA74A4" w:rsidRDefault="00316162">
            <w:pPr>
              <w:pStyle w:val="TableParagraph"/>
              <w:spacing w:before="116"/>
              <w:ind w:left="402"/>
              <w:rPr>
                <w:sz w:val="18"/>
              </w:rPr>
            </w:pPr>
            <w:r>
              <w:rPr>
                <w:color w:val="231F20"/>
                <w:sz w:val="18"/>
              </w:rPr>
              <w:t>La Grange</w:t>
            </w:r>
          </w:p>
        </w:tc>
        <w:tc>
          <w:tcPr>
            <w:tcW w:w="113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  <w:p w:rsidR="00EA74A4" w:rsidRDefault="00316162">
            <w:pPr>
              <w:pStyle w:val="TableParagraph"/>
              <w:spacing w:before="116"/>
              <w:ind w:right="16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95329</w:t>
            </w:r>
          </w:p>
        </w:tc>
        <w:tc>
          <w:tcPr>
            <w:tcW w:w="2024" w:type="dxa"/>
          </w:tcPr>
          <w:p w:rsidR="00EA74A4" w:rsidRDefault="00316162">
            <w:pPr>
              <w:pStyle w:val="TableParagraph"/>
              <w:spacing w:before="102"/>
              <w:ind w:left="625" w:hanging="408"/>
              <w:rPr>
                <w:sz w:val="18"/>
              </w:rPr>
            </w:pPr>
            <w:r>
              <w:rPr>
                <w:color w:val="231F20"/>
                <w:sz w:val="18"/>
              </w:rPr>
              <w:t>Mariposa/Stanislaus/ Tuolumne</w:t>
            </w:r>
          </w:p>
        </w:tc>
        <w:tc>
          <w:tcPr>
            <w:tcW w:w="41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  <w:p w:rsidR="00EA74A4" w:rsidRDefault="00316162">
            <w:pPr>
              <w:pStyle w:val="TableParagraph"/>
              <w:spacing w:before="116"/>
              <w:ind w:right="55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  <w:tr w:rsidR="00EA74A4">
        <w:trPr>
          <w:trHeight w:val="339"/>
        </w:trPr>
        <w:tc>
          <w:tcPr>
            <w:tcW w:w="116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Junction City</w:t>
            </w:r>
          </w:p>
        </w:tc>
        <w:tc>
          <w:tcPr>
            <w:tcW w:w="902" w:type="dxa"/>
          </w:tcPr>
          <w:p w:rsidR="00EA74A4" w:rsidRDefault="00316162">
            <w:pPr>
              <w:pStyle w:val="TableParagraph"/>
              <w:spacing w:before="43"/>
              <w:ind w:left="145"/>
              <w:rPr>
                <w:sz w:val="18"/>
              </w:rPr>
            </w:pPr>
            <w:r>
              <w:rPr>
                <w:color w:val="231F20"/>
                <w:sz w:val="18"/>
              </w:rPr>
              <w:t>96048</w:t>
            </w:r>
          </w:p>
        </w:tc>
        <w:tc>
          <w:tcPr>
            <w:tcW w:w="1745" w:type="dxa"/>
          </w:tcPr>
          <w:p w:rsidR="00EA74A4" w:rsidRDefault="00316162">
            <w:pPr>
              <w:pStyle w:val="TableParagraph"/>
              <w:spacing w:before="43"/>
              <w:ind w:left="624"/>
              <w:rPr>
                <w:sz w:val="18"/>
              </w:rPr>
            </w:pPr>
            <w:r>
              <w:rPr>
                <w:color w:val="231F20"/>
                <w:sz w:val="18"/>
              </w:rPr>
              <w:t>Trinity</w:t>
            </w:r>
          </w:p>
        </w:tc>
        <w:tc>
          <w:tcPr>
            <w:tcW w:w="912" w:type="dxa"/>
          </w:tcPr>
          <w:p w:rsidR="00EA74A4" w:rsidRDefault="00316162">
            <w:pPr>
              <w:pStyle w:val="TableParagraph"/>
              <w:spacing w:before="43"/>
              <w:ind w:left="320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  <w:tc>
          <w:tcPr>
            <w:tcW w:w="1201" w:type="dxa"/>
          </w:tcPr>
          <w:p w:rsidR="00EA74A4" w:rsidRDefault="00316162">
            <w:pPr>
              <w:pStyle w:val="TableParagraph"/>
              <w:spacing w:before="43"/>
              <w:ind w:left="402"/>
              <w:rPr>
                <w:sz w:val="18"/>
              </w:rPr>
            </w:pPr>
            <w:r>
              <w:rPr>
                <w:color w:val="231F20"/>
                <w:sz w:val="18"/>
              </w:rPr>
              <w:t>La Habra</w:t>
            </w:r>
          </w:p>
        </w:tc>
        <w:tc>
          <w:tcPr>
            <w:tcW w:w="1132" w:type="dxa"/>
          </w:tcPr>
          <w:p w:rsidR="00EA74A4" w:rsidRDefault="00316162">
            <w:pPr>
              <w:pStyle w:val="TableParagraph"/>
              <w:spacing w:before="43"/>
              <w:ind w:right="164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90631</w:t>
            </w:r>
          </w:p>
        </w:tc>
        <w:tc>
          <w:tcPr>
            <w:tcW w:w="2024" w:type="dxa"/>
          </w:tcPr>
          <w:p w:rsidR="00EA74A4" w:rsidRDefault="00316162">
            <w:pPr>
              <w:pStyle w:val="TableParagraph"/>
              <w:spacing w:before="43"/>
              <w:ind w:left="133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Angeles/Orange</w:t>
            </w:r>
          </w:p>
        </w:tc>
        <w:tc>
          <w:tcPr>
            <w:tcW w:w="417" w:type="dxa"/>
          </w:tcPr>
          <w:p w:rsidR="00EA74A4" w:rsidRDefault="00316162">
            <w:pPr>
              <w:pStyle w:val="TableParagraph"/>
              <w:spacing w:before="43"/>
              <w:ind w:right="10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260"/>
        </w:trPr>
        <w:tc>
          <w:tcPr>
            <w:tcW w:w="1163" w:type="dxa"/>
          </w:tcPr>
          <w:p w:rsidR="00EA74A4" w:rsidRDefault="0031616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June Lake</w:t>
            </w:r>
          </w:p>
        </w:tc>
        <w:tc>
          <w:tcPr>
            <w:tcW w:w="902" w:type="dxa"/>
          </w:tcPr>
          <w:p w:rsidR="00EA74A4" w:rsidRDefault="00316162">
            <w:pPr>
              <w:pStyle w:val="TableParagraph"/>
              <w:spacing w:line="196" w:lineRule="exact"/>
              <w:ind w:left="144"/>
              <w:rPr>
                <w:sz w:val="18"/>
              </w:rPr>
            </w:pPr>
            <w:r>
              <w:rPr>
                <w:color w:val="231F20"/>
                <w:sz w:val="18"/>
              </w:rPr>
              <w:t>93529</w:t>
            </w:r>
          </w:p>
        </w:tc>
        <w:tc>
          <w:tcPr>
            <w:tcW w:w="1745" w:type="dxa"/>
          </w:tcPr>
          <w:p w:rsidR="00EA74A4" w:rsidRDefault="00316162">
            <w:pPr>
              <w:pStyle w:val="TableParagraph"/>
              <w:spacing w:line="196" w:lineRule="exact"/>
              <w:ind w:left="642"/>
              <w:rPr>
                <w:sz w:val="18"/>
              </w:rPr>
            </w:pPr>
            <w:r>
              <w:rPr>
                <w:color w:val="231F20"/>
                <w:sz w:val="18"/>
              </w:rPr>
              <w:t>Mono</w:t>
            </w:r>
          </w:p>
        </w:tc>
        <w:tc>
          <w:tcPr>
            <w:tcW w:w="912" w:type="dxa"/>
          </w:tcPr>
          <w:p w:rsidR="00EA74A4" w:rsidRDefault="00316162">
            <w:pPr>
              <w:pStyle w:val="TableParagraph"/>
              <w:spacing w:line="196" w:lineRule="exact"/>
              <w:ind w:left="320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  <w:tc>
          <w:tcPr>
            <w:tcW w:w="1201" w:type="dxa"/>
          </w:tcPr>
          <w:p w:rsidR="00EA74A4" w:rsidRDefault="00316162">
            <w:pPr>
              <w:pStyle w:val="TableParagraph"/>
              <w:spacing w:line="196" w:lineRule="exact"/>
              <w:ind w:left="402"/>
              <w:rPr>
                <w:sz w:val="18"/>
              </w:rPr>
            </w:pPr>
            <w:r>
              <w:rPr>
                <w:color w:val="231F20"/>
                <w:sz w:val="18"/>
              </w:rPr>
              <w:t>La Honda</w:t>
            </w:r>
          </w:p>
        </w:tc>
        <w:tc>
          <w:tcPr>
            <w:tcW w:w="1132" w:type="dxa"/>
          </w:tcPr>
          <w:p w:rsidR="00EA74A4" w:rsidRDefault="00316162">
            <w:pPr>
              <w:pStyle w:val="TableParagraph"/>
              <w:spacing w:line="196" w:lineRule="exact"/>
              <w:ind w:right="163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94020</w:t>
            </w:r>
          </w:p>
        </w:tc>
        <w:tc>
          <w:tcPr>
            <w:tcW w:w="2024" w:type="dxa"/>
          </w:tcPr>
          <w:p w:rsidR="00EA74A4" w:rsidRDefault="00316162">
            <w:pPr>
              <w:pStyle w:val="TableParagraph"/>
              <w:spacing w:line="196" w:lineRule="exact"/>
              <w:ind w:left="134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Mateo/Santa Clara</w:t>
            </w:r>
          </w:p>
        </w:tc>
        <w:tc>
          <w:tcPr>
            <w:tcW w:w="417" w:type="dxa"/>
          </w:tcPr>
          <w:p w:rsidR="00EA74A4" w:rsidRDefault="00316162">
            <w:pPr>
              <w:pStyle w:val="TableParagraph"/>
              <w:spacing w:line="196" w:lineRule="exact"/>
              <w:ind w:right="10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</w:tr>
    </w:tbl>
    <w:p w:rsidR="00EA74A4" w:rsidRDefault="00EA74A4">
      <w:pPr>
        <w:pStyle w:val="BodyText"/>
        <w:spacing w:before="1"/>
        <w:ind w:left="0"/>
        <w:rPr>
          <w:rFonts w:ascii="Times New Roman"/>
          <w:sz w:val="26"/>
        </w:rPr>
      </w:pPr>
    </w:p>
    <w:p w:rsidR="00EA74A4" w:rsidRDefault="00EA74A4">
      <w:pPr>
        <w:rPr>
          <w:rFonts w:ascii="Times New Roman"/>
          <w:sz w:val="26"/>
        </w:rPr>
        <w:sectPr w:rsidR="00EA74A4">
          <w:pgSz w:w="10140" w:h="12960"/>
          <w:pgMar w:top="220" w:right="0" w:bottom="0" w:left="20" w:header="20" w:footer="0" w:gutter="0"/>
          <w:cols w:space="720"/>
        </w:sectPr>
      </w:pPr>
    </w:p>
    <w:p w:rsidR="00EA74A4" w:rsidRDefault="00316162">
      <w:pPr>
        <w:spacing w:before="160"/>
        <w:ind w:left="100"/>
        <w:rPr>
          <w:b/>
        </w:rPr>
      </w:pPr>
      <w:r>
        <w:rPr>
          <w:b/>
          <w:color w:val="231F20"/>
        </w:rPr>
        <w:t>K</w:t>
      </w:r>
    </w:p>
    <w:p w:rsidR="00EA74A4" w:rsidRDefault="00316162">
      <w:pPr>
        <w:pStyle w:val="BodyText"/>
        <w:tabs>
          <w:tab w:val="left" w:pos="1409"/>
          <w:tab w:val="left" w:pos="2855"/>
          <w:tab w:val="right" w:pos="4413"/>
        </w:tabs>
        <w:spacing w:before="464"/>
      </w:pPr>
      <w:r>
        <w:rPr>
          <w:color w:val="231F20"/>
        </w:rPr>
        <w:t>Keene</w:t>
      </w:r>
      <w:r>
        <w:rPr>
          <w:color w:val="231F20"/>
        </w:rPr>
        <w:tab/>
        <w:t>93531</w:t>
      </w:r>
      <w:r>
        <w:rPr>
          <w:color w:val="231F20"/>
        </w:rPr>
        <w:tab/>
        <w:t>Kern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9"/>
          <w:tab w:val="left" w:pos="2860"/>
          <w:tab w:val="right" w:pos="4368"/>
        </w:tabs>
        <w:spacing w:before="118"/>
      </w:pPr>
      <w:r>
        <w:rPr>
          <w:color w:val="231F20"/>
        </w:rPr>
        <w:t>Kelseyville</w:t>
      </w:r>
      <w:r>
        <w:rPr>
          <w:color w:val="231F20"/>
        </w:rPr>
        <w:tab/>
        <w:t>95451</w:t>
      </w:r>
      <w:r>
        <w:rPr>
          <w:color w:val="231F20"/>
        </w:rPr>
        <w:tab/>
        <w:t>Lake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409"/>
          <w:tab w:val="left" w:pos="2464"/>
          <w:tab w:val="right" w:pos="4412"/>
        </w:tabs>
        <w:spacing w:before="121"/>
      </w:pPr>
      <w:r>
        <w:rPr>
          <w:color w:val="231F20"/>
        </w:rPr>
        <w:t>Kelso</w:t>
      </w:r>
      <w:r>
        <w:rPr>
          <w:color w:val="231F20"/>
        </w:rPr>
        <w:tab/>
        <w:t>92309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tabs>
          <w:tab w:val="left" w:pos="1408"/>
          <w:tab w:val="left" w:pos="2807"/>
          <w:tab w:val="right" w:pos="4367"/>
        </w:tabs>
        <w:spacing w:before="119"/>
      </w:pPr>
      <w:r>
        <w:rPr>
          <w:color w:val="231F20"/>
        </w:rPr>
        <w:t>Kentfield</w:t>
      </w:r>
      <w:r>
        <w:rPr>
          <w:color w:val="231F20"/>
        </w:rPr>
        <w:tab/>
        <w:t>94904</w:t>
      </w:r>
      <w:r>
        <w:rPr>
          <w:color w:val="231F20"/>
        </w:rPr>
        <w:tab/>
        <w:t>Marin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408"/>
          <w:tab w:val="left" w:pos="2728"/>
          <w:tab w:val="right" w:pos="4367"/>
        </w:tabs>
        <w:spacing w:before="121"/>
      </w:pPr>
      <w:r>
        <w:rPr>
          <w:color w:val="231F20"/>
        </w:rPr>
        <w:t>Kenwood</w:t>
      </w:r>
      <w:r>
        <w:rPr>
          <w:color w:val="231F20"/>
        </w:rPr>
        <w:tab/>
        <w:t>95452</w:t>
      </w:r>
      <w:r>
        <w:rPr>
          <w:color w:val="231F20"/>
        </w:rPr>
        <w:tab/>
        <w:t>Sonoma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408"/>
          <w:tab w:val="left" w:pos="2778"/>
          <w:tab w:val="right" w:pos="4413"/>
        </w:tabs>
        <w:spacing w:before="119"/>
      </w:pPr>
      <w:r>
        <w:rPr>
          <w:color w:val="231F20"/>
        </w:rPr>
        <w:t>Kerman</w:t>
      </w:r>
      <w:r>
        <w:rPr>
          <w:color w:val="231F20"/>
        </w:rPr>
        <w:tab/>
        <w:t>93630</w:t>
      </w:r>
      <w:r>
        <w:rPr>
          <w:color w:val="231F20"/>
        </w:rPr>
        <w:tab/>
        <w:t>Fresno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9"/>
          <w:tab w:val="left" w:pos="2855"/>
          <w:tab w:val="right" w:pos="4413"/>
        </w:tabs>
        <w:spacing w:before="121"/>
      </w:pPr>
      <w:r>
        <w:rPr>
          <w:color w:val="231F20"/>
        </w:rPr>
        <w:t>Kernville</w:t>
      </w:r>
      <w:r>
        <w:rPr>
          <w:color w:val="231F20"/>
        </w:rPr>
        <w:tab/>
        <w:t>93238</w:t>
      </w:r>
      <w:r>
        <w:rPr>
          <w:color w:val="231F20"/>
        </w:rPr>
        <w:tab/>
        <w:t>Kern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spacing w:before="118"/>
      </w:pPr>
      <w:r>
        <w:rPr>
          <w:color w:val="231F20"/>
        </w:rPr>
        <w:t>Kettleman</w:t>
      </w:r>
    </w:p>
    <w:p w:rsidR="00EA74A4" w:rsidRDefault="00316162">
      <w:pPr>
        <w:pStyle w:val="BodyText"/>
        <w:tabs>
          <w:tab w:val="left" w:pos="1407"/>
          <w:tab w:val="left" w:pos="2833"/>
          <w:tab w:val="right" w:pos="4413"/>
        </w:tabs>
        <w:spacing w:before="2"/>
      </w:pPr>
      <w:r>
        <w:rPr>
          <w:color w:val="231F20"/>
        </w:rPr>
        <w:t>City</w:t>
      </w:r>
      <w:r>
        <w:rPr>
          <w:color w:val="231F20"/>
        </w:rPr>
        <w:tab/>
        <w:t>93239</w:t>
      </w:r>
      <w:r>
        <w:rPr>
          <w:color w:val="231F20"/>
        </w:rPr>
        <w:tab/>
        <w:t>Kings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9"/>
          <w:tab w:val="left" w:pos="2663"/>
          <w:tab w:val="right" w:pos="4412"/>
        </w:tabs>
        <w:spacing w:before="121"/>
      </w:pPr>
      <w:r>
        <w:rPr>
          <w:color w:val="231F20"/>
        </w:rPr>
        <w:t>Keyes</w:t>
      </w:r>
      <w:r>
        <w:rPr>
          <w:color w:val="231F20"/>
        </w:rPr>
        <w:tab/>
        <w:t>95328</w:t>
      </w:r>
      <w:r>
        <w:rPr>
          <w:color w:val="231F20"/>
        </w:rPr>
        <w:tab/>
        <w:t>Stanislaus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08"/>
          <w:tab w:val="left" w:pos="2662"/>
          <w:tab w:val="right" w:pos="4368"/>
        </w:tabs>
        <w:spacing w:before="118"/>
      </w:pPr>
      <w:r>
        <w:rPr>
          <w:color w:val="231F20"/>
        </w:rPr>
        <w:t>King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City</w:t>
      </w:r>
      <w:r>
        <w:rPr>
          <w:color w:val="231F20"/>
        </w:rPr>
        <w:tab/>
        <w:t>93930</w:t>
      </w:r>
      <w:r>
        <w:rPr>
          <w:color w:val="231F20"/>
        </w:rPr>
        <w:tab/>
        <w:t>Monterey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408"/>
          <w:tab w:val="left" w:pos="2802"/>
          <w:tab w:val="right" w:pos="4413"/>
        </w:tabs>
        <w:spacing w:before="121"/>
      </w:pPr>
      <w:r>
        <w:rPr>
          <w:color w:val="231F20"/>
        </w:rPr>
        <w:t>Kings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Beach</w:t>
      </w:r>
      <w:r>
        <w:rPr>
          <w:color w:val="231F20"/>
        </w:rPr>
        <w:tab/>
        <w:t>96143</w:t>
      </w:r>
      <w:r>
        <w:rPr>
          <w:color w:val="231F20"/>
        </w:rPr>
        <w:tab/>
        <w:t>Placer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spacing w:before="119"/>
      </w:pPr>
      <w:r>
        <w:rPr>
          <w:color w:val="231F20"/>
        </w:rPr>
        <w:t>Kings Canyon</w:t>
      </w:r>
    </w:p>
    <w:p w:rsidR="00EA74A4" w:rsidRDefault="00316162">
      <w:pPr>
        <w:pStyle w:val="BodyText"/>
        <w:tabs>
          <w:tab w:val="left" w:pos="1407"/>
          <w:tab w:val="left" w:pos="2778"/>
          <w:tab w:val="right" w:pos="4412"/>
        </w:tabs>
        <w:spacing w:before="1"/>
      </w:pPr>
      <w:r>
        <w:rPr>
          <w:color w:val="231F20"/>
        </w:rPr>
        <w:t>National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Park</w:t>
      </w:r>
      <w:r>
        <w:rPr>
          <w:color w:val="231F20"/>
        </w:rPr>
        <w:tab/>
        <w:t>93633</w:t>
      </w:r>
      <w:r>
        <w:rPr>
          <w:color w:val="231F20"/>
        </w:rPr>
        <w:tab/>
        <w:t>Fresno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8"/>
          <w:tab w:val="left" w:pos="2285"/>
          <w:tab w:val="right" w:pos="4411"/>
        </w:tabs>
        <w:spacing w:before="119"/>
      </w:pPr>
      <w:r>
        <w:rPr>
          <w:color w:val="231F20"/>
        </w:rPr>
        <w:t>Kingsburg</w:t>
      </w:r>
      <w:r>
        <w:rPr>
          <w:color w:val="231F20"/>
        </w:rPr>
        <w:tab/>
        <w:t>93631</w:t>
      </w:r>
      <w:r>
        <w:rPr>
          <w:color w:val="231F20"/>
        </w:rPr>
        <w:tab/>
        <w:t>Fresno/Kings/Tulare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7"/>
          <w:tab w:val="left" w:pos="2672"/>
          <w:tab w:val="right" w:pos="4367"/>
        </w:tabs>
        <w:spacing w:before="121"/>
      </w:pPr>
      <w:r>
        <w:rPr>
          <w:color w:val="231F20"/>
        </w:rPr>
        <w:t>Klamath</w:t>
      </w:r>
      <w:r>
        <w:rPr>
          <w:color w:val="231F20"/>
        </w:rPr>
        <w:tab/>
        <w:t>95548</w:t>
      </w:r>
      <w:r>
        <w:rPr>
          <w:color w:val="231F20"/>
        </w:rPr>
        <w:tab/>
        <w:t>Del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Norte</w:t>
      </w:r>
      <w:r>
        <w:rPr>
          <w:color w:val="231F20"/>
        </w:rPr>
        <w:tab/>
        <w:t>1</w:t>
      </w:r>
    </w:p>
    <w:p w:rsidR="00EA74A4" w:rsidRDefault="00316162">
      <w:pPr>
        <w:pStyle w:val="BodyText"/>
        <w:tabs>
          <w:tab w:val="left" w:pos="1411"/>
          <w:tab w:val="left" w:pos="2663"/>
          <w:tab w:val="right" w:pos="4370"/>
        </w:tabs>
        <w:spacing w:before="64"/>
      </w:pPr>
      <w:r>
        <w:br w:type="column"/>
      </w:r>
      <w:r>
        <w:rPr>
          <w:color w:val="231F20"/>
        </w:rPr>
        <w:t>La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Mesa</w:t>
      </w:r>
      <w:r>
        <w:rPr>
          <w:color w:val="231F20"/>
        </w:rPr>
        <w:tab/>
        <w:t>91941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411"/>
          <w:tab w:val="left" w:pos="2663"/>
          <w:tab w:val="right" w:pos="4370"/>
        </w:tabs>
        <w:spacing w:before="119"/>
      </w:pPr>
      <w:r>
        <w:rPr>
          <w:color w:val="231F20"/>
        </w:rPr>
        <w:t>La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Mesa</w:t>
      </w:r>
      <w:r>
        <w:rPr>
          <w:color w:val="231F20"/>
        </w:rPr>
        <w:tab/>
        <w:t>91942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410"/>
          <w:tab w:val="left" w:pos="2597"/>
          <w:tab w:val="right" w:pos="4369"/>
        </w:tabs>
        <w:spacing w:before="121"/>
      </w:pPr>
      <w:r>
        <w:rPr>
          <w:color w:val="231F20"/>
        </w:rPr>
        <w:t>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Mirada</w:t>
      </w:r>
      <w:r>
        <w:rPr>
          <w:color w:val="231F20"/>
        </w:rPr>
        <w:tab/>
        <w:t>90638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10"/>
          <w:tab w:val="left" w:pos="2597"/>
          <w:tab w:val="right" w:pos="4369"/>
        </w:tabs>
        <w:spacing w:before="119"/>
      </w:pPr>
      <w:r>
        <w:rPr>
          <w:color w:val="231F20"/>
        </w:rPr>
        <w:t>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Mirada</w:t>
      </w:r>
      <w:r>
        <w:rPr>
          <w:color w:val="231F20"/>
        </w:rPr>
        <w:tab/>
        <w:t>90639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10"/>
          <w:tab w:val="left" w:pos="2756"/>
          <w:tab w:val="left" w:pos="4278"/>
        </w:tabs>
        <w:spacing w:before="121"/>
      </w:pPr>
      <w:r>
        <w:rPr>
          <w:color w:val="231F20"/>
        </w:rPr>
        <w:t>La Palma</w:t>
      </w:r>
      <w:r>
        <w:rPr>
          <w:color w:val="231F20"/>
        </w:rPr>
        <w:tab/>
        <w:t>90623</w:t>
      </w:r>
      <w:r>
        <w:rPr>
          <w:color w:val="231F20"/>
        </w:rPr>
        <w:tab/>
        <w:t>Orange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410"/>
          <w:tab w:val="left" w:pos="2546"/>
          <w:tab w:val="right" w:pos="4416"/>
        </w:tabs>
        <w:spacing w:before="118"/>
      </w:pPr>
      <w:r>
        <w:rPr>
          <w:color w:val="231F20"/>
        </w:rPr>
        <w:t>La Porte</w:t>
      </w:r>
      <w:r>
        <w:rPr>
          <w:color w:val="231F20"/>
        </w:rPr>
        <w:tab/>
        <w:t>95981</w:t>
      </w:r>
      <w:r>
        <w:rPr>
          <w:color w:val="231F20"/>
        </w:rPr>
        <w:tab/>
        <w:t>Plumas/Yuba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0"/>
          <w:tab w:val="left" w:pos="2597"/>
          <w:tab w:val="left" w:pos="4279"/>
        </w:tabs>
        <w:spacing w:before="121"/>
      </w:pPr>
      <w:r>
        <w:rPr>
          <w:color w:val="231F20"/>
        </w:rPr>
        <w:t>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Puente</w:t>
      </w:r>
      <w:r>
        <w:rPr>
          <w:color w:val="231F20"/>
        </w:rPr>
        <w:tab/>
        <w:t>91744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10"/>
          <w:tab w:val="left" w:pos="2597"/>
          <w:tab w:val="left" w:pos="4279"/>
        </w:tabs>
        <w:spacing w:before="119"/>
      </w:pPr>
      <w:r>
        <w:rPr>
          <w:color w:val="231F20"/>
        </w:rPr>
        <w:t>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Puente</w:t>
      </w:r>
      <w:r>
        <w:rPr>
          <w:color w:val="231F20"/>
        </w:rPr>
        <w:tab/>
        <w:t>91746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10"/>
          <w:tab w:val="left" w:pos="2691"/>
          <w:tab w:val="left" w:pos="4232"/>
        </w:tabs>
        <w:spacing w:before="121"/>
      </w:pPr>
      <w:r>
        <w:rPr>
          <w:color w:val="231F20"/>
        </w:rPr>
        <w:t>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Quinta</w:t>
      </w:r>
      <w:r>
        <w:rPr>
          <w:color w:val="231F20"/>
        </w:rPr>
        <w:tab/>
        <w:t>92253</w:t>
      </w:r>
      <w:r>
        <w:rPr>
          <w:color w:val="231F20"/>
        </w:rPr>
        <w:tab/>
        <w:t>Riverside</w:t>
      </w:r>
      <w:r>
        <w:rPr>
          <w:color w:val="231F20"/>
        </w:rPr>
        <w:tab/>
        <w:t>15</w:t>
      </w:r>
    </w:p>
    <w:p w:rsidR="00EA74A4" w:rsidRDefault="00316162">
      <w:pPr>
        <w:pStyle w:val="BodyText"/>
        <w:tabs>
          <w:tab w:val="left" w:pos="1410"/>
          <w:tab w:val="left" w:pos="2597"/>
          <w:tab w:val="right" w:pos="4370"/>
        </w:tabs>
        <w:spacing w:before="121"/>
      </w:pPr>
      <w:r>
        <w:rPr>
          <w:color w:val="231F20"/>
        </w:rPr>
        <w:t>La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Verne</w:t>
      </w:r>
      <w:r>
        <w:rPr>
          <w:color w:val="231F20"/>
        </w:rPr>
        <w:tab/>
        <w:t>91750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10"/>
          <w:tab w:val="left" w:pos="2555"/>
          <w:tab w:val="right" w:pos="4415"/>
        </w:tabs>
        <w:spacing w:before="119"/>
      </w:pPr>
      <w:r>
        <w:rPr>
          <w:color w:val="231F20"/>
        </w:rPr>
        <w:t>Lafayette</w:t>
      </w:r>
      <w:r>
        <w:rPr>
          <w:color w:val="231F20"/>
        </w:rPr>
        <w:tab/>
        <w:t>94549</w:t>
      </w:r>
      <w:r>
        <w:rPr>
          <w:color w:val="231F20"/>
        </w:rPr>
        <w:tab/>
        <w:t>Contra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10"/>
          <w:tab w:val="left" w:pos="2756"/>
          <w:tab w:val="left" w:pos="4278"/>
        </w:tabs>
        <w:spacing w:before="121"/>
      </w:pPr>
      <w:r>
        <w:rPr>
          <w:color w:val="231F20"/>
        </w:rPr>
        <w:t>Laguna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Beach</w:t>
      </w:r>
      <w:r>
        <w:rPr>
          <w:color w:val="231F20"/>
        </w:rPr>
        <w:tab/>
        <w:t>92651</w:t>
      </w:r>
      <w:r>
        <w:rPr>
          <w:color w:val="231F20"/>
        </w:rPr>
        <w:tab/>
        <w:t>Orange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411"/>
          <w:tab w:val="left" w:pos="2757"/>
          <w:tab w:val="left" w:pos="4278"/>
        </w:tabs>
        <w:spacing w:before="119"/>
      </w:pPr>
      <w:r>
        <w:rPr>
          <w:color w:val="231F20"/>
        </w:rPr>
        <w:t>Laguna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Hills</w:t>
      </w:r>
      <w:r>
        <w:rPr>
          <w:color w:val="231F20"/>
        </w:rPr>
        <w:tab/>
        <w:t>92653</w:t>
      </w:r>
      <w:r>
        <w:rPr>
          <w:color w:val="231F20"/>
        </w:rPr>
        <w:tab/>
        <w:t>Orange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411"/>
          <w:tab w:val="left" w:pos="2757"/>
          <w:tab w:val="left" w:pos="4278"/>
        </w:tabs>
        <w:spacing w:before="121"/>
      </w:pPr>
      <w:r>
        <w:rPr>
          <w:color w:val="231F20"/>
        </w:rPr>
        <w:t>Laguna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Niguel</w:t>
      </w:r>
      <w:r>
        <w:rPr>
          <w:color w:val="231F20"/>
        </w:rPr>
        <w:tab/>
        <w:t>92677</w:t>
      </w:r>
      <w:r>
        <w:rPr>
          <w:color w:val="231F20"/>
        </w:rPr>
        <w:tab/>
        <w:t>Orange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spacing w:before="118"/>
      </w:pPr>
      <w:r>
        <w:rPr>
          <w:color w:val="231F20"/>
        </w:rPr>
        <w:t>Laguna</w:t>
      </w:r>
    </w:p>
    <w:p w:rsidR="00EA74A4" w:rsidRDefault="00316162">
      <w:pPr>
        <w:pStyle w:val="BodyText"/>
        <w:tabs>
          <w:tab w:val="left" w:pos="1410"/>
          <w:tab w:val="left" w:pos="2756"/>
          <w:tab w:val="right" w:pos="4369"/>
        </w:tabs>
        <w:spacing w:before="1"/>
      </w:pPr>
      <w:r>
        <w:rPr>
          <w:color w:val="231F20"/>
        </w:rPr>
        <w:t>Woods</w:t>
      </w:r>
      <w:r>
        <w:rPr>
          <w:color w:val="231F20"/>
        </w:rPr>
        <w:tab/>
        <w:t>92637</w:t>
      </w:r>
      <w:r>
        <w:rPr>
          <w:color w:val="231F20"/>
        </w:rPr>
        <w:tab/>
        <w:t>Orange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410"/>
          <w:tab w:val="left" w:pos="2807"/>
          <w:tab w:val="left" w:pos="4278"/>
        </w:tabs>
        <w:spacing w:before="119"/>
      </w:pPr>
      <w:r>
        <w:rPr>
          <w:color w:val="231F20"/>
        </w:rPr>
        <w:t>Lagunitas</w:t>
      </w:r>
      <w:r>
        <w:rPr>
          <w:color w:val="231F20"/>
        </w:rPr>
        <w:tab/>
        <w:t>94938</w:t>
      </w:r>
      <w:r>
        <w:rPr>
          <w:color w:val="231F20"/>
        </w:rPr>
        <w:tab/>
        <w:t>Marin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spacing w:before="121" w:line="219" w:lineRule="exact"/>
      </w:pPr>
      <w:r>
        <w:rPr>
          <w:color w:val="231F20"/>
        </w:rPr>
        <w:t>Lagunitas-</w:t>
      </w:r>
    </w:p>
    <w:p w:rsidR="00EA74A4" w:rsidRDefault="00AA3220">
      <w:pPr>
        <w:pStyle w:val="BodyText"/>
        <w:tabs>
          <w:tab w:val="left" w:pos="1411"/>
          <w:tab w:val="left" w:pos="2808"/>
          <w:tab w:val="left" w:pos="4279"/>
        </w:tabs>
        <w:spacing w:line="219" w:lineRule="exact"/>
      </w:pPr>
      <w:r>
        <w:pict>
          <v:shape id="_x0000_s1043" type="#_x0000_t202" style="position:absolute;left:0;text-align:left;margin-left:6pt;margin-top:9.25pt;width:474.55pt;height:201.8pt;z-index:112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63"/>
                    <w:gridCol w:w="949"/>
                    <w:gridCol w:w="1653"/>
                    <w:gridCol w:w="599"/>
                    <w:gridCol w:w="1925"/>
                    <w:gridCol w:w="866"/>
                    <w:gridCol w:w="1820"/>
                    <w:gridCol w:w="519"/>
                  </w:tblGrid>
                  <w:tr w:rsidR="00EA74A4">
                    <w:trPr>
                      <w:trHeight w:val="260"/>
                    </w:trPr>
                    <w:tc>
                      <w:tcPr>
                        <w:tcW w:w="1163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Klamath River</w:t>
                        </w:r>
                      </w:p>
                    </w:tc>
                    <w:tc>
                      <w:tcPr>
                        <w:tcW w:w="949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96050</w:t>
                        </w:r>
                      </w:p>
                    </w:tc>
                    <w:tc>
                      <w:tcPr>
                        <w:tcW w:w="1653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321" w:right="3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5729" w:type="dxa"/>
                        <w:gridSpan w:val="5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3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63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Kneeland</w:t>
                        </w:r>
                      </w:p>
                    </w:tc>
                    <w:tc>
                      <w:tcPr>
                        <w:tcW w:w="949" w:type="dxa"/>
                      </w:tcPr>
                      <w:p w:rsidR="00EA74A4" w:rsidRDefault="00316162">
                        <w:pPr>
                          <w:pStyle w:val="TableParagraph"/>
                          <w:ind w:left="14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95549</w:t>
                        </w:r>
                      </w:p>
                    </w:tc>
                    <w:tc>
                      <w:tcPr>
                        <w:tcW w:w="1653" w:type="dxa"/>
                      </w:tcPr>
                      <w:p w:rsidR="00EA74A4" w:rsidRDefault="00316162">
                        <w:pPr>
                          <w:pStyle w:val="TableParagraph"/>
                          <w:ind w:left="324" w:right="3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5729" w:type="dxa"/>
                        <w:gridSpan w:val="5"/>
                      </w:tcPr>
                      <w:p w:rsidR="00EA74A4" w:rsidRDefault="00316162">
                        <w:pPr>
                          <w:pStyle w:val="TableParagraph"/>
                          <w:spacing w:before="0" w:line="80" w:lineRule="exact"/>
                          <w:ind w:left="135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Lake</w:t>
                        </w:r>
                      </w:p>
                      <w:p w:rsidR="00EA74A4" w:rsidRDefault="00316162">
                        <w:pPr>
                          <w:pStyle w:val="TableParagraph"/>
                          <w:tabs>
                            <w:tab w:val="left" w:pos="1358"/>
                            <w:tab w:val="left" w:pos="2670"/>
                            <w:tab w:val="left" w:pos="3723"/>
                            <w:tab w:val="right" w:pos="5675"/>
                          </w:tabs>
                          <w:spacing w:before="0" w:line="240" w:lineRule="exact"/>
                          <w:ind w:left="41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position w:val="7"/>
                            <w:sz w:val="18"/>
                          </w:rPr>
                          <w:t>1</w:t>
                        </w:r>
                        <w:r>
                          <w:rPr>
                            <w:color w:val="231F20"/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sz w:val="18"/>
                          </w:rPr>
                          <w:t>Arrowhead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92352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color w:val="231F2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8"/>
                          </w:rPr>
                          <w:t>Bernardino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EA74A4">
                    <w:trPr>
                      <w:trHeight w:val="279"/>
                    </w:trPr>
                    <w:tc>
                      <w:tcPr>
                        <w:tcW w:w="1163" w:type="dxa"/>
                      </w:tcPr>
                      <w:p w:rsidR="00EA74A4" w:rsidRDefault="00316162">
                        <w:pPr>
                          <w:pStyle w:val="TableParagraph"/>
                          <w:spacing w:line="216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Knights</w:t>
                        </w:r>
                      </w:p>
                    </w:tc>
                    <w:tc>
                      <w:tcPr>
                        <w:tcW w:w="949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5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729" w:type="dxa"/>
                        <w:gridSpan w:val="5"/>
                      </w:tcPr>
                      <w:p w:rsidR="00EA74A4" w:rsidRDefault="00316162">
                        <w:pPr>
                          <w:pStyle w:val="TableParagraph"/>
                          <w:tabs>
                            <w:tab w:val="left" w:pos="2670"/>
                            <w:tab w:val="left" w:pos="4028"/>
                            <w:tab w:val="right" w:pos="5674"/>
                          </w:tabs>
                          <w:spacing w:before="113" w:line="146" w:lineRule="exact"/>
                          <w:ind w:left="135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Lake</w:t>
                        </w:r>
                        <w:r>
                          <w:rPr>
                            <w:color w:val="231F2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8"/>
                          </w:rPr>
                          <w:t>City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96115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Modoc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EA74A4">
                    <w:trPr>
                      <w:trHeight w:val="470"/>
                    </w:trPr>
                    <w:tc>
                      <w:tcPr>
                        <w:tcW w:w="1163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Landing</w:t>
                        </w:r>
                      </w:p>
                    </w:tc>
                    <w:tc>
                      <w:tcPr>
                        <w:tcW w:w="949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95645</w:t>
                        </w:r>
                      </w:p>
                    </w:tc>
                    <w:tc>
                      <w:tcPr>
                        <w:tcW w:w="1653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322" w:right="3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Sutter/Yolo</w:t>
                        </w:r>
                      </w:p>
                    </w:tc>
                    <w:tc>
                      <w:tcPr>
                        <w:tcW w:w="599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925" w:type="dxa"/>
                      </w:tcPr>
                      <w:p w:rsidR="00EA74A4" w:rsidRDefault="00316162">
                        <w:pPr>
                          <w:pStyle w:val="TableParagraph"/>
                          <w:spacing w:before="155"/>
                          <w:ind w:left="76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Lake Elsinore</w:t>
                        </w:r>
                      </w:p>
                    </w:tc>
                    <w:tc>
                      <w:tcPr>
                        <w:tcW w:w="866" w:type="dxa"/>
                      </w:tcPr>
                      <w:p w:rsidR="00EA74A4" w:rsidRDefault="00316162">
                        <w:pPr>
                          <w:pStyle w:val="TableParagraph"/>
                          <w:spacing w:before="155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92530</w:t>
                        </w:r>
                      </w:p>
                    </w:tc>
                    <w:tc>
                      <w:tcPr>
                        <w:tcW w:w="1820" w:type="dxa"/>
                      </w:tcPr>
                      <w:p w:rsidR="00EA74A4" w:rsidRDefault="00316162">
                        <w:pPr>
                          <w:pStyle w:val="TableParagraph"/>
                          <w:spacing w:before="155"/>
                          <w:ind w:left="239" w:right="2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Orange/Riverside</w:t>
                        </w:r>
                      </w:p>
                    </w:tc>
                    <w:tc>
                      <w:tcPr>
                        <w:tcW w:w="519" w:type="dxa"/>
                      </w:tcPr>
                      <w:p w:rsidR="00EA74A4" w:rsidRDefault="00316162">
                        <w:pPr>
                          <w:pStyle w:val="TableParagraph"/>
                          <w:spacing w:before="155"/>
                          <w:ind w:left="28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64"/>
                    </w:trPr>
                    <w:tc>
                      <w:tcPr>
                        <w:tcW w:w="1163" w:type="dxa"/>
                      </w:tcPr>
                      <w:p w:rsidR="00EA74A4" w:rsidRDefault="00316162">
                        <w:pPr>
                          <w:pStyle w:val="TableParagraph"/>
                          <w:spacing w:before="9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Knightsen</w:t>
                        </w:r>
                      </w:p>
                    </w:tc>
                    <w:tc>
                      <w:tcPr>
                        <w:tcW w:w="949" w:type="dxa"/>
                      </w:tcPr>
                      <w:p w:rsidR="00EA74A4" w:rsidRDefault="00316162">
                        <w:pPr>
                          <w:pStyle w:val="TableParagraph"/>
                          <w:spacing w:before="93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94548</w:t>
                        </w:r>
                      </w:p>
                    </w:tc>
                    <w:tc>
                      <w:tcPr>
                        <w:tcW w:w="1653" w:type="dxa"/>
                      </w:tcPr>
                      <w:p w:rsidR="00EA74A4" w:rsidRDefault="00316162">
                        <w:pPr>
                          <w:pStyle w:val="TableParagraph"/>
                          <w:spacing w:before="93"/>
                          <w:ind w:left="325" w:right="3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99" w:type="dxa"/>
                      </w:tcPr>
                      <w:p w:rsidR="00EA74A4" w:rsidRDefault="00316162">
                        <w:pPr>
                          <w:pStyle w:val="TableParagraph"/>
                          <w:spacing w:before="9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92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76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Lake Elsinore</w:t>
                        </w:r>
                      </w:p>
                    </w:tc>
                    <w:tc>
                      <w:tcPr>
                        <w:tcW w:w="86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92532</w:t>
                        </w:r>
                      </w:p>
                    </w:tc>
                    <w:tc>
                      <w:tcPr>
                        <w:tcW w:w="18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38" w:right="2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1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8"/>
                    </w:trPr>
                    <w:tc>
                      <w:tcPr>
                        <w:tcW w:w="1163" w:type="dxa"/>
                      </w:tcPr>
                      <w:p w:rsidR="00EA74A4" w:rsidRDefault="00316162">
                        <w:pPr>
                          <w:pStyle w:val="TableParagraph"/>
                          <w:spacing w:before="6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Korbel</w:t>
                        </w:r>
                      </w:p>
                    </w:tc>
                    <w:tc>
                      <w:tcPr>
                        <w:tcW w:w="949" w:type="dxa"/>
                      </w:tcPr>
                      <w:p w:rsidR="00EA74A4" w:rsidRDefault="00316162">
                        <w:pPr>
                          <w:pStyle w:val="TableParagraph"/>
                          <w:spacing w:before="67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95550</w:t>
                        </w:r>
                      </w:p>
                    </w:tc>
                    <w:tc>
                      <w:tcPr>
                        <w:tcW w:w="1653" w:type="dxa"/>
                      </w:tcPr>
                      <w:p w:rsidR="00EA74A4" w:rsidRDefault="00316162">
                        <w:pPr>
                          <w:pStyle w:val="TableParagraph"/>
                          <w:spacing w:before="67"/>
                          <w:ind w:left="322" w:right="3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599" w:type="dxa"/>
                      </w:tcPr>
                      <w:p w:rsidR="00EA74A4" w:rsidRDefault="00316162">
                        <w:pPr>
                          <w:pStyle w:val="TableParagraph"/>
                          <w:spacing w:before="67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925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76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Lake Hughes</w:t>
                        </w:r>
                      </w:p>
                    </w:tc>
                    <w:tc>
                      <w:tcPr>
                        <w:tcW w:w="866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93532</w:t>
                        </w:r>
                      </w:p>
                    </w:tc>
                    <w:tc>
                      <w:tcPr>
                        <w:tcW w:w="1820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238" w:right="2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19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28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63" w:type="dxa"/>
                      </w:tcPr>
                      <w:p w:rsidR="00EA74A4" w:rsidRDefault="00316162">
                        <w:pPr>
                          <w:pStyle w:val="TableParagraph"/>
                          <w:spacing w:before="6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Kyburz</w:t>
                        </w:r>
                      </w:p>
                    </w:tc>
                    <w:tc>
                      <w:tcPr>
                        <w:tcW w:w="949" w:type="dxa"/>
                      </w:tcPr>
                      <w:p w:rsidR="00EA74A4" w:rsidRDefault="00316162">
                        <w:pPr>
                          <w:pStyle w:val="TableParagraph"/>
                          <w:spacing w:before="69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95720</w:t>
                        </w:r>
                      </w:p>
                    </w:tc>
                    <w:tc>
                      <w:tcPr>
                        <w:tcW w:w="1653" w:type="dxa"/>
                      </w:tcPr>
                      <w:p w:rsidR="00EA74A4" w:rsidRDefault="00316162">
                        <w:pPr>
                          <w:pStyle w:val="TableParagraph"/>
                          <w:spacing w:before="69"/>
                          <w:ind w:left="319" w:right="3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El Dorado</w:t>
                        </w:r>
                      </w:p>
                    </w:tc>
                    <w:tc>
                      <w:tcPr>
                        <w:tcW w:w="599" w:type="dxa"/>
                      </w:tcPr>
                      <w:p w:rsidR="00EA74A4" w:rsidRDefault="00316162">
                        <w:pPr>
                          <w:pStyle w:val="TableParagraph"/>
                          <w:spacing w:before="69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925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76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Lake Isabella</w:t>
                        </w:r>
                      </w:p>
                    </w:tc>
                    <w:tc>
                      <w:tcPr>
                        <w:tcW w:w="866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14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93240</w:t>
                        </w:r>
                      </w:p>
                    </w:tc>
                    <w:tc>
                      <w:tcPr>
                        <w:tcW w:w="1820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238" w:right="2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519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28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14"/>
                    </w:trPr>
                    <w:tc>
                      <w:tcPr>
                        <w:tcW w:w="116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49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5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99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925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76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Lake View Ter</w:t>
                        </w:r>
                      </w:p>
                    </w:tc>
                    <w:tc>
                      <w:tcPr>
                        <w:tcW w:w="866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14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91342</w:t>
                        </w:r>
                      </w:p>
                    </w:tc>
                    <w:tc>
                      <w:tcPr>
                        <w:tcW w:w="1820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238" w:right="2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19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32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6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49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5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99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92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76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Lakehead</w:t>
                        </w:r>
                      </w:p>
                    </w:tc>
                    <w:tc>
                      <w:tcPr>
                        <w:tcW w:w="86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96051</w:t>
                        </w:r>
                      </w:p>
                    </w:tc>
                    <w:tc>
                      <w:tcPr>
                        <w:tcW w:w="18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35" w:right="2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51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8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6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49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5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99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925" w:type="dxa"/>
                      </w:tcPr>
                      <w:p w:rsidR="00EA74A4" w:rsidRDefault="00316162">
                        <w:pPr>
                          <w:pStyle w:val="TableParagraph"/>
                          <w:ind w:left="76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Lakeport</w:t>
                        </w:r>
                      </w:p>
                    </w:tc>
                    <w:tc>
                      <w:tcPr>
                        <w:tcW w:w="866" w:type="dxa"/>
                      </w:tcPr>
                      <w:p w:rsidR="00EA74A4" w:rsidRDefault="00316162">
                        <w:pPr>
                          <w:pStyle w:val="TableParagraph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95453</w:t>
                        </w:r>
                      </w:p>
                    </w:tc>
                    <w:tc>
                      <w:tcPr>
                        <w:tcW w:w="1820" w:type="dxa"/>
                      </w:tcPr>
                      <w:p w:rsidR="00EA74A4" w:rsidRDefault="00316162">
                        <w:pPr>
                          <w:pStyle w:val="TableParagraph"/>
                          <w:ind w:left="239" w:right="2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Lake</w:t>
                        </w:r>
                      </w:p>
                    </w:tc>
                    <w:tc>
                      <w:tcPr>
                        <w:tcW w:w="519" w:type="dxa"/>
                      </w:tcPr>
                      <w:p w:rsidR="00EA74A4" w:rsidRDefault="00316162">
                        <w:pPr>
                          <w:pStyle w:val="TableParagraph"/>
                          <w:ind w:left="32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6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49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5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99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925" w:type="dxa"/>
                      </w:tcPr>
                      <w:p w:rsidR="00EA74A4" w:rsidRDefault="00316162">
                        <w:pPr>
                          <w:pStyle w:val="TableParagraph"/>
                          <w:ind w:left="76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Lakeside</w:t>
                        </w:r>
                      </w:p>
                    </w:tc>
                    <w:tc>
                      <w:tcPr>
                        <w:tcW w:w="866" w:type="dxa"/>
                      </w:tcPr>
                      <w:p w:rsidR="00EA74A4" w:rsidRDefault="00316162">
                        <w:pPr>
                          <w:pStyle w:val="TableParagraph"/>
                          <w:ind w:left="14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92040</w:t>
                        </w:r>
                      </w:p>
                    </w:tc>
                    <w:tc>
                      <w:tcPr>
                        <w:tcW w:w="1820" w:type="dxa"/>
                      </w:tcPr>
                      <w:p w:rsidR="00EA74A4" w:rsidRDefault="00316162">
                        <w:pPr>
                          <w:pStyle w:val="TableParagraph"/>
                          <w:ind w:left="237" w:right="2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19" w:type="dxa"/>
                      </w:tcPr>
                      <w:p w:rsidR="00EA74A4" w:rsidRDefault="00316162">
                        <w:pPr>
                          <w:pStyle w:val="TableParagraph"/>
                          <w:ind w:left="28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05"/>
                    </w:trPr>
                    <w:tc>
                      <w:tcPr>
                        <w:tcW w:w="1163" w:type="dxa"/>
                      </w:tcPr>
                      <w:p w:rsidR="00EA74A4" w:rsidRDefault="00316162">
                        <w:pPr>
                          <w:pStyle w:val="TableParagraph"/>
                          <w:spacing w:before="41" w:line="245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1F20"/>
                          </w:rPr>
                          <w:t>L</w:t>
                        </w:r>
                      </w:p>
                    </w:tc>
                    <w:tc>
                      <w:tcPr>
                        <w:tcW w:w="949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5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99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92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76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Lakewood</w:t>
                        </w:r>
                      </w:p>
                    </w:tc>
                    <w:tc>
                      <w:tcPr>
                        <w:tcW w:w="86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90712</w:t>
                        </w:r>
                      </w:p>
                    </w:tc>
                    <w:tc>
                      <w:tcPr>
                        <w:tcW w:w="18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38" w:right="2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19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2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 w:rsidR="00316162">
        <w:rPr>
          <w:color w:val="231F20"/>
        </w:rPr>
        <w:t>Forest</w:t>
      </w:r>
      <w:r w:rsidR="00316162">
        <w:rPr>
          <w:color w:val="231F20"/>
          <w:spacing w:val="-2"/>
        </w:rPr>
        <w:t xml:space="preserve"> </w:t>
      </w:r>
      <w:r w:rsidR="00316162">
        <w:rPr>
          <w:color w:val="231F20"/>
        </w:rPr>
        <w:t>Knolls</w:t>
      </w:r>
      <w:r w:rsidR="00316162">
        <w:rPr>
          <w:color w:val="231F20"/>
        </w:rPr>
        <w:tab/>
        <w:t>94933</w:t>
      </w:r>
      <w:r w:rsidR="00316162">
        <w:rPr>
          <w:color w:val="231F20"/>
        </w:rPr>
        <w:tab/>
        <w:t>Marin</w:t>
      </w:r>
      <w:r w:rsidR="00316162">
        <w:rPr>
          <w:color w:val="231F20"/>
        </w:rPr>
        <w:tab/>
        <w:t>3</w:t>
      </w:r>
    </w:p>
    <w:p w:rsidR="00EA74A4" w:rsidRDefault="00EA74A4">
      <w:pPr>
        <w:spacing w:line="219" w:lineRule="exact"/>
        <w:sectPr w:rsidR="00EA74A4">
          <w:type w:val="continuous"/>
          <w:pgSz w:w="10140" w:h="12960"/>
          <w:pgMar w:top="180" w:right="0" w:bottom="0" w:left="20" w:header="720" w:footer="720" w:gutter="0"/>
          <w:cols w:num="2" w:space="720" w:equalWidth="0">
            <w:col w:w="4454" w:space="670"/>
            <w:col w:w="4996"/>
          </w:cols>
        </w:sectPr>
      </w:pPr>
    </w:p>
    <w:p w:rsidR="00EA74A4" w:rsidRDefault="00316162">
      <w:pPr>
        <w:pStyle w:val="BodyText"/>
        <w:tabs>
          <w:tab w:val="left" w:pos="1716"/>
          <w:tab w:val="left" w:pos="2906"/>
          <w:tab w:val="right" w:pos="4679"/>
        </w:tabs>
        <w:spacing w:before="134"/>
        <w:ind w:left="409"/>
      </w:pPr>
      <w:r>
        <w:rPr>
          <w:color w:val="231F20"/>
        </w:rPr>
        <w:lastRenderedPageBreak/>
        <w:t>Lakewood</w:t>
      </w:r>
      <w:r>
        <w:rPr>
          <w:color w:val="231F20"/>
        </w:rPr>
        <w:tab/>
        <w:t>90713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716"/>
          <w:tab w:val="left" w:pos="2906"/>
          <w:tab w:val="right" w:pos="4679"/>
        </w:tabs>
        <w:spacing w:before="118"/>
        <w:ind w:left="409"/>
      </w:pPr>
      <w:r>
        <w:rPr>
          <w:color w:val="231F20"/>
        </w:rPr>
        <w:t>Lakewood</w:t>
      </w:r>
      <w:r>
        <w:rPr>
          <w:color w:val="231F20"/>
        </w:rPr>
        <w:tab/>
        <w:t>90715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717"/>
          <w:tab w:val="left" w:pos="3164"/>
          <w:tab w:val="right" w:pos="4725"/>
        </w:tabs>
        <w:spacing w:before="121"/>
        <w:ind w:left="409"/>
      </w:pPr>
      <w:r>
        <w:rPr>
          <w:color w:val="231F20"/>
        </w:rPr>
        <w:t>Lamont</w:t>
      </w:r>
      <w:r>
        <w:rPr>
          <w:color w:val="231F20"/>
        </w:rPr>
        <w:tab/>
        <w:t>93241</w:t>
      </w:r>
      <w:r>
        <w:rPr>
          <w:color w:val="231F20"/>
        </w:rPr>
        <w:tab/>
        <w:t>Kern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717"/>
          <w:tab w:val="left" w:pos="2906"/>
          <w:tab w:val="right" w:pos="4724"/>
        </w:tabs>
        <w:spacing w:before="119"/>
        <w:ind w:left="409"/>
      </w:pPr>
      <w:r>
        <w:rPr>
          <w:color w:val="231F20"/>
        </w:rPr>
        <w:t>Lancaster</w:t>
      </w:r>
      <w:r>
        <w:rPr>
          <w:color w:val="231F20"/>
        </w:rPr>
        <w:tab/>
        <w:t>93534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tabs>
          <w:tab w:val="left" w:pos="1717"/>
          <w:tab w:val="left" w:pos="2906"/>
          <w:tab w:val="right" w:pos="4724"/>
        </w:tabs>
        <w:spacing w:before="121"/>
        <w:ind w:left="409"/>
      </w:pPr>
      <w:r>
        <w:rPr>
          <w:color w:val="231F20"/>
        </w:rPr>
        <w:t>Lancaster</w:t>
      </w:r>
      <w:r>
        <w:rPr>
          <w:color w:val="231F20"/>
        </w:rPr>
        <w:tab/>
        <w:t>93535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tabs>
          <w:tab w:val="left" w:pos="1718"/>
          <w:tab w:val="left" w:pos="2703"/>
          <w:tab w:val="right" w:pos="4725"/>
        </w:tabs>
        <w:spacing w:before="119"/>
        <w:ind w:left="409"/>
      </w:pPr>
      <w:r>
        <w:rPr>
          <w:color w:val="231F20"/>
        </w:rPr>
        <w:t>Lancaster</w:t>
      </w:r>
      <w:r>
        <w:rPr>
          <w:color w:val="231F20"/>
        </w:rPr>
        <w:tab/>
        <w:t>93536</w:t>
      </w:r>
      <w:r>
        <w:rPr>
          <w:color w:val="231F20"/>
        </w:rPr>
        <w:tab/>
        <w:t>Kern/Los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tabs>
          <w:tab w:val="left" w:pos="1718"/>
          <w:tab w:val="left" w:pos="3117"/>
          <w:tab w:val="right" w:pos="4679"/>
        </w:tabs>
        <w:spacing w:before="121"/>
        <w:ind w:left="409"/>
      </w:pPr>
      <w:r>
        <w:rPr>
          <w:color w:val="231F20"/>
        </w:rPr>
        <w:t>Larkspur</w:t>
      </w:r>
      <w:r>
        <w:rPr>
          <w:color w:val="231F20"/>
        </w:rPr>
        <w:tab/>
        <w:t>94939</w:t>
      </w:r>
      <w:r>
        <w:rPr>
          <w:color w:val="231F20"/>
        </w:rPr>
        <w:tab/>
        <w:t>Marin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718"/>
          <w:tab w:val="left" w:pos="2901"/>
          <w:tab w:val="right" w:pos="4724"/>
        </w:tabs>
        <w:spacing w:before="121"/>
        <w:ind w:left="409"/>
      </w:pPr>
      <w:r>
        <w:rPr>
          <w:color w:val="231F20"/>
        </w:rPr>
        <w:t>Lathrop</w:t>
      </w:r>
      <w:r>
        <w:rPr>
          <w:color w:val="231F20"/>
        </w:rPr>
        <w:tab/>
        <w:t>95330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Joaquin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61"/>
          <w:tab w:val="right" w:pos="4724"/>
        </w:tabs>
        <w:spacing w:before="119"/>
        <w:ind w:left="409"/>
      </w:pPr>
      <w:r>
        <w:rPr>
          <w:color w:val="231F20"/>
        </w:rPr>
        <w:t>Laton</w:t>
      </w:r>
      <w:r>
        <w:rPr>
          <w:color w:val="231F20"/>
        </w:rPr>
        <w:tab/>
        <w:t>93242</w:t>
      </w:r>
      <w:r>
        <w:rPr>
          <w:color w:val="231F20"/>
        </w:rPr>
        <w:tab/>
        <w:t>Fresno/Kings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716"/>
          <w:tab w:val="left" w:pos="2905"/>
          <w:tab w:val="right" w:pos="4678"/>
        </w:tabs>
        <w:spacing w:before="121"/>
        <w:ind w:left="409"/>
      </w:pPr>
      <w:r>
        <w:rPr>
          <w:color w:val="231F20"/>
        </w:rPr>
        <w:t>Lawndale</w:t>
      </w:r>
      <w:r>
        <w:rPr>
          <w:color w:val="231F20"/>
        </w:rPr>
        <w:tab/>
        <w:t>90260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717"/>
          <w:tab w:val="left" w:pos="2916"/>
          <w:tab w:val="right" w:pos="4679"/>
        </w:tabs>
        <w:spacing w:before="118"/>
        <w:ind w:left="409"/>
      </w:pPr>
      <w:r>
        <w:rPr>
          <w:color w:val="231F20"/>
        </w:rPr>
        <w:t>Laytonville</w:t>
      </w:r>
      <w:r>
        <w:rPr>
          <w:color w:val="231F20"/>
        </w:rPr>
        <w:tab/>
        <w:t>95454</w:t>
      </w:r>
      <w:r>
        <w:rPr>
          <w:color w:val="231F20"/>
        </w:rPr>
        <w:tab/>
        <w:t>Mendocino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spacing w:before="121"/>
        <w:ind w:left="409"/>
      </w:pPr>
      <w:r>
        <w:rPr>
          <w:color w:val="231F20"/>
        </w:rPr>
        <w:t>Laytonville-</w:t>
      </w:r>
    </w:p>
    <w:p w:rsidR="00EA74A4" w:rsidRDefault="00316162">
      <w:pPr>
        <w:pStyle w:val="BodyText"/>
        <w:tabs>
          <w:tab w:val="left" w:pos="1720"/>
          <w:tab w:val="left" w:pos="2968"/>
          <w:tab w:val="right" w:pos="4679"/>
        </w:tabs>
        <w:spacing w:before="134"/>
        <w:ind w:left="409"/>
      </w:pPr>
      <w:r>
        <w:br w:type="column"/>
      </w:r>
      <w:r>
        <w:rPr>
          <w:color w:val="231F20"/>
        </w:rPr>
        <w:t>Loleta</w:t>
      </w:r>
      <w:r>
        <w:rPr>
          <w:color w:val="231F20"/>
        </w:rPr>
        <w:tab/>
        <w:t>95551</w:t>
      </w:r>
      <w:r>
        <w:rPr>
          <w:color w:val="231F20"/>
        </w:rPr>
        <w:tab/>
        <w:t>Humboldt</w:t>
      </w:r>
      <w:r>
        <w:rPr>
          <w:color w:val="231F20"/>
        </w:rPr>
        <w:tab/>
        <w:t>1</w:t>
      </w:r>
    </w:p>
    <w:p w:rsidR="00EA74A4" w:rsidRDefault="00316162">
      <w:pPr>
        <w:pStyle w:val="BodyText"/>
        <w:tabs>
          <w:tab w:val="left" w:pos="1719"/>
          <w:tab w:val="left" w:pos="2772"/>
          <w:tab w:val="right" w:pos="4724"/>
        </w:tabs>
        <w:spacing w:before="118"/>
        <w:ind w:left="409"/>
      </w:pPr>
      <w:r>
        <w:rPr>
          <w:color w:val="231F20"/>
        </w:rPr>
        <w:t>Loma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Linda</w:t>
      </w:r>
      <w:r>
        <w:rPr>
          <w:color w:val="231F20"/>
        </w:rPr>
        <w:tab/>
        <w:t>92318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719"/>
          <w:tab w:val="left" w:pos="2772"/>
          <w:tab w:val="right" w:pos="4724"/>
        </w:tabs>
        <w:spacing w:before="121"/>
        <w:ind w:left="409"/>
      </w:pPr>
      <w:r>
        <w:rPr>
          <w:color w:val="231F20"/>
        </w:rPr>
        <w:t>Loma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Linda</w:t>
      </w:r>
      <w:r>
        <w:rPr>
          <w:color w:val="231F20"/>
        </w:rPr>
        <w:tab/>
        <w:t>92350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719"/>
          <w:tab w:val="left" w:pos="2772"/>
          <w:tab w:val="right" w:pos="4724"/>
        </w:tabs>
        <w:spacing w:before="119"/>
        <w:ind w:left="409"/>
      </w:pPr>
      <w:r>
        <w:rPr>
          <w:color w:val="231F20"/>
        </w:rPr>
        <w:t>Loma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Linda</w:t>
      </w:r>
      <w:r>
        <w:rPr>
          <w:color w:val="231F20"/>
        </w:rPr>
        <w:tab/>
        <w:t>92354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719"/>
          <w:tab w:val="left" w:pos="2906"/>
          <w:tab w:val="left" w:pos="4588"/>
        </w:tabs>
        <w:spacing w:before="121"/>
        <w:ind w:left="409"/>
      </w:pPr>
      <w:r>
        <w:rPr>
          <w:color w:val="231F20"/>
        </w:rPr>
        <w:t>Lomita</w:t>
      </w:r>
      <w:r>
        <w:rPr>
          <w:color w:val="231F20"/>
        </w:rPr>
        <w:tab/>
        <w:t>90717</w:t>
      </w:r>
      <w:r>
        <w:rPr>
          <w:color w:val="231F20"/>
        </w:rPr>
        <w:tab/>
        <w:t>Los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19"/>
          <w:tab w:val="left" w:pos="2821"/>
          <w:tab w:val="left" w:pos="4587"/>
        </w:tabs>
        <w:spacing w:before="119"/>
        <w:ind w:left="409"/>
      </w:pPr>
      <w:r>
        <w:rPr>
          <w:color w:val="231F20"/>
        </w:rPr>
        <w:t>Lompoc</w:t>
      </w:r>
      <w:r>
        <w:rPr>
          <w:color w:val="231F20"/>
        </w:rPr>
        <w:tab/>
        <w:t>93436</w:t>
      </w:r>
      <w:r>
        <w:rPr>
          <w:color w:val="231F20"/>
        </w:rPr>
        <w:tab/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5</w:t>
      </w:r>
    </w:p>
    <w:p w:rsidR="00EA74A4" w:rsidRDefault="00316162">
      <w:pPr>
        <w:pStyle w:val="BodyText"/>
        <w:tabs>
          <w:tab w:val="left" w:pos="1719"/>
          <w:tab w:val="left" w:pos="2821"/>
          <w:tab w:val="left" w:pos="4587"/>
        </w:tabs>
        <w:spacing w:before="121"/>
        <w:ind w:left="409"/>
      </w:pPr>
      <w:r>
        <w:rPr>
          <w:color w:val="231F20"/>
        </w:rPr>
        <w:t>Lompoc</w:t>
      </w:r>
      <w:r>
        <w:rPr>
          <w:color w:val="231F20"/>
        </w:rPr>
        <w:tab/>
        <w:t>93437</w:t>
      </w:r>
      <w:r>
        <w:rPr>
          <w:color w:val="231F20"/>
        </w:rPr>
        <w:tab/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5</w:t>
      </w:r>
    </w:p>
    <w:p w:rsidR="00EA74A4" w:rsidRDefault="00316162">
      <w:pPr>
        <w:pStyle w:val="BodyText"/>
        <w:tabs>
          <w:tab w:val="left" w:pos="1720"/>
          <w:tab w:val="left" w:pos="3177"/>
          <w:tab w:val="right" w:pos="4725"/>
        </w:tabs>
        <w:spacing w:before="121"/>
        <w:ind w:left="409"/>
      </w:pPr>
      <w:r>
        <w:rPr>
          <w:color w:val="231F20"/>
        </w:rPr>
        <w:t>Lone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Pine</w:t>
      </w:r>
      <w:r>
        <w:rPr>
          <w:color w:val="231F20"/>
        </w:rPr>
        <w:tab/>
        <w:t>93545</w:t>
      </w:r>
      <w:r>
        <w:rPr>
          <w:color w:val="231F20"/>
        </w:rPr>
        <w:tab/>
        <w:t>Inyo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719"/>
          <w:tab w:val="left" w:pos="2965"/>
          <w:tab w:val="right" w:pos="4724"/>
        </w:tabs>
        <w:spacing w:before="119"/>
        <w:ind w:left="409"/>
      </w:pPr>
      <w:r>
        <w:rPr>
          <w:color w:val="231F20"/>
        </w:rPr>
        <w:t>Long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Barn</w:t>
      </w:r>
      <w:r>
        <w:rPr>
          <w:color w:val="231F20"/>
        </w:rPr>
        <w:tab/>
        <w:t>95335</w:t>
      </w:r>
      <w:r>
        <w:rPr>
          <w:color w:val="231F20"/>
        </w:rPr>
        <w:tab/>
        <w:t>Tuolumne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718"/>
          <w:tab w:val="left" w:pos="2906"/>
          <w:tab w:val="left" w:pos="4587"/>
        </w:tabs>
        <w:spacing w:before="121"/>
        <w:ind w:left="409"/>
      </w:pPr>
      <w:r>
        <w:rPr>
          <w:color w:val="231F20"/>
        </w:rPr>
        <w:t>Long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Beach</w:t>
      </w:r>
      <w:r>
        <w:rPr>
          <w:color w:val="231F20"/>
        </w:rPr>
        <w:tab/>
        <w:t>90802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18"/>
          <w:tab w:val="left" w:pos="2906"/>
          <w:tab w:val="left" w:pos="4587"/>
        </w:tabs>
        <w:spacing w:before="118"/>
        <w:ind w:left="409"/>
      </w:pPr>
      <w:r>
        <w:rPr>
          <w:color w:val="231F20"/>
        </w:rPr>
        <w:t>Long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Beach</w:t>
      </w:r>
      <w:r>
        <w:rPr>
          <w:color w:val="231F20"/>
        </w:rPr>
        <w:tab/>
        <w:t>90803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18"/>
          <w:tab w:val="left" w:pos="2906"/>
          <w:tab w:val="left" w:pos="4587"/>
        </w:tabs>
        <w:spacing w:before="121"/>
        <w:ind w:left="409"/>
      </w:pPr>
      <w:r>
        <w:rPr>
          <w:color w:val="231F20"/>
        </w:rPr>
        <w:t>Long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Beach</w:t>
      </w:r>
      <w:r>
        <w:rPr>
          <w:color w:val="231F20"/>
        </w:rPr>
        <w:tab/>
        <w:t>90804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6</w:t>
      </w:r>
    </w:p>
    <w:p w:rsidR="00EA74A4" w:rsidRDefault="00EA74A4">
      <w:pPr>
        <w:sectPr w:rsidR="00EA74A4">
          <w:pgSz w:w="10140" w:h="12960"/>
          <w:pgMar w:top="220" w:right="0" w:bottom="0" w:left="20" w:header="20" w:footer="0" w:gutter="0"/>
          <w:cols w:num="2" w:space="720" w:equalWidth="0">
            <w:col w:w="4766" w:space="358"/>
            <w:col w:w="4996"/>
          </w:cols>
        </w:sectPr>
      </w:pPr>
    </w:p>
    <w:p w:rsidR="00EA74A4" w:rsidRDefault="00EA74A4">
      <w:pPr>
        <w:pStyle w:val="BodyText"/>
        <w:spacing w:before="11"/>
        <w:ind w:left="0"/>
        <w:rPr>
          <w:sz w:val="2"/>
        </w:rPr>
      </w:pPr>
    </w:p>
    <w:tbl>
      <w:tblPr>
        <w:tblW w:w="0" w:type="auto"/>
        <w:tblInd w:w="3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5"/>
        <w:gridCol w:w="787"/>
        <w:gridCol w:w="2012"/>
        <w:gridCol w:w="423"/>
        <w:gridCol w:w="1875"/>
        <w:gridCol w:w="1015"/>
        <w:gridCol w:w="1612"/>
        <w:gridCol w:w="623"/>
      </w:tblGrid>
      <w:tr w:rsidR="00EA74A4">
        <w:trPr>
          <w:trHeight w:val="819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0" w:line="183" w:lineRule="exact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Leggett</w:t>
            </w:r>
          </w:p>
          <w:p w:rsidR="00EA74A4" w:rsidRDefault="00316162">
            <w:pPr>
              <w:pStyle w:val="TableParagraph"/>
              <w:spacing w:before="121"/>
              <w:ind w:left="50" w:right="29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Laytonville- </w:t>
            </w:r>
            <w:r>
              <w:rPr>
                <w:color w:val="231F20"/>
                <w:sz w:val="18"/>
              </w:rPr>
              <w:t>Leggett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0" w:line="183" w:lineRule="exact"/>
              <w:ind w:left="164"/>
              <w:rPr>
                <w:sz w:val="18"/>
              </w:rPr>
            </w:pPr>
            <w:r>
              <w:rPr>
                <w:color w:val="231F20"/>
                <w:sz w:val="18"/>
              </w:rPr>
              <w:t>95488</w:t>
            </w:r>
          </w:p>
          <w:p w:rsidR="00EA74A4" w:rsidRDefault="00EA74A4">
            <w:pPr>
              <w:pStyle w:val="TableParagraph"/>
              <w:spacing w:before="0"/>
              <w:rPr>
                <w:sz w:val="18"/>
              </w:rPr>
            </w:pPr>
          </w:p>
          <w:p w:rsidR="00EA74A4" w:rsidRDefault="00316162">
            <w:pPr>
              <w:pStyle w:val="TableParagraph"/>
              <w:spacing w:before="119"/>
              <w:ind w:left="164"/>
              <w:rPr>
                <w:sz w:val="18"/>
              </w:rPr>
            </w:pPr>
            <w:r>
              <w:rPr>
                <w:color w:val="231F20"/>
                <w:sz w:val="18"/>
              </w:rPr>
              <w:t>95585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0" w:line="183" w:lineRule="exact"/>
              <w:ind w:left="576"/>
              <w:rPr>
                <w:sz w:val="18"/>
              </w:rPr>
            </w:pPr>
            <w:r>
              <w:rPr>
                <w:color w:val="231F20"/>
                <w:sz w:val="18"/>
              </w:rPr>
              <w:t>Mendocino</w:t>
            </w:r>
          </w:p>
          <w:p w:rsidR="00EA74A4" w:rsidRDefault="00EA74A4">
            <w:pPr>
              <w:pStyle w:val="TableParagraph"/>
              <w:spacing w:before="0"/>
              <w:rPr>
                <w:sz w:val="18"/>
              </w:rPr>
            </w:pPr>
          </w:p>
          <w:p w:rsidR="00EA74A4" w:rsidRDefault="00316162">
            <w:pPr>
              <w:pStyle w:val="TableParagraph"/>
              <w:spacing w:before="119"/>
              <w:ind w:left="576"/>
              <w:rPr>
                <w:sz w:val="18"/>
              </w:rPr>
            </w:pPr>
            <w:r>
              <w:rPr>
                <w:color w:val="231F20"/>
                <w:sz w:val="18"/>
              </w:rPr>
              <w:t>Mendocino</w:t>
            </w:r>
          </w:p>
        </w:tc>
        <w:tc>
          <w:tcPr>
            <w:tcW w:w="5548" w:type="dxa"/>
            <w:gridSpan w:val="5"/>
          </w:tcPr>
          <w:p w:rsidR="00EA74A4" w:rsidRDefault="00316162">
            <w:pPr>
              <w:pStyle w:val="TableParagraph"/>
              <w:spacing w:before="0" w:line="133" w:lineRule="exact"/>
              <w:ind w:left="235"/>
              <w:rPr>
                <w:sz w:val="18"/>
              </w:rPr>
            </w:pPr>
            <w:r>
              <w:rPr>
                <w:color w:val="231F20"/>
                <w:sz w:val="18"/>
              </w:rPr>
              <w:t>1</w:t>
            </w:r>
          </w:p>
          <w:p w:rsidR="00EA74A4" w:rsidRDefault="00316162">
            <w:pPr>
              <w:pStyle w:val="TableParagraph"/>
              <w:tabs>
                <w:tab w:val="left" w:pos="2488"/>
                <w:tab w:val="left" w:pos="3676"/>
                <w:tab w:val="right" w:pos="5449"/>
              </w:tabs>
              <w:spacing w:before="0" w:line="170" w:lineRule="exact"/>
              <w:ind w:left="1180"/>
              <w:rPr>
                <w:sz w:val="18"/>
              </w:rPr>
            </w:pPr>
            <w:r>
              <w:rPr>
                <w:color w:val="231F20"/>
                <w:sz w:val="18"/>
              </w:rPr>
              <w:t>Long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Beach</w:t>
            </w:r>
            <w:r>
              <w:rPr>
                <w:color w:val="231F20"/>
                <w:sz w:val="18"/>
              </w:rPr>
              <w:tab/>
              <w:t>90805</w:t>
            </w:r>
            <w:r>
              <w:rPr>
                <w:color w:val="231F20"/>
                <w:sz w:val="18"/>
              </w:rPr>
              <w:tab/>
              <w:t>Los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Angeles</w:t>
            </w:r>
            <w:r>
              <w:rPr>
                <w:color w:val="231F20"/>
                <w:sz w:val="18"/>
              </w:rPr>
              <w:tab/>
              <w:t>8</w:t>
            </w:r>
          </w:p>
          <w:p w:rsidR="00EA74A4" w:rsidRDefault="00316162">
            <w:pPr>
              <w:pStyle w:val="TableParagraph"/>
              <w:tabs>
                <w:tab w:val="left" w:pos="1179"/>
                <w:tab w:val="left" w:pos="2488"/>
                <w:tab w:val="left" w:pos="3676"/>
                <w:tab w:val="right" w:pos="5449"/>
              </w:tabs>
              <w:spacing w:before="121"/>
              <w:ind w:left="235"/>
              <w:rPr>
                <w:sz w:val="18"/>
              </w:rPr>
            </w:pPr>
            <w:r>
              <w:rPr>
                <w:color w:val="231F20"/>
                <w:position w:val="-9"/>
                <w:sz w:val="18"/>
              </w:rPr>
              <w:t>1</w:t>
            </w:r>
            <w:r>
              <w:rPr>
                <w:color w:val="231F20"/>
                <w:position w:val="-9"/>
                <w:sz w:val="18"/>
              </w:rPr>
              <w:tab/>
            </w:r>
            <w:r>
              <w:rPr>
                <w:color w:val="231F20"/>
                <w:sz w:val="18"/>
              </w:rPr>
              <w:t>Long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Beach</w:t>
            </w:r>
            <w:r>
              <w:rPr>
                <w:color w:val="231F20"/>
                <w:sz w:val="18"/>
              </w:rPr>
              <w:tab/>
              <w:t>90806</w:t>
            </w:r>
            <w:r>
              <w:rPr>
                <w:color w:val="231F20"/>
                <w:sz w:val="18"/>
              </w:rPr>
              <w:tab/>
              <w:t>Los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Angeles</w:t>
            </w:r>
            <w:r>
              <w:rPr>
                <w:color w:val="231F20"/>
                <w:sz w:val="18"/>
              </w:rPr>
              <w:tab/>
              <w:t>6</w:t>
            </w:r>
          </w:p>
        </w:tc>
      </w:tr>
      <w:tr w:rsidR="00EA74A4">
        <w:trPr>
          <w:trHeight w:val="340"/>
        </w:trPr>
        <w:tc>
          <w:tcPr>
            <w:tcW w:w="1195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Le Grand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ind w:left="142" w:right="14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95333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ind w:left="144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Merced</w:t>
            </w:r>
          </w:p>
        </w:tc>
        <w:tc>
          <w:tcPr>
            <w:tcW w:w="5548" w:type="dxa"/>
            <w:gridSpan w:val="5"/>
          </w:tcPr>
          <w:p w:rsidR="00EA74A4" w:rsidRDefault="00316162">
            <w:pPr>
              <w:pStyle w:val="TableParagraph"/>
              <w:tabs>
                <w:tab w:val="left" w:pos="1179"/>
                <w:tab w:val="left" w:pos="2488"/>
                <w:tab w:val="left" w:pos="3676"/>
                <w:tab w:val="right" w:pos="5449"/>
              </w:tabs>
              <w:spacing w:before="0" w:line="158" w:lineRule="auto"/>
              <w:ind w:left="189"/>
              <w:rPr>
                <w:sz w:val="18"/>
              </w:rPr>
            </w:pPr>
            <w:r>
              <w:rPr>
                <w:color w:val="231F20"/>
                <w:position w:val="-9"/>
                <w:sz w:val="18"/>
              </w:rPr>
              <w:t>12</w:t>
            </w:r>
            <w:r>
              <w:rPr>
                <w:color w:val="231F20"/>
                <w:position w:val="-9"/>
                <w:sz w:val="18"/>
              </w:rPr>
              <w:tab/>
            </w:r>
            <w:r>
              <w:rPr>
                <w:color w:val="231F20"/>
                <w:sz w:val="18"/>
              </w:rPr>
              <w:t>Long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Beach</w:t>
            </w:r>
            <w:r>
              <w:rPr>
                <w:color w:val="231F20"/>
                <w:sz w:val="18"/>
              </w:rPr>
              <w:tab/>
              <w:t>90807</w:t>
            </w:r>
            <w:r>
              <w:rPr>
                <w:color w:val="231F20"/>
                <w:sz w:val="18"/>
              </w:rPr>
              <w:tab/>
              <w:t>Los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Angeles</w:t>
            </w:r>
            <w:r>
              <w:rPr>
                <w:color w:val="231F20"/>
                <w:sz w:val="18"/>
              </w:rPr>
              <w:tab/>
              <w:t>8</w:t>
            </w:r>
          </w:p>
        </w:tc>
      </w:tr>
      <w:tr w:rsidR="00EA74A4">
        <w:trPr>
          <w:trHeight w:val="569"/>
        </w:trPr>
        <w:tc>
          <w:tcPr>
            <w:tcW w:w="1195" w:type="dxa"/>
          </w:tcPr>
          <w:p w:rsidR="00EA74A4" w:rsidRDefault="00EA74A4">
            <w:pPr>
              <w:pStyle w:val="TableParagraph"/>
              <w:spacing w:before="6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Lebec</w:t>
            </w:r>
          </w:p>
        </w:tc>
        <w:tc>
          <w:tcPr>
            <w:tcW w:w="787" w:type="dxa"/>
          </w:tcPr>
          <w:p w:rsidR="00EA74A4" w:rsidRDefault="00EA74A4">
            <w:pPr>
              <w:pStyle w:val="TableParagraph"/>
              <w:spacing w:before="6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142" w:right="14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93243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ind w:left="376" w:firstLine="292"/>
              <w:rPr>
                <w:sz w:val="18"/>
              </w:rPr>
            </w:pPr>
            <w:r>
              <w:rPr>
                <w:color w:val="231F20"/>
                <w:sz w:val="18"/>
              </w:rPr>
              <w:t>Kern/Los Angeles/Ventura</w:t>
            </w:r>
          </w:p>
        </w:tc>
        <w:tc>
          <w:tcPr>
            <w:tcW w:w="423" w:type="dxa"/>
          </w:tcPr>
          <w:p w:rsidR="00EA74A4" w:rsidRDefault="00EA74A4">
            <w:pPr>
              <w:pStyle w:val="TableParagraph"/>
              <w:spacing w:before="6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right="5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0" w:line="163" w:lineRule="exact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Long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Beach</w:t>
            </w:r>
          </w:p>
          <w:p w:rsidR="00EA74A4" w:rsidRDefault="00316162">
            <w:pPr>
              <w:pStyle w:val="TableParagraph"/>
              <w:spacing w:before="121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Long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Beach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0" w:line="163" w:lineRule="exact"/>
              <w:ind w:left="190"/>
              <w:rPr>
                <w:sz w:val="18"/>
              </w:rPr>
            </w:pPr>
            <w:r>
              <w:rPr>
                <w:color w:val="231F20"/>
                <w:sz w:val="18"/>
              </w:rPr>
              <w:t>90808</w:t>
            </w:r>
          </w:p>
          <w:p w:rsidR="00EA74A4" w:rsidRDefault="00316162">
            <w:pPr>
              <w:pStyle w:val="TableParagraph"/>
              <w:spacing w:before="121"/>
              <w:ind w:left="190"/>
              <w:rPr>
                <w:sz w:val="18"/>
              </w:rPr>
            </w:pPr>
            <w:r>
              <w:rPr>
                <w:color w:val="231F20"/>
                <w:sz w:val="18"/>
              </w:rPr>
              <w:t>90810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0" w:line="163" w:lineRule="exact"/>
              <w:ind w:left="363"/>
              <w:rPr>
                <w:sz w:val="18"/>
              </w:rPr>
            </w:pPr>
            <w:r>
              <w:rPr>
                <w:color w:val="231F20"/>
                <w:sz w:val="18"/>
              </w:rPr>
              <w:t>Los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Angeles</w:t>
            </w:r>
          </w:p>
          <w:p w:rsidR="00EA74A4" w:rsidRDefault="00316162">
            <w:pPr>
              <w:pStyle w:val="TableParagraph"/>
              <w:spacing w:before="121"/>
              <w:ind w:left="363"/>
              <w:rPr>
                <w:sz w:val="18"/>
              </w:rPr>
            </w:pPr>
            <w:r>
              <w:rPr>
                <w:color w:val="231F20"/>
                <w:sz w:val="18"/>
              </w:rPr>
              <w:t>Los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Angeles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0" w:line="163" w:lineRule="exact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  <w:p w:rsidR="00EA74A4" w:rsidRDefault="00316162">
            <w:pPr>
              <w:pStyle w:val="TableParagraph"/>
              <w:spacing w:before="121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338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Lee Vining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/>
              <w:ind w:left="142" w:right="1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93541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/>
              <w:ind w:left="145" w:right="1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Mono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/>
              <w:ind w:right="5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2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Long Beach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2"/>
              <w:ind w:left="190"/>
              <w:rPr>
                <w:sz w:val="18"/>
              </w:rPr>
            </w:pPr>
            <w:r>
              <w:rPr>
                <w:color w:val="231F20"/>
                <w:sz w:val="18"/>
              </w:rPr>
              <w:t>90813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2"/>
              <w:ind w:left="341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2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340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Lemon Grove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/>
              <w:ind w:left="142" w:right="1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91945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/>
              <w:ind w:left="144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Diego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/>
              <w:ind w:right="94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7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5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Long Beach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5"/>
              <w:ind w:left="190"/>
              <w:rPr>
                <w:sz w:val="18"/>
              </w:rPr>
            </w:pPr>
            <w:r>
              <w:rPr>
                <w:color w:val="231F20"/>
                <w:sz w:val="18"/>
              </w:rPr>
              <w:t>90814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5"/>
              <w:ind w:left="341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5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338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Lemoncove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/>
              <w:ind w:left="142" w:right="14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93244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/>
              <w:ind w:left="145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Tulare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2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Long Beach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2"/>
              <w:ind w:left="190"/>
              <w:rPr>
                <w:sz w:val="18"/>
              </w:rPr>
            </w:pPr>
            <w:r>
              <w:rPr>
                <w:color w:val="231F20"/>
                <w:sz w:val="18"/>
              </w:rPr>
              <w:t>90815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2"/>
              <w:ind w:left="341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2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340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Lemoore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/>
              <w:ind w:left="142" w:right="14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93245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/>
              <w:ind w:left="144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Kings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/>
              <w:ind w:right="4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5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Long Beach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5"/>
              <w:ind w:left="190"/>
              <w:rPr>
                <w:sz w:val="18"/>
              </w:rPr>
            </w:pPr>
            <w:r>
              <w:rPr>
                <w:color w:val="231F20"/>
                <w:sz w:val="18"/>
              </w:rPr>
              <w:t>90840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5"/>
              <w:ind w:left="341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5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338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Lewiston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/>
              <w:ind w:left="142" w:right="14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96052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/>
              <w:ind w:left="141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Trinity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/>
              <w:ind w:right="5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2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Lookout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2"/>
              <w:ind w:left="192"/>
              <w:rPr>
                <w:sz w:val="18"/>
              </w:rPr>
            </w:pPr>
            <w:r>
              <w:rPr>
                <w:color w:val="231F20"/>
                <w:sz w:val="18"/>
              </w:rPr>
              <w:t>96054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2"/>
              <w:ind w:left="343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Modoc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2"/>
              <w:ind w:right="5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</w:tr>
      <w:tr w:rsidR="00EA74A4">
        <w:trPr>
          <w:trHeight w:val="340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Likely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/>
              <w:ind w:left="142" w:right="1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96116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/>
              <w:ind w:left="145" w:right="16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Modoc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5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Loomis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5"/>
              <w:ind w:left="192"/>
              <w:rPr>
                <w:sz w:val="18"/>
              </w:rPr>
            </w:pPr>
            <w:r>
              <w:rPr>
                <w:color w:val="231F20"/>
                <w:sz w:val="18"/>
              </w:rPr>
              <w:t>95650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5"/>
              <w:ind w:left="345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Placer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5"/>
              <w:ind w:right="5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338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Lincoln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/>
              <w:ind w:left="142" w:right="14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95648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/>
              <w:ind w:left="145" w:right="16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Placer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/>
              <w:ind w:right="4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2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Los Alamitos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2"/>
              <w:ind w:left="192"/>
              <w:rPr>
                <w:sz w:val="18"/>
              </w:rPr>
            </w:pPr>
            <w:r>
              <w:rPr>
                <w:color w:val="231F20"/>
                <w:sz w:val="18"/>
              </w:rPr>
              <w:t>90720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2"/>
              <w:ind w:left="339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Orange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2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340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Linden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/>
              <w:ind w:left="142" w:right="14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95236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/>
              <w:ind w:left="143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Joaquin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5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Los Altos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5"/>
              <w:ind w:left="193"/>
              <w:rPr>
                <w:sz w:val="18"/>
              </w:rPr>
            </w:pPr>
            <w:r>
              <w:rPr>
                <w:color w:val="231F20"/>
                <w:sz w:val="18"/>
              </w:rPr>
              <w:t>94022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5"/>
              <w:ind w:left="341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Santa Clara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5"/>
              <w:ind w:right="97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4</w:t>
            </w:r>
          </w:p>
        </w:tc>
      </w:tr>
      <w:tr w:rsidR="00EA74A4">
        <w:trPr>
          <w:trHeight w:val="339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Lindsay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/>
              <w:ind w:left="141" w:right="14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93247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/>
              <w:ind w:left="144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Tulare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/>
              <w:ind w:right="5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2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Los Altos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2"/>
              <w:ind w:left="193"/>
              <w:rPr>
                <w:sz w:val="18"/>
              </w:rPr>
            </w:pPr>
            <w:r>
              <w:rPr>
                <w:color w:val="231F20"/>
                <w:sz w:val="18"/>
              </w:rPr>
              <w:t>94024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2"/>
              <w:ind w:left="341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Santa Clara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2"/>
              <w:ind w:right="97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4</w:t>
            </w:r>
          </w:p>
        </w:tc>
      </w:tr>
      <w:tr w:rsidR="00EA74A4">
        <w:trPr>
          <w:trHeight w:val="339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4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Litchfield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4"/>
              <w:ind w:left="141" w:right="14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96117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4"/>
              <w:ind w:left="144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Lassen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4"/>
              <w:ind w:right="5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3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3"/>
              <w:ind w:left="193"/>
              <w:rPr>
                <w:sz w:val="18"/>
              </w:rPr>
            </w:pPr>
            <w:r>
              <w:rPr>
                <w:color w:val="231F20"/>
                <w:sz w:val="18"/>
              </w:rPr>
              <w:t>90001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3"/>
              <w:ind w:left="341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Diego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340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Littlerock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/>
              <w:ind w:left="142" w:right="14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93543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/>
              <w:ind w:left="145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5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5"/>
              <w:ind w:left="193"/>
              <w:rPr>
                <w:sz w:val="18"/>
              </w:rPr>
            </w:pPr>
            <w:r>
              <w:rPr>
                <w:color w:val="231F20"/>
                <w:sz w:val="18"/>
              </w:rPr>
              <w:t>90002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5"/>
              <w:ind w:left="341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Diego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5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338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Live Oaks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/>
              <w:ind w:left="141" w:right="14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95953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/>
              <w:ind w:left="142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Sutter/Yuba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2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2"/>
              <w:ind w:left="193"/>
              <w:rPr>
                <w:sz w:val="18"/>
              </w:rPr>
            </w:pPr>
            <w:r>
              <w:rPr>
                <w:color w:val="231F20"/>
                <w:sz w:val="18"/>
              </w:rPr>
              <w:t>90003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2"/>
              <w:ind w:left="341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Diego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2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340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Livermore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/>
              <w:ind w:left="142" w:right="1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94550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/>
              <w:ind w:left="145" w:right="1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Alameda/Santa Clara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/>
              <w:ind w:right="4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5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5"/>
              <w:ind w:left="193"/>
              <w:rPr>
                <w:sz w:val="18"/>
              </w:rPr>
            </w:pPr>
            <w:r>
              <w:rPr>
                <w:color w:val="231F20"/>
                <w:sz w:val="18"/>
              </w:rPr>
              <w:t>90004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5"/>
              <w:ind w:left="342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5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8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Livermore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/>
              <w:ind w:left="142" w:right="14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94551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/>
              <w:ind w:left="145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Alameda/Contra Costa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2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2"/>
              <w:ind w:left="193"/>
              <w:rPr>
                <w:sz w:val="18"/>
              </w:rPr>
            </w:pPr>
            <w:r>
              <w:rPr>
                <w:color w:val="231F20"/>
                <w:sz w:val="18"/>
              </w:rPr>
              <w:t>90005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2"/>
              <w:ind w:left="342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2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40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Livingston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/>
              <w:ind w:left="142" w:right="14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95334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/>
              <w:ind w:left="143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Merced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5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5"/>
              <w:ind w:left="193"/>
              <w:rPr>
                <w:sz w:val="18"/>
              </w:rPr>
            </w:pPr>
            <w:r>
              <w:rPr>
                <w:color w:val="231F20"/>
                <w:sz w:val="18"/>
              </w:rPr>
              <w:t>90006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5"/>
              <w:ind w:left="342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5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8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Llano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/>
              <w:ind w:left="140" w:right="14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93544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/>
              <w:ind w:left="144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2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2"/>
              <w:ind w:left="193"/>
              <w:rPr>
                <w:sz w:val="18"/>
              </w:rPr>
            </w:pPr>
            <w:r>
              <w:rPr>
                <w:color w:val="231F20"/>
                <w:sz w:val="18"/>
              </w:rPr>
              <w:t>90007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2"/>
              <w:ind w:left="342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2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340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Lockerford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/>
              <w:ind w:left="142" w:right="1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95237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/>
              <w:ind w:left="145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Joaquin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5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5"/>
              <w:ind w:left="193"/>
              <w:rPr>
                <w:sz w:val="18"/>
              </w:rPr>
            </w:pPr>
            <w:r>
              <w:rPr>
                <w:color w:val="231F20"/>
                <w:sz w:val="18"/>
              </w:rPr>
              <w:t>90008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5"/>
              <w:ind w:left="342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5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339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Lockwood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/>
              <w:ind w:left="140" w:right="14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93932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/>
              <w:ind w:left="143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Monterey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/>
              <w:ind w:right="95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4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2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2"/>
              <w:ind w:left="193"/>
              <w:rPr>
                <w:sz w:val="18"/>
              </w:rPr>
            </w:pPr>
            <w:r>
              <w:rPr>
                <w:color w:val="231F20"/>
                <w:sz w:val="18"/>
              </w:rPr>
              <w:t>90010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2"/>
              <w:ind w:left="342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2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4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Lodi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4"/>
              <w:ind w:left="142" w:right="14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95240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4"/>
              <w:ind w:left="143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Joaquin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4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3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3"/>
              <w:ind w:left="193"/>
              <w:rPr>
                <w:sz w:val="18"/>
              </w:rPr>
            </w:pPr>
            <w:r>
              <w:rPr>
                <w:color w:val="231F20"/>
                <w:sz w:val="18"/>
              </w:rPr>
              <w:t>90011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3"/>
              <w:ind w:left="342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271"/>
        </w:trPr>
        <w:tc>
          <w:tcPr>
            <w:tcW w:w="1195" w:type="dxa"/>
          </w:tcPr>
          <w:p w:rsidR="00EA74A4" w:rsidRDefault="00316162">
            <w:pPr>
              <w:pStyle w:val="TableParagraph"/>
              <w:spacing w:before="33" w:line="218" w:lineRule="exact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Lodi</w:t>
            </w:r>
          </w:p>
        </w:tc>
        <w:tc>
          <w:tcPr>
            <w:tcW w:w="787" w:type="dxa"/>
          </w:tcPr>
          <w:p w:rsidR="00EA74A4" w:rsidRDefault="00316162">
            <w:pPr>
              <w:pStyle w:val="TableParagraph"/>
              <w:spacing w:before="33" w:line="218" w:lineRule="exact"/>
              <w:ind w:left="142" w:right="14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95242</w:t>
            </w:r>
          </w:p>
        </w:tc>
        <w:tc>
          <w:tcPr>
            <w:tcW w:w="2012" w:type="dxa"/>
          </w:tcPr>
          <w:p w:rsidR="00EA74A4" w:rsidRDefault="00316162">
            <w:pPr>
              <w:pStyle w:val="TableParagraph"/>
              <w:spacing w:before="33" w:line="218" w:lineRule="exact"/>
              <w:ind w:left="143" w:right="16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Joaquin</w:t>
            </w:r>
          </w:p>
        </w:tc>
        <w:tc>
          <w:tcPr>
            <w:tcW w:w="423" w:type="dxa"/>
          </w:tcPr>
          <w:p w:rsidR="00EA74A4" w:rsidRDefault="00316162">
            <w:pPr>
              <w:pStyle w:val="TableParagraph"/>
              <w:spacing w:before="33" w:line="218" w:lineRule="exact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875" w:type="dxa"/>
          </w:tcPr>
          <w:p w:rsidR="00EA74A4" w:rsidRDefault="00316162">
            <w:pPr>
              <w:pStyle w:val="TableParagraph"/>
              <w:spacing w:before="55" w:line="196" w:lineRule="exact"/>
              <w:ind w:left="75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15" w:type="dxa"/>
          </w:tcPr>
          <w:p w:rsidR="00EA74A4" w:rsidRDefault="00316162">
            <w:pPr>
              <w:pStyle w:val="TableParagraph"/>
              <w:spacing w:before="55" w:line="196" w:lineRule="exact"/>
              <w:ind w:left="193"/>
              <w:rPr>
                <w:sz w:val="18"/>
              </w:rPr>
            </w:pPr>
            <w:r>
              <w:rPr>
                <w:color w:val="231F20"/>
                <w:sz w:val="18"/>
              </w:rPr>
              <w:t>90012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55" w:line="196" w:lineRule="exact"/>
              <w:ind w:left="342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3" w:type="dxa"/>
          </w:tcPr>
          <w:p w:rsidR="00EA74A4" w:rsidRDefault="00316162">
            <w:pPr>
              <w:pStyle w:val="TableParagraph"/>
              <w:spacing w:before="55" w:line="196" w:lineRule="exact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</w:tbl>
    <w:p w:rsidR="00EA74A4" w:rsidRDefault="00EA74A4">
      <w:pPr>
        <w:spacing w:line="196" w:lineRule="exact"/>
        <w:jc w:val="right"/>
        <w:rPr>
          <w:sz w:val="18"/>
        </w:rPr>
        <w:sectPr w:rsidR="00EA74A4">
          <w:type w:val="continuous"/>
          <w:pgSz w:w="10140" w:h="12960"/>
          <w:pgMar w:top="180" w:right="0" w:bottom="0" w:left="20" w:header="720" w:footer="720" w:gutter="0"/>
          <w:cols w:space="720"/>
        </w:sectPr>
      </w:pPr>
    </w:p>
    <w:p w:rsidR="00EA74A4" w:rsidRDefault="00EA74A4">
      <w:pPr>
        <w:pStyle w:val="BodyText"/>
        <w:spacing w:before="9"/>
        <w:ind w:left="0"/>
        <w:rPr>
          <w:rFonts w:ascii="Times New Roman"/>
          <w:sz w:val="14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3"/>
        <w:gridCol w:w="1048"/>
        <w:gridCol w:w="1635"/>
        <w:gridCol w:w="931"/>
        <w:gridCol w:w="1512"/>
        <w:gridCol w:w="1049"/>
        <w:gridCol w:w="1612"/>
        <w:gridCol w:w="622"/>
      </w:tblGrid>
      <w:tr w:rsidR="00EA74A4">
        <w:trPr>
          <w:trHeight w:val="259"/>
        </w:trPr>
        <w:tc>
          <w:tcPr>
            <w:tcW w:w="1083" w:type="dxa"/>
          </w:tcPr>
          <w:p w:rsidR="00EA74A4" w:rsidRDefault="00316162">
            <w:pPr>
              <w:pStyle w:val="TableParagraph"/>
              <w:spacing w:before="0" w:line="18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before="0" w:line="183" w:lineRule="exact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90013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before="0" w:line="183" w:lineRule="exact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before="0" w:line="183" w:lineRule="exact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before="0" w:line="183" w:lineRule="exact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before="0" w:line="183" w:lineRule="exact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90057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0" w:line="183" w:lineRule="exact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0" w:line="183" w:lineRule="exact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before="43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90014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before="43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before="4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before="43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before="43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90058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43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4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90015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90059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before="43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90016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before="43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before="4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before="43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before="43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90061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43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4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90017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90062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before="43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90018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before="43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before="4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before="43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before="43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90063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43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4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40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90019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90064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90020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90065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before="43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90021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before="43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before="4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before="43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before="43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90066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43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4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90022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90067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before="43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90023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before="43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before="4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before="43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before="43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90068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43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4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90024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90071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before="43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90025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before="43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before="4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before="43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before="43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90073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43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4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90026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90077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before="43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90027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before="43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before="4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before="43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before="43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90089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43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4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340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90028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90094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90029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90095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before="43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90031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before="43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before="4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before="43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before="43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90822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43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4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90032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91306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before="43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90033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before="43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before="4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before="43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before="43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91316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43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4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90034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91324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before="43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90035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before="43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before="4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before="43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before="43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91325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43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4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90036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91330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before="43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90037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before="43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before="4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before="43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before="43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91331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43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4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90038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91335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before="43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90039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before="43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before="4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before="43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before="43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91343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43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4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40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90040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91356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90041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91401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before="43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90042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before="43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before="4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before="43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before="43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91402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43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4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90043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91403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before="43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90044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before="43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before="4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before="43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before="43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91405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43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4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90045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91406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before="43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90046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before="43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before="4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before="43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before="43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91411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43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4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90047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91423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083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before="43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90048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before="43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before="4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before="43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before="43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91436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before="43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before="43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40"/>
        </w:trPr>
        <w:tc>
          <w:tcPr>
            <w:tcW w:w="1083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90049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ind w:left="226"/>
              <w:rPr>
                <w:sz w:val="18"/>
              </w:rPr>
            </w:pPr>
            <w:r>
              <w:rPr>
                <w:color w:val="231F20"/>
                <w:sz w:val="18"/>
              </w:rPr>
              <w:t>91606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ind w:left="340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260"/>
        </w:trPr>
        <w:tc>
          <w:tcPr>
            <w:tcW w:w="1083" w:type="dxa"/>
          </w:tcPr>
          <w:p w:rsidR="00EA74A4" w:rsidRDefault="0031616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1048" w:type="dxa"/>
          </w:tcPr>
          <w:p w:rsidR="00EA74A4" w:rsidRDefault="00316162">
            <w:pPr>
              <w:pStyle w:val="TableParagraph"/>
              <w:spacing w:line="196" w:lineRule="exact"/>
              <w:ind w:left="225"/>
              <w:rPr>
                <w:sz w:val="18"/>
              </w:rPr>
            </w:pPr>
            <w:r>
              <w:rPr>
                <w:color w:val="231F20"/>
                <w:sz w:val="18"/>
              </w:rPr>
              <w:t>90056</w:t>
            </w:r>
          </w:p>
        </w:tc>
        <w:tc>
          <w:tcPr>
            <w:tcW w:w="1635" w:type="dxa"/>
          </w:tcPr>
          <w:p w:rsidR="00EA74A4" w:rsidRDefault="00316162">
            <w:pPr>
              <w:pStyle w:val="TableParagraph"/>
              <w:spacing w:line="196" w:lineRule="exact"/>
              <w:ind w:left="366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931" w:type="dxa"/>
          </w:tcPr>
          <w:p w:rsidR="00EA74A4" w:rsidRDefault="00316162">
            <w:pPr>
              <w:pStyle w:val="TableParagraph"/>
              <w:spacing w:line="196" w:lineRule="exact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12" w:type="dxa"/>
          </w:tcPr>
          <w:p w:rsidR="00EA74A4" w:rsidRDefault="00316162">
            <w:pPr>
              <w:pStyle w:val="TableParagraph"/>
              <w:spacing w:line="196" w:lineRule="exact"/>
              <w:ind w:left="427"/>
              <w:rPr>
                <w:sz w:val="18"/>
              </w:rPr>
            </w:pPr>
            <w:r>
              <w:rPr>
                <w:color w:val="231F20"/>
                <w:sz w:val="18"/>
              </w:rPr>
              <w:t>Los Banos</w:t>
            </w:r>
          </w:p>
        </w:tc>
        <w:tc>
          <w:tcPr>
            <w:tcW w:w="1049" w:type="dxa"/>
          </w:tcPr>
          <w:p w:rsidR="00EA74A4" w:rsidRDefault="00316162">
            <w:pPr>
              <w:pStyle w:val="TableParagraph"/>
              <w:spacing w:line="196" w:lineRule="exact"/>
              <w:ind w:left="224"/>
              <w:rPr>
                <w:sz w:val="18"/>
              </w:rPr>
            </w:pPr>
            <w:r>
              <w:rPr>
                <w:color w:val="231F20"/>
                <w:sz w:val="18"/>
              </w:rPr>
              <w:t>93635</w:t>
            </w:r>
          </w:p>
        </w:tc>
        <w:tc>
          <w:tcPr>
            <w:tcW w:w="1612" w:type="dxa"/>
          </w:tcPr>
          <w:p w:rsidR="00EA74A4" w:rsidRDefault="00316162">
            <w:pPr>
              <w:pStyle w:val="TableParagraph"/>
              <w:spacing w:line="196" w:lineRule="exact"/>
              <w:ind w:left="336" w:right="3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Merced</w:t>
            </w:r>
          </w:p>
        </w:tc>
        <w:tc>
          <w:tcPr>
            <w:tcW w:w="622" w:type="dxa"/>
          </w:tcPr>
          <w:p w:rsidR="00EA74A4" w:rsidRDefault="00316162">
            <w:pPr>
              <w:pStyle w:val="TableParagraph"/>
              <w:spacing w:line="196" w:lineRule="exact"/>
              <w:ind w:right="5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</w:tbl>
    <w:p w:rsidR="00EA74A4" w:rsidRDefault="00EA74A4">
      <w:pPr>
        <w:spacing w:line="196" w:lineRule="exact"/>
        <w:jc w:val="right"/>
        <w:rPr>
          <w:sz w:val="18"/>
        </w:rPr>
        <w:sectPr w:rsidR="00EA74A4">
          <w:pgSz w:w="10140" w:h="12960"/>
          <w:pgMar w:top="220" w:right="0" w:bottom="0" w:left="20" w:header="20" w:footer="0" w:gutter="0"/>
          <w:cols w:space="720"/>
        </w:sectPr>
      </w:pPr>
    </w:p>
    <w:p w:rsidR="00EA74A4" w:rsidRDefault="00AA3220">
      <w:pPr>
        <w:pStyle w:val="BodyText"/>
        <w:spacing w:before="14"/>
        <w:ind w:left="0" w:right="1041"/>
        <w:jc w:val="right"/>
      </w:pPr>
      <w:r>
        <w:lastRenderedPageBreak/>
        <w:pict>
          <v:shape id="_x0000_s1042" type="#_x0000_t202" style="position:absolute;left:0;text-align:left;margin-left:19pt;margin-top:19.55pt;width:220.8pt;height:626.9pt;z-index:1144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85"/>
                    <w:gridCol w:w="795"/>
                    <w:gridCol w:w="2015"/>
                    <w:gridCol w:w="422"/>
                  </w:tblGrid>
                  <w:tr w:rsidR="00EA74A4">
                    <w:trPr>
                      <w:trHeight w:val="25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Gatos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50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95030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42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Gatos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0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95032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Gatos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ind w:left="150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95033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Clara/Santa Cruz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Molinos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0" w:right="1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96055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Tehama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Lost Hills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ind w:left="150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93249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Lotus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0" w:right="1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95651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El Dorado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Lower Lake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ind w:left="150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95457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Lake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Loyalton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ind w:left="150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96118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Sierra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Lucerne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0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95458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Lake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ind w:left="50" w:right="53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Lucerne Valley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EA74A4"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0" w:right="1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92356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EA74A4"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EA74A4"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Ludlow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ind w:left="150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92338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Lynwood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9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90262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512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Lytle Creek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ind w:left="150" w:right="1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92358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0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723"/>
                    </w:trPr>
                    <w:tc>
                      <w:tcPr>
                        <w:tcW w:w="1185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sz w:val="17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1"/>
                          <w:ind w:left="50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1F20"/>
                          </w:rPr>
                          <w:t>M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15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EA74A4">
                    <w:trPr>
                      <w:trHeight w:val="510"/>
                    </w:trPr>
                    <w:tc>
                      <w:tcPr>
                        <w:tcW w:w="1185" w:type="dxa"/>
                      </w:tcPr>
                      <w:p w:rsidR="00EA74A4" w:rsidRDefault="00EA74A4">
                        <w:pPr>
                          <w:pStyle w:val="TableParagraph"/>
                          <w:spacing w:before="6"/>
                          <w:rPr>
                            <w:sz w:val="17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Macdoel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EA74A4">
                        <w:pPr>
                          <w:pStyle w:val="TableParagraph"/>
                          <w:spacing w:before="6"/>
                          <w:rPr>
                            <w:sz w:val="17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9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96058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EA74A4">
                        <w:pPr>
                          <w:pStyle w:val="TableParagraph"/>
                          <w:spacing w:before="6"/>
                          <w:rPr>
                            <w:sz w:val="17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2" w:right="16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EA74A4">
                        <w:pPr>
                          <w:pStyle w:val="TableParagraph"/>
                          <w:spacing w:before="6"/>
                          <w:rPr>
                            <w:sz w:val="17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Mad River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ind w:left="149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95552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39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Trinity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Madeline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ind w:left="149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96119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Lassen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0" w:right="1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93636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ind w:left="150" w:right="1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93637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0" w:right="1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93638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Madison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ind w:left="150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95653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Yolo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Magalia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0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95954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Butte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Malibu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ind w:left="149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90263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Malibu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9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90265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560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ind w:left="50" w:right="33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Mammoth Lakes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EA74A4">
                        <w:pPr>
                          <w:pStyle w:val="TableParagraph"/>
                          <w:spacing w:before="8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0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93546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EA74A4">
                        <w:pPr>
                          <w:pStyle w:val="TableParagraph"/>
                          <w:spacing w:before="8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2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EA74A4">
                        <w:pPr>
                          <w:pStyle w:val="TableParagraph"/>
                          <w:spacing w:before="8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Manchester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0" w:right="1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95459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9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Manhattan Beach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EA74A4"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7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90266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EA74A4"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2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EA74A4"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Manteca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ind w:left="150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95336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Manteca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0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95337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Manton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316162">
                        <w:pPr>
                          <w:pStyle w:val="TableParagraph"/>
                          <w:ind w:left="150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96059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0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Shasta/Tehama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 w:right="14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March Air Reserve Base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0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92518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2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480"/>
                    </w:trPr>
                    <w:tc>
                      <w:tcPr>
                        <w:tcW w:w="1185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Maricopa</w:t>
                        </w:r>
                      </w:p>
                    </w:tc>
                    <w:tc>
                      <w:tcPr>
                        <w:tcW w:w="795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 w:line="196" w:lineRule="exact"/>
                          <w:ind w:left="150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93252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2" w:line="220" w:lineRule="atLeast"/>
                          <w:ind w:left="501" w:right="391" w:hanging="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Kern/San Luis Obispo/Santa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 w:line="196" w:lineRule="exact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wrap anchorx="page" anchory="page"/>
          </v:shape>
        </w:pict>
      </w:r>
      <w:r w:rsidR="00316162">
        <w:rPr>
          <w:color w:val="231F20"/>
        </w:rPr>
        <w:t>Barbara/Ventura</w:t>
      </w:r>
    </w:p>
    <w:p w:rsidR="00EA74A4" w:rsidRDefault="00EA74A4">
      <w:pPr>
        <w:pStyle w:val="BodyText"/>
        <w:spacing w:before="5"/>
        <w:ind w:left="0"/>
        <w:rPr>
          <w:sz w:val="14"/>
        </w:rPr>
      </w:pPr>
    </w:p>
    <w:tbl>
      <w:tblPr>
        <w:tblW w:w="0" w:type="auto"/>
        <w:tblInd w:w="54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0"/>
        <w:gridCol w:w="782"/>
        <w:gridCol w:w="1991"/>
        <w:gridCol w:w="433"/>
      </w:tblGrid>
      <w:tr w:rsidR="00EA74A4">
        <w:trPr>
          <w:trHeight w:val="25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0" w:line="183" w:lineRule="exact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Marin del Rey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spacing w:before="0" w:line="183" w:lineRule="exact"/>
              <w:ind w:left="127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90292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0" w:line="183" w:lineRule="exact"/>
              <w:ind w:left="154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spacing w:before="0" w:line="183" w:lineRule="exact"/>
              <w:ind w:right="94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Marina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spacing w:before="43"/>
              <w:ind w:left="128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93933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3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Monterey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spacing w:before="43"/>
              <w:ind w:right="94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Mariposa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ind w:left="129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95338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0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Mariposa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ind w:right="5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Markleeville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spacing w:before="43"/>
              <w:ind w:left="129" w:right="15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96120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3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Alpine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spacing w:before="43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Martinez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ind w:left="129" w:right="15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94553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4" w:right="17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Contra Costa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ind w:right="4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Marysville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spacing w:before="43"/>
              <w:ind w:left="129" w:right="15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95901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4" w:right="17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Butte/Sutter/Yuba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spacing w:before="43"/>
              <w:ind w:right="4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340"/>
        </w:trPr>
        <w:tc>
          <w:tcPr>
            <w:tcW w:w="1210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Mather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ind w:left="129" w:right="15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95655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1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Sacramento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Maxwell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ind w:left="129" w:right="15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95955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4" w:right="17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Colusa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ind w:right="4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Maywood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spacing w:before="43"/>
              <w:ind w:left="125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90270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3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spacing w:before="43"/>
              <w:ind w:right="94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McArthur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ind w:left="128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96056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4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Lassen/Modoc/Shasta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ind w:right="4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McClellan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spacing w:before="43"/>
              <w:ind w:left="129" w:right="15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95652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1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Sacramento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spacing w:before="43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McCloud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ind w:left="128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96057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4" w:right="17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Siskiyou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ind w:right="4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McFarland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spacing w:before="43"/>
              <w:ind w:left="129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93250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4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Kern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spacing w:before="43"/>
              <w:ind w:right="47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McKinleyville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ind w:left="129" w:right="14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95519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4" w:right="17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Humboldt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ind w:right="93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McKittrick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spacing w:before="43"/>
              <w:ind w:left="129" w:right="15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93251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4" w:right="17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Kern/San Luis Obispo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spacing w:before="43"/>
              <w:ind w:right="4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</w:tr>
      <w:tr w:rsidR="00EA74A4">
        <w:trPr>
          <w:trHeight w:val="560"/>
        </w:trPr>
        <w:tc>
          <w:tcPr>
            <w:tcW w:w="1210" w:type="dxa"/>
          </w:tcPr>
          <w:p w:rsidR="00EA74A4" w:rsidRDefault="00316162">
            <w:pPr>
              <w:pStyle w:val="TableParagraph"/>
              <w:ind w:left="50" w:right="492"/>
              <w:rPr>
                <w:sz w:val="18"/>
              </w:rPr>
            </w:pPr>
            <w:r>
              <w:rPr>
                <w:color w:val="231F20"/>
                <w:sz w:val="18"/>
              </w:rPr>
              <w:t>Meadow Valley</w:t>
            </w:r>
          </w:p>
        </w:tc>
        <w:tc>
          <w:tcPr>
            <w:tcW w:w="782" w:type="dxa"/>
          </w:tcPr>
          <w:p w:rsidR="00EA74A4" w:rsidRDefault="00EA74A4">
            <w:pPr>
              <w:pStyle w:val="TableParagraph"/>
              <w:spacing w:before="8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129" w:right="15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95956</w:t>
            </w:r>
          </w:p>
        </w:tc>
        <w:tc>
          <w:tcPr>
            <w:tcW w:w="1991" w:type="dxa"/>
          </w:tcPr>
          <w:p w:rsidR="00EA74A4" w:rsidRDefault="00EA74A4">
            <w:pPr>
              <w:pStyle w:val="TableParagraph"/>
              <w:spacing w:before="8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154" w:right="17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Plumas</w:t>
            </w:r>
          </w:p>
        </w:tc>
        <w:tc>
          <w:tcPr>
            <w:tcW w:w="433" w:type="dxa"/>
          </w:tcPr>
          <w:p w:rsidR="00EA74A4" w:rsidRDefault="00EA74A4">
            <w:pPr>
              <w:pStyle w:val="TableParagraph"/>
              <w:spacing w:before="8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right="4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</w:tr>
      <w:tr w:rsidR="00EA74A4">
        <w:trPr>
          <w:trHeight w:val="55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43"/>
              <w:ind w:left="50" w:right="492"/>
              <w:rPr>
                <w:sz w:val="18"/>
              </w:rPr>
            </w:pPr>
            <w:r>
              <w:rPr>
                <w:color w:val="231F20"/>
                <w:sz w:val="18"/>
              </w:rPr>
              <w:t>Meadow Vista</w:t>
            </w:r>
          </w:p>
        </w:tc>
        <w:tc>
          <w:tcPr>
            <w:tcW w:w="782" w:type="dxa"/>
          </w:tcPr>
          <w:p w:rsidR="00EA74A4" w:rsidRDefault="00EA74A4">
            <w:pPr>
              <w:pStyle w:val="TableParagraph"/>
              <w:spacing w:before="7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129" w:right="15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95722</w:t>
            </w:r>
          </w:p>
        </w:tc>
        <w:tc>
          <w:tcPr>
            <w:tcW w:w="1991" w:type="dxa"/>
          </w:tcPr>
          <w:p w:rsidR="00EA74A4" w:rsidRDefault="00EA74A4">
            <w:pPr>
              <w:pStyle w:val="TableParagraph"/>
              <w:spacing w:before="7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154" w:right="17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Placer</w:t>
            </w:r>
          </w:p>
        </w:tc>
        <w:tc>
          <w:tcPr>
            <w:tcW w:w="433" w:type="dxa"/>
          </w:tcPr>
          <w:p w:rsidR="00EA74A4" w:rsidRDefault="00EA74A4">
            <w:pPr>
              <w:pStyle w:val="TableParagraph"/>
              <w:spacing w:before="7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right="47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Mecca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spacing w:before="43"/>
              <w:ind w:left="127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92254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4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spacing w:before="43"/>
              <w:ind w:right="4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15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Mendonico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ind w:left="128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95460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2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Mendocino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ind w:right="93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</w:t>
            </w:r>
          </w:p>
        </w:tc>
      </w:tr>
      <w:tr w:rsidR="00EA74A4">
        <w:trPr>
          <w:trHeight w:val="55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43"/>
              <w:ind w:left="50" w:right="250"/>
              <w:rPr>
                <w:sz w:val="18"/>
              </w:rPr>
            </w:pPr>
            <w:r>
              <w:rPr>
                <w:color w:val="231F20"/>
                <w:sz w:val="18"/>
              </w:rPr>
              <w:t>Mendonico- Anderson</w:t>
            </w:r>
          </w:p>
        </w:tc>
        <w:tc>
          <w:tcPr>
            <w:tcW w:w="782" w:type="dxa"/>
          </w:tcPr>
          <w:p w:rsidR="00EA74A4" w:rsidRDefault="00EA74A4">
            <w:pPr>
              <w:pStyle w:val="TableParagraph"/>
              <w:spacing w:before="7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129" w:right="15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95410</w:t>
            </w:r>
          </w:p>
        </w:tc>
        <w:tc>
          <w:tcPr>
            <w:tcW w:w="1991" w:type="dxa"/>
          </w:tcPr>
          <w:p w:rsidR="00EA74A4" w:rsidRDefault="00EA74A4">
            <w:pPr>
              <w:pStyle w:val="TableParagraph"/>
              <w:spacing w:before="7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152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Mendocino</w:t>
            </w:r>
          </w:p>
        </w:tc>
        <w:tc>
          <w:tcPr>
            <w:tcW w:w="433" w:type="dxa"/>
          </w:tcPr>
          <w:p w:rsidR="00EA74A4" w:rsidRDefault="00EA74A4">
            <w:pPr>
              <w:pStyle w:val="TableParagraph"/>
              <w:spacing w:before="7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right="93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</w:t>
            </w:r>
          </w:p>
        </w:tc>
      </w:tr>
      <w:tr w:rsidR="00EA74A4">
        <w:trPr>
          <w:trHeight w:val="55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43"/>
              <w:ind w:left="50" w:right="250"/>
              <w:rPr>
                <w:sz w:val="18"/>
              </w:rPr>
            </w:pPr>
            <w:r>
              <w:rPr>
                <w:color w:val="231F20"/>
                <w:sz w:val="18"/>
              </w:rPr>
              <w:t>Mendonico- Anderson</w:t>
            </w:r>
          </w:p>
        </w:tc>
        <w:tc>
          <w:tcPr>
            <w:tcW w:w="782" w:type="dxa"/>
          </w:tcPr>
          <w:p w:rsidR="00EA74A4" w:rsidRDefault="00EA74A4">
            <w:pPr>
              <w:pStyle w:val="TableParagraph"/>
              <w:spacing w:before="7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129" w:right="15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95456</w:t>
            </w:r>
          </w:p>
        </w:tc>
        <w:tc>
          <w:tcPr>
            <w:tcW w:w="1991" w:type="dxa"/>
          </w:tcPr>
          <w:p w:rsidR="00EA74A4" w:rsidRDefault="00EA74A4">
            <w:pPr>
              <w:pStyle w:val="TableParagraph"/>
              <w:spacing w:before="7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152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Mendocino</w:t>
            </w:r>
          </w:p>
        </w:tc>
        <w:tc>
          <w:tcPr>
            <w:tcW w:w="433" w:type="dxa"/>
          </w:tcPr>
          <w:p w:rsidR="00EA74A4" w:rsidRDefault="00EA74A4">
            <w:pPr>
              <w:pStyle w:val="TableParagraph"/>
              <w:spacing w:before="7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right="93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Mendota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spacing w:before="43"/>
              <w:ind w:left="129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93640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3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Fresno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spacing w:before="43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</w:tr>
      <w:tr w:rsidR="00EA74A4">
        <w:trPr>
          <w:trHeight w:val="340"/>
        </w:trPr>
        <w:tc>
          <w:tcPr>
            <w:tcW w:w="1210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Menlo Park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ind w:left="129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94025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3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Mateo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ind w:right="94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Mentone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ind w:left="129" w:right="15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92359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4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Bernardino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ind w:right="4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Merced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spacing w:before="43"/>
              <w:ind w:left="129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95340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2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Merced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spacing w:before="43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Merced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ind w:left="129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95341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2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Merced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Merced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spacing w:before="43"/>
              <w:ind w:left="129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95348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2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Merced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spacing w:before="43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Meridian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ind w:left="129" w:right="15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95957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2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Sutter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Middletown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spacing w:before="43"/>
              <w:ind w:left="129" w:right="14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95461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4" w:right="17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Lake/Sonoma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spacing w:before="43"/>
              <w:ind w:right="93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Midpines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ind w:left="129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95345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1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Mariposa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Midway City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spacing w:before="43"/>
              <w:ind w:left="129" w:right="15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92655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3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Orange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spacing w:before="43"/>
              <w:ind w:right="94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340"/>
        </w:trPr>
        <w:tc>
          <w:tcPr>
            <w:tcW w:w="1210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Milford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ind w:left="129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96121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4" w:right="17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Lassen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ind w:right="4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</w:tr>
      <w:tr w:rsidR="00EA74A4">
        <w:trPr>
          <w:trHeight w:val="339"/>
        </w:trPr>
        <w:tc>
          <w:tcPr>
            <w:tcW w:w="1210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Mill Valley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ind w:left="129" w:right="15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94941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4" w:right="17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Marin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ind w:right="94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</w:tr>
      <w:tr w:rsidR="00EA74A4">
        <w:trPr>
          <w:trHeight w:val="259"/>
        </w:trPr>
        <w:tc>
          <w:tcPr>
            <w:tcW w:w="1210" w:type="dxa"/>
          </w:tcPr>
          <w:p w:rsidR="00EA74A4" w:rsidRDefault="00316162">
            <w:pPr>
              <w:pStyle w:val="TableParagraph"/>
              <w:spacing w:before="43" w:line="196" w:lineRule="exact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Millbrae</w:t>
            </w:r>
          </w:p>
        </w:tc>
        <w:tc>
          <w:tcPr>
            <w:tcW w:w="782" w:type="dxa"/>
          </w:tcPr>
          <w:p w:rsidR="00EA74A4" w:rsidRDefault="00316162">
            <w:pPr>
              <w:pStyle w:val="TableParagraph"/>
              <w:spacing w:before="43" w:line="196" w:lineRule="exact"/>
              <w:ind w:left="129" w:right="15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94030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 w:line="196" w:lineRule="exact"/>
              <w:ind w:left="153" w:right="1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Mateo</w:t>
            </w:r>
          </w:p>
        </w:tc>
        <w:tc>
          <w:tcPr>
            <w:tcW w:w="433" w:type="dxa"/>
          </w:tcPr>
          <w:p w:rsidR="00EA74A4" w:rsidRDefault="00316162">
            <w:pPr>
              <w:pStyle w:val="TableParagraph"/>
              <w:spacing w:before="43" w:line="196" w:lineRule="exact"/>
              <w:ind w:right="94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</w:tr>
    </w:tbl>
    <w:p w:rsidR="00EA74A4" w:rsidRDefault="00EA74A4">
      <w:pPr>
        <w:spacing w:line="196" w:lineRule="exact"/>
        <w:jc w:val="right"/>
        <w:rPr>
          <w:sz w:val="18"/>
        </w:rPr>
        <w:sectPr w:rsidR="00EA74A4">
          <w:pgSz w:w="10140" w:h="12960"/>
          <w:pgMar w:top="220" w:right="0" w:bottom="0" w:left="20" w:header="20" w:footer="0" w:gutter="0"/>
          <w:cols w:space="720"/>
        </w:sectPr>
      </w:pPr>
    </w:p>
    <w:p w:rsidR="00EA74A4" w:rsidRDefault="00EA74A4">
      <w:pPr>
        <w:pStyle w:val="BodyText"/>
        <w:spacing w:before="9"/>
        <w:ind w:left="0"/>
        <w:rPr>
          <w:rFonts w:ascii="Times New Roman"/>
          <w:sz w:val="14"/>
        </w:rPr>
      </w:pPr>
    </w:p>
    <w:p w:rsidR="00EA74A4" w:rsidRDefault="00AA3220">
      <w:pPr>
        <w:pStyle w:val="Heading2"/>
        <w:tabs>
          <w:tab w:val="left" w:pos="5174"/>
        </w:tabs>
        <w:ind w:left="100"/>
      </w:pPr>
      <w:r>
        <w:pict>
          <v:shape id="_x0000_s1063" type="#_x0000_t202" style="width:218.25pt;height:624.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43"/>
                    <w:gridCol w:w="820"/>
                    <w:gridCol w:w="1950"/>
                    <w:gridCol w:w="454"/>
                  </w:tblGrid>
                  <w:tr w:rsidR="00EA74A4">
                    <w:trPr>
                      <w:trHeight w:val="25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Millville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6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96062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72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Milpitas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95035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4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Alameda/Santa Clara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Mineral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96063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ind w:left="174" w:right="1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Plumas/Tehama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Mira Loma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91752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4" w:right="1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Miramonte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ind w:left="16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93641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ind w:left="173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Mission Viejo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92691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4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Mission Viejo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ind w:left="16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92692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ind w:left="174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Mission Viejo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ind w:left="16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92694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ind w:left="174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Mi-Wuk Village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6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95346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71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Tuolumne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5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Modesto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95350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4" w:right="1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Modesto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95351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ind w:left="174" w:right="1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Modesto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95354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4" w:right="1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Modesto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95355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ind w:left="174" w:right="1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Modesto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95356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4" w:right="1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Modesto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95357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ind w:left="174" w:right="1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Modesto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95358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ind w:left="174" w:right="1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Mojave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93501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1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Mojave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ind w:left="16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93519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ind w:left="171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23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Mokelumne Hill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95245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72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Calaveras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Monrovia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91016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3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Montague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96064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ind w:left="174" w:right="1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Montclair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91763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2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Monte Rio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95462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ind w:left="174" w:right="1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9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Montebello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90640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4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93940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ind w:left="173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93943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ind w:left="173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93944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3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ind w:right="23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Monterey Park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6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91754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74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ind w:right="23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Monterey Park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6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91755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74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ind w:right="16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Montgomery Creek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96065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71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Montrose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91020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ind w:left="174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Montrose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91214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ind w:left="174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Moorpark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93021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2" w:right="1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260"/>
                    </w:trPr>
                    <w:tc>
                      <w:tcPr>
                        <w:tcW w:w="1143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Moraga</w:t>
                        </w:r>
                      </w:p>
                    </w:tc>
                    <w:tc>
                      <w:tcPr>
                        <w:tcW w:w="820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16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94556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174" w:right="19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anchorlock/>
          </v:shape>
        </w:pict>
      </w:r>
      <w:r w:rsidR="00316162">
        <w:tab/>
      </w:r>
      <w:r>
        <w:rPr>
          <w:position w:val="11"/>
        </w:rPr>
      </w:r>
      <w:r>
        <w:rPr>
          <w:position w:val="11"/>
        </w:rPr>
        <w:pict>
          <v:shape id="_x0000_s1062" type="#_x0000_t202" style="width:220.8pt;height:618.8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06"/>
                    <w:gridCol w:w="906"/>
                    <w:gridCol w:w="1752"/>
                    <w:gridCol w:w="553"/>
                  </w:tblGrid>
                  <w:tr w:rsidR="00EA74A4">
                    <w:trPr>
                      <w:trHeight w:val="478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Moreno</w:t>
                        </w:r>
                      </w:p>
                      <w:p w:rsidR="00EA74A4" w:rsidRDefault="00316162">
                        <w:pPr>
                          <w:pStyle w:val="TableParagraph"/>
                          <w:spacing w:before="0" w:line="219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Valley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  <w:sz w:val="15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92551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  <w:sz w:val="15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2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  <w:sz w:val="15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 w:right="54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Moreno Valley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92553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2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 w:right="54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Moreno Valley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92555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2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560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 w:right="54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Moreno Valley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92557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2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Morgan Hill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95037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4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 w:right="45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Morongo Valley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92256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32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Morro Bay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316162">
                        <w:pPr>
                          <w:pStyle w:val="TableParagraph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93442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316162">
                        <w:pPr>
                          <w:pStyle w:val="TableParagraph"/>
                          <w:ind w:right="3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5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Moss Beach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94038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46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Mateo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Moss Landing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316162">
                        <w:pPr>
                          <w:pStyle w:val="TableParagraph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95039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316162">
                        <w:pPr>
                          <w:pStyle w:val="TableParagraph"/>
                          <w:ind w:left="50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316162">
                        <w:pPr>
                          <w:pStyle w:val="TableParagraph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560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 w:right="4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Mount Hamilton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95140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4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 w:right="41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Mountain Center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92561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2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 w:right="41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Mountain Ranch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95246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1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Calaveras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 w:right="41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Mountain View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94035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4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 w:right="41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Mountain View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94040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4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 w:right="41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Mountain View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94041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4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560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 w:right="41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Mountain View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94043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4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Mt Baldy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91759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32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Mt Shasta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316162">
                        <w:pPr>
                          <w:pStyle w:val="TableParagraph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96067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316162">
                        <w:pPr>
                          <w:pStyle w:val="TableParagraph"/>
                          <w:ind w:left="57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Murphys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95247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1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Calaveras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Murrieta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316162">
                        <w:pPr>
                          <w:pStyle w:val="TableParagraph"/>
                          <w:ind w:left="15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92562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316162">
                        <w:pPr>
                          <w:pStyle w:val="TableParagraph"/>
                          <w:ind w:left="53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511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Murrieta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92563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3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724"/>
                    </w:trPr>
                    <w:tc>
                      <w:tcPr>
                        <w:tcW w:w="1206" w:type="dxa"/>
                      </w:tcPr>
                      <w:p w:rsidR="00EA74A4" w:rsidRDefault="00EA74A4"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1F20"/>
                          </w:rPr>
                          <w:t>N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52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5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EA74A4">
                    <w:trPr>
                      <w:trHeight w:val="510"/>
                    </w:trPr>
                    <w:tc>
                      <w:tcPr>
                        <w:tcW w:w="1206" w:type="dxa"/>
                      </w:tcPr>
                      <w:p w:rsidR="00EA74A4" w:rsidRDefault="00EA74A4">
                        <w:pPr>
                          <w:pStyle w:val="TableParagraph"/>
                          <w:spacing w:before="8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Napa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EA74A4">
                        <w:pPr>
                          <w:pStyle w:val="TableParagraph"/>
                          <w:spacing w:before="8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94558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EA74A4">
                        <w:pPr>
                          <w:pStyle w:val="TableParagraph"/>
                          <w:spacing w:before="8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3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Napa/Sonoma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EA74A4">
                        <w:pPr>
                          <w:pStyle w:val="TableParagraph"/>
                          <w:spacing w:before="8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Napa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94559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65" w:right="5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Napa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National City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316162">
                        <w:pPr>
                          <w:pStyle w:val="TableParagraph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91950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316162">
                        <w:pPr>
                          <w:pStyle w:val="TableParagraph"/>
                          <w:ind w:left="50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Needles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316162">
                        <w:pPr>
                          <w:pStyle w:val="TableParagraph"/>
                          <w:ind w:left="15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92363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316162">
                        <w:pPr>
                          <w:pStyle w:val="TableParagraph"/>
                          <w:ind w:right="32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15</w:t>
                        </w:r>
                      </w:p>
                    </w:tc>
                  </w:tr>
                  <w:tr w:rsidR="00EA74A4">
                    <w:trPr>
                      <w:trHeight w:val="259"/>
                    </w:trPr>
                    <w:tc>
                      <w:tcPr>
                        <w:tcW w:w="1206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Nevada City</w:t>
                        </w:r>
                      </w:p>
                    </w:tc>
                    <w:tc>
                      <w:tcPr>
                        <w:tcW w:w="906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95959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left="568" w:right="5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Nevada</w:t>
                        </w:r>
                      </w:p>
                    </w:tc>
                    <w:tc>
                      <w:tcPr>
                        <w:tcW w:w="553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anchorlock/>
          </v:shape>
        </w:pict>
      </w:r>
    </w:p>
    <w:p w:rsidR="00EA74A4" w:rsidRDefault="00EA74A4">
      <w:pPr>
        <w:sectPr w:rsidR="00EA74A4">
          <w:pgSz w:w="10140" w:h="12960"/>
          <w:pgMar w:top="220" w:right="0" w:bottom="0" w:left="20" w:header="20" w:footer="0" w:gutter="0"/>
          <w:cols w:space="720"/>
        </w:sectPr>
      </w:pPr>
    </w:p>
    <w:p w:rsidR="00EA74A4" w:rsidRDefault="00EA74A4">
      <w:pPr>
        <w:pStyle w:val="BodyText"/>
        <w:spacing w:before="9"/>
        <w:ind w:left="0"/>
        <w:rPr>
          <w:rFonts w:ascii="Times New Roman"/>
          <w:sz w:val="14"/>
        </w:rPr>
      </w:pPr>
    </w:p>
    <w:p w:rsidR="00EA74A4" w:rsidRDefault="00AA3220">
      <w:pPr>
        <w:tabs>
          <w:tab w:val="left" w:pos="5483"/>
        </w:tabs>
        <w:ind w:left="359"/>
        <w:rPr>
          <w:rFonts w:ascii="Times New Roman"/>
          <w:sz w:val="20"/>
        </w:rPr>
      </w:pPr>
      <w:r>
        <w:rPr>
          <w:rFonts w:ascii="Times New Roman"/>
          <w:position w:val="1"/>
          <w:sz w:val="20"/>
        </w:rPr>
      </w:r>
      <w:r>
        <w:rPr>
          <w:rFonts w:ascii="Times New Roman"/>
          <w:position w:val="1"/>
          <w:sz w:val="20"/>
        </w:rPr>
        <w:pict>
          <v:shape id="_x0000_s1061" type="#_x0000_t202" style="width:220.85pt;height:619.9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84"/>
                    <w:gridCol w:w="841"/>
                    <w:gridCol w:w="1922"/>
                    <w:gridCol w:w="468"/>
                  </w:tblGrid>
                  <w:tr w:rsidR="00EA74A4">
                    <w:trPr>
                      <w:trHeight w:val="25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New Cuyama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93254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43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Barbara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9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Neward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94560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62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Newberry Springs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7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92365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38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Newcastle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ind w:left="17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95658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ind w:left="629" w:right="6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ind w:right="4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Newman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95360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6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Merced/Stanislaus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560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ind w:left="50" w:right="46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Newport Beach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92657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627" w:right="6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 w:right="46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Newport Beach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92660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627" w:right="6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 w:right="46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Newport Beach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92661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627" w:right="6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 w:right="46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Newport Beach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92663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627" w:right="6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Nicasio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94946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629" w:right="6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Nice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95464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ind w:left="629" w:right="6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Lake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ind w:right="9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Nicolaus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95659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ind w:left="627" w:right="6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Sutter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Niland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92257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629" w:right="6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Imperial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15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Nipomo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93444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ind w:left="37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5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Nipton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92364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8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Norco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92860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ind w:left="61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ind w:right="4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Norden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95724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41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Nevada/Placer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North Coast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ind w:left="17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90742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ind w:left="629" w:right="6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 w:right="46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North Edwards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93523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627" w:right="6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North Fork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93643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629" w:right="64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560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ind w:left="50" w:right="39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North Highlands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95660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1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 w:right="38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North San Juan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95960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1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Nevada/Sierra/Yuba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 w:right="43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Nortwest Marin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7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94940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629" w:right="6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Norwalk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90650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2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Novato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94945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ind w:left="629" w:right="6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Novato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94947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629" w:right="6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Novato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94949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ind w:left="629" w:right="6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512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Nuevo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ind w:left="17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92567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ind w:left="61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554"/>
                    </w:trPr>
                    <w:tc>
                      <w:tcPr>
                        <w:tcW w:w="1184" w:type="dxa"/>
                      </w:tcPr>
                      <w:p w:rsidR="00EA74A4" w:rsidRDefault="00EA74A4"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1F20"/>
                          </w:rPr>
                          <w:t>O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922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68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EA74A4">
                    <w:trPr>
                      <w:trHeight w:val="261"/>
                    </w:trPr>
                    <w:tc>
                      <w:tcPr>
                        <w:tcW w:w="1184" w:type="dxa"/>
                      </w:tcPr>
                      <w:p w:rsidR="00EA74A4" w:rsidRDefault="00316162">
                        <w:pPr>
                          <w:pStyle w:val="TableParagraph"/>
                          <w:spacing w:before="45"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 Park</w:t>
                        </w:r>
                      </w:p>
                    </w:tc>
                    <w:tc>
                      <w:tcPr>
                        <w:tcW w:w="841" w:type="dxa"/>
                      </w:tcPr>
                      <w:p w:rsidR="00EA74A4" w:rsidRDefault="00316162">
                        <w:pPr>
                          <w:pStyle w:val="TableParagraph"/>
                          <w:spacing w:before="45" w:line="196" w:lineRule="exact"/>
                          <w:ind w:left="17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91377</w:t>
                        </w:r>
                      </w:p>
                    </w:tc>
                    <w:tc>
                      <w:tcPr>
                        <w:tcW w:w="1922" w:type="dxa"/>
                      </w:tcPr>
                      <w:p w:rsidR="00EA74A4" w:rsidRDefault="00316162">
                        <w:pPr>
                          <w:pStyle w:val="TableParagraph"/>
                          <w:spacing w:before="45" w:line="196" w:lineRule="exact"/>
                          <w:ind w:left="628" w:right="6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468" w:type="dxa"/>
                      </w:tcPr>
                      <w:p w:rsidR="00EA74A4" w:rsidRDefault="00316162">
                        <w:pPr>
                          <w:pStyle w:val="TableParagraph"/>
                          <w:spacing w:before="45" w:line="196" w:lineRule="exact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anchorlock/>
          </v:shape>
        </w:pict>
      </w:r>
      <w:r w:rsidR="00316162">
        <w:rPr>
          <w:rFonts w:ascii="Times New Roman"/>
          <w:position w:val="1"/>
          <w:sz w:val="20"/>
        </w:rPr>
        <w:tab/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 id="_x0000_s1060" type="#_x0000_t202" style="width:220.85pt;height:620.5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12"/>
                    <w:gridCol w:w="868"/>
                    <w:gridCol w:w="2015"/>
                    <w:gridCol w:w="423"/>
                  </w:tblGrid>
                  <w:tr w:rsidR="00EA74A4">
                    <w:trPr>
                      <w:trHeight w:val="25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 Run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96069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39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 View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93022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9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Oakdale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95361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0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Joaquin/Stanislaus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Oakhurst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16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93644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Madera/Mariposa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Oakland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94601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Oakland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94602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Oakland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94603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Oakland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94605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Oakland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94606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Oakland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94607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Oakland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94609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Oakland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94610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Oakland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94611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Alameda/Contra Costa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Oakland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94612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Oakland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94613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Oakland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94618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Oakland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94619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Oakland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94621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Oakley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94561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Occidental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16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95465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Oceano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93445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39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5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Oceanside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92054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0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Oceanside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92056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0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Oceanside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92057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0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Oceanside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92058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0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Ocotillo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16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92259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Imperial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15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Ojai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93023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0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Old Station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96071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39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Olivehurst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16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95961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Yuba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O'Neals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93645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Ontario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16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91761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Ontario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91762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Ontario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16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91764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Onyx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93255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16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92862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ind w:right="16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92865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260"/>
                    </w:trPr>
                    <w:tc>
                      <w:tcPr>
                        <w:tcW w:w="1112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868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right="16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92866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23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anchorlock/>
          </v:shape>
        </w:pict>
      </w:r>
    </w:p>
    <w:p w:rsidR="00EA74A4" w:rsidRDefault="00EA74A4">
      <w:pPr>
        <w:rPr>
          <w:rFonts w:ascii="Times New Roman"/>
          <w:sz w:val="20"/>
        </w:rPr>
        <w:sectPr w:rsidR="00EA74A4">
          <w:pgSz w:w="10140" w:h="12960"/>
          <w:pgMar w:top="220" w:right="0" w:bottom="0" w:left="20" w:header="20" w:footer="0" w:gutter="0"/>
          <w:cols w:space="720"/>
        </w:sectPr>
      </w:pPr>
    </w:p>
    <w:p w:rsidR="00EA74A4" w:rsidRDefault="00EA74A4">
      <w:pPr>
        <w:pStyle w:val="BodyText"/>
        <w:spacing w:before="9"/>
        <w:ind w:left="0"/>
        <w:rPr>
          <w:rFonts w:ascii="Times New Roman"/>
          <w:sz w:val="14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1"/>
        <w:gridCol w:w="879"/>
        <w:gridCol w:w="1855"/>
        <w:gridCol w:w="855"/>
        <w:gridCol w:w="1553"/>
        <w:gridCol w:w="779"/>
        <w:gridCol w:w="2023"/>
        <w:gridCol w:w="419"/>
      </w:tblGrid>
      <w:tr w:rsidR="00EA74A4">
        <w:trPr>
          <w:trHeight w:val="259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0" w:line="18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Orange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0" w:line="183" w:lineRule="exact"/>
              <w:ind w:left="176"/>
              <w:rPr>
                <w:sz w:val="18"/>
              </w:rPr>
            </w:pPr>
            <w:r>
              <w:rPr>
                <w:color w:val="231F20"/>
                <w:sz w:val="18"/>
              </w:rPr>
              <w:t>92867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0" w:line="183" w:lineRule="exact"/>
              <w:ind w:left="220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Orange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0" w:line="183" w:lineRule="exact"/>
              <w:ind w:left="310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0" w:line="183" w:lineRule="exact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Palo Alto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0" w:line="183" w:lineRule="exact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94303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0" w:line="183" w:lineRule="exact"/>
              <w:ind w:left="138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Mateo/Santa Clara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0" w:line="183" w:lineRule="exact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4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Orange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43"/>
              <w:ind w:left="176"/>
              <w:rPr>
                <w:sz w:val="18"/>
              </w:rPr>
            </w:pPr>
            <w:r>
              <w:rPr>
                <w:color w:val="231F20"/>
                <w:sz w:val="18"/>
              </w:rPr>
              <w:t>92868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43"/>
              <w:ind w:left="220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Orange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43"/>
              <w:ind w:left="310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43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Palo Alto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43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94304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43"/>
              <w:ind w:left="138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Santa Clara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43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4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Orange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ind w:left="176"/>
              <w:rPr>
                <w:sz w:val="18"/>
              </w:rPr>
            </w:pPr>
            <w:r>
              <w:rPr>
                <w:color w:val="231F20"/>
                <w:sz w:val="18"/>
              </w:rPr>
              <w:t>92869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ind w:left="220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Orange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ind w:left="310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Palo Alto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94306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ind w:left="138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Santa Clara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4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Orange Cove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43"/>
              <w:ind w:left="177"/>
              <w:rPr>
                <w:sz w:val="18"/>
              </w:rPr>
            </w:pPr>
            <w:r>
              <w:rPr>
                <w:color w:val="231F20"/>
                <w:sz w:val="18"/>
              </w:rPr>
              <w:t>93646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43"/>
              <w:ind w:left="221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Fresno/Tulare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43"/>
              <w:ind w:left="266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43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Palo Cedro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43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96073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43"/>
              <w:ind w:left="135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Shasta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43"/>
              <w:ind w:left="182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Orangevale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ind w:left="177"/>
              <w:rPr>
                <w:sz w:val="18"/>
              </w:rPr>
            </w:pPr>
            <w:r>
              <w:rPr>
                <w:color w:val="231F20"/>
                <w:sz w:val="18"/>
              </w:rPr>
              <w:t>95662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ind w:left="218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Sacramento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ind w:left="265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Palos Verdes</w:t>
            </w:r>
          </w:p>
        </w:tc>
        <w:tc>
          <w:tcPr>
            <w:tcW w:w="779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23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19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A74A4">
        <w:trPr>
          <w:trHeight w:val="560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43"/>
              <w:ind w:right="565"/>
              <w:rPr>
                <w:sz w:val="18"/>
              </w:rPr>
            </w:pPr>
            <w:r>
              <w:rPr>
                <w:color w:val="231F20"/>
                <w:sz w:val="18"/>
              </w:rPr>
              <w:t>Oregon House</w:t>
            </w:r>
          </w:p>
        </w:tc>
        <w:tc>
          <w:tcPr>
            <w:tcW w:w="879" w:type="dxa"/>
          </w:tcPr>
          <w:p w:rsidR="00EA74A4" w:rsidRDefault="00EA74A4">
            <w:pPr>
              <w:pStyle w:val="TableParagraph"/>
              <w:spacing w:before="10"/>
              <w:rPr>
                <w:rFonts w:ascii="Times New Roman"/>
              </w:rPr>
            </w:pPr>
          </w:p>
          <w:p w:rsidR="00EA74A4" w:rsidRDefault="00316162">
            <w:pPr>
              <w:pStyle w:val="TableParagraph"/>
              <w:spacing w:before="0"/>
              <w:ind w:left="177"/>
              <w:rPr>
                <w:sz w:val="18"/>
              </w:rPr>
            </w:pPr>
            <w:r>
              <w:rPr>
                <w:color w:val="231F20"/>
                <w:sz w:val="18"/>
              </w:rPr>
              <w:t>95962</w:t>
            </w:r>
          </w:p>
        </w:tc>
        <w:tc>
          <w:tcPr>
            <w:tcW w:w="1855" w:type="dxa"/>
          </w:tcPr>
          <w:p w:rsidR="00EA74A4" w:rsidRDefault="00EA74A4">
            <w:pPr>
              <w:pStyle w:val="TableParagraph"/>
              <w:spacing w:before="10"/>
              <w:rPr>
                <w:rFonts w:ascii="Times New Roman"/>
              </w:rPr>
            </w:pPr>
          </w:p>
          <w:p w:rsidR="00EA74A4" w:rsidRDefault="00316162">
            <w:pPr>
              <w:pStyle w:val="TableParagraph"/>
              <w:spacing w:before="0"/>
              <w:ind w:left="223" w:right="24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Yuba</w:t>
            </w:r>
          </w:p>
        </w:tc>
        <w:tc>
          <w:tcPr>
            <w:tcW w:w="855" w:type="dxa"/>
          </w:tcPr>
          <w:p w:rsidR="00EA74A4" w:rsidRDefault="00EA74A4">
            <w:pPr>
              <w:pStyle w:val="TableParagraph"/>
              <w:spacing w:before="10"/>
              <w:rPr>
                <w:rFonts w:ascii="Times New Roman"/>
              </w:rPr>
            </w:pPr>
          </w:p>
          <w:p w:rsidR="00EA74A4" w:rsidRDefault="00316162">
            <w:pPr>
              <w:pStyle w:val="TableParagraph"/>
              <w:spacing w:before="0"/>
              <w:ind w:left="265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0" w:line="143" w:lineRule="exact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Peninsula</w:t>
            </w:r>
          </w:p>
          <w:p w:rsidR="00EA74A4" w:rsidRDefault="00316162">
            <w:pPr>
              <w:pStyle w:val="TableParagraph"/>
              <w:spacing w:before="121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Panada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0" w:line="143" w:lineRule="exact"/>
              <w:ind w:left="161"/>
              <w:rPr>
                <w:sz w:val="18"/>
              </w:rPr>
            </w:pPr>
            <w:r>
              <w:rPr>
                <w:color w:val="231F20"/>
                <w:sz w:val="18"/>
              </w:rPr>
              <w:t>90274</w:t>
            </w:r>
          </w:p>
          <w:p w:rsidR="00EA74A4" w:rsidRDefault="00316162">
            <w:pPr>
              <w:pStyle w:val="TableParagraph"/>
              <w:spacing w:before="121"/>
              <w:ind w:left="160"/>
              <w:rPr>
                <w:sz w:val="18"/>
              </w:rPr>
            </w:pPr>
            <w:r>
              <w:rPr>
                <w:color w:val="231F20"/>
                <w:sz w:val="18"/>
              </w:rPr>
              <w:t>95365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0" w:line="143" w:lineRule="exact"/>
              <w:ind w:left="138" w:right="16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  <w:p w:rsidR="00EA74A4" w:rsidRDefault="00316162">
            <w:pPr>
              <w:pStyle w:val="TableParagraph"/>
              <w:spacing w:before="121"/>
              <w:ind w:left="135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Merced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0" w:line="143" w:lineRule="exact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  <w:p w:rsidR="00EA74A4" w:rsidRDefault="00316162">
            <w:pPr>
              <w:pStyle w:val="TableParagraph"/>
              <w:spacing w:before="121"/>
              <w:ind w:left="181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Orick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ind w:left="176"/>
              <w:rPr>
                <w:sz w:val="18"/>
              </w:rPr>
            </w:pPr>
            <w:r>
              <w:rPr>
                <w:color w:val="231F20"/>
                <w:sz w:val="18"/>
              </w:rPr>
              <w:t>95555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ind w:left="223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Humboldt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ind w:left="311"/>
              <w:rPr>
                <w:sz w:val="18"/>
              </w:rPr>
            </w:pPr>
            <w:r>
              <w:rPr>
                <w:color w:val="231F20"/>
                <w:sz w:val="18"/>
              </w:rPr>
              <w:t>1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Paradise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95969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ind w:left="136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Butte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ind w:left="181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Orinda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43"/>
              <w:ind w:left="176"/>
              <w:rPr>
                <w:sz w:val="18"/>
              </w:rPr>
            </w:pPr>
            <w:r>
              <w:rPr>
                <w:color w:val="231F20"/>
                <w:sz w:val="18"/>
              </w:rPr>
              <w:t>94563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43"/>
              <w:ind w:left="223" w:right="24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Contra Costa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43"/>
              <w:ind w:left="266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43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Paramount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43"/>
              <w:ind w:left="139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90723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43"/>
              <w:ind w:left="137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43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Orland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ind w:left="176"/>
              <w:rPr>
                <w:sz w:val="18"/>
              </w:rPr>
            </w:pPr>
            <w:r>
              <w:rPr>
                <w:color w:val="231F20"/>
                <w:sz w:val="18"/>
              </w:rPr>
              <w:t>95963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ind w:left="220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Glenn/Tehama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ind w:left="265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Parker Dam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92267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ind w:left="136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Bernardino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ind w:left="182"/>
              <w:rPr>
                <w:sz w:val="18"/>
              </w:rPr>
            </w:pPr>
            <w:r>
              <w:rPr>
                <w:color w:val="231F20"/>
                <w:sz w:val="18"/>
              </w:rPr>
              <w:t>15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Orleans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43"/>
              <w:ind w:left="177"/>
              <w:rPr>
                <w:sz w:val="18"/>
              </w:rPr>
            </w:pPr>
            <w:r>
              <w:rPr>
                <w:color w:val="231F20"/>
                <w:sz w:val="18"/>
              </w:rPr>
              <w:t>95556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43"/>
              <w:ind w:left="223" w:right="24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Humboldt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43"/>
              <w:ind w:left="311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43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Parlier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43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93648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43"/>
              <w:ind w:left="137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Fresno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43"/>
              <w:ind w:left="182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Oro Grande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ind w:left="176"/>
              <w:rPr>
                <w:sz w:val="18"/>
              </w:rPr>
            </w:pPr>
            <w:r>
              <w:rPr>
                <w:color w:val="231F20"/>
                <w:sz w:val="18"/>
              </w:rPr>
              <w:t>92368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ind w:left="220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Bernardino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ind w:left="265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Pasadena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91101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ind w:left="137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Orosi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43"/>
              <w:ind w:left="176"/>
              <w:rPr>
                <w:sz w:val="18"/>
              </w:rPr>
            </w:pPr>
            <w:r>
              <w:rPr>
                <w:color w:val="231F20"/>
                <w:sz w:val="18"/>
              </w:rPr>
              <w:t>93647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43"/>
              <w:ind w:left="218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Fresno/Tulare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43"/>
              <w:ind w:left="264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43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Pasadena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43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91103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43"/>
              <w:ind w:left="137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43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Oroville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ind w:left="177"/>
              <w:rPr>
                <w:sz w:val="18"/>
              </w:rPr>
            </w:pPr>
            <w:r>
              <w:rPr>
                <w:color w:val="231F20"/>
                <w:sz w:val="18"/>
              </w:rPr>
              <w:t>95965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ind w:left="218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Butte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ind w:left="265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Pasadena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91104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ind w:left="137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Oroville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43"/>
              <w:ind w:left="177"/>
              <w:rPr>
                <w:sz w:val="18"/>
              </w:rPr>
            </w:pPr>
            <w:r>
              <w:rPr>
                <w:color w:val="231F20"/>
                <w:sz w:val="18"/>
              </w:rPr>
              <w:t>95966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43"/>
              <w:ind w:left="219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Butte/Yuba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43"/>
              <w:ind w:left="265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43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Pasadena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43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91105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43"/>
              <w:ind w:left="137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43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40"/>
        </w:trPr>
        <w:tc>
          <w:tcPr>
            <w:tcW w:w="1131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Oxnard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ind w:left="176"/>
              <w:rPr>
                <w:sz w:val="18"/>
              </w:rPr>
            </w:pPr>
            <w:r>
              <w:rPr>
                <w:color w:val="231F20"/>
                <w:sz w:val="18"/>
              </w:rPr>
              <w:t>93030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ind w:left="220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Ventura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ind w:left="311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Pasadena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91106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ind w:left="137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Oxnard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ind w:left="176"/>
              <w:rPr>
                <w:sz w:val="18"/>
              </w:rPr>
            </w:pPr>
            <w:r>
              <w:rPr>
                <w:color w:val="231F20"/>
                <w:sz w:val="18"/>
              </w:rPr>
              <w:t>93033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ind w:left="220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Ventura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ind w:left="311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Pasadena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91107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ind w:left="137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Oxnard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43"/>
              <w:ind w:left="176"/>
              <w:rPr>
                <w:sz w:val="18"/>
              </w:rPr>
            </w:pPr>
            <w:r>
              <w:rPr>
                <w:color w:val="231F20"/>
                <w:sz w:val="18"/>
              </w:rPr>
              <w:t>93035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43"/>
              <w:ind w:left="220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Ventura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43"/>
              <w:ind w:left="311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43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Pasadena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43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91123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43"/>
              <w:ind w:left="137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43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Oxnard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ind w:left="176"/>
              <w:rPr>
                <w:sz w:val="18"/>
              </w:rPr>
            </w:pPr>
            <w:r>
              <w:rPr>
                <w:color w:val="231F20"/>
                <w:sz w:val="18"/>
              </w:rPr>
              <w:t>93036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ind w:left="220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Ventura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ind w:left="311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Paskenta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ind w:left="140" w:right="13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96074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ind w:left="138" w:right="1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Tehama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ind w:left="181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855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5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43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Paso Robles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43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93446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43"/>
              <w:ind w:left="135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Luis Obispo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43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4</w:t>
            </w:r>
          </w:p>
        </w:tc>
      </w:tr>
      <w:tr w:rsidR="00EA74A4">
        <w:trPr>
          <w:trHeight w:val="362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42"/>
              <w:rPr>
                <w:b/>
              </w:rPr>
            </w:pPr>
            <w:r>
              <w:rPr>
                <w:b/>
                <w:color w:val="231F20"/>
              </w:rPr>
              <w:t>P</w:t>
            </w:r>
          </w:p>
        </w:tc>
        <w:tc>
          <w:tcPr>
            <w:tcW w:w="879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855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5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Patterson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ind w:left="140" w:right="13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95363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ind w:left="138" w:right="1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Stanislaus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ind w:left="182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  <w:tr w:rsidR="00EA74A4">
        <w:trPr>
          <w:trHeight w:val="316"/>
        </w:trPr>
        <w:tc>
          <w:tcPr>
            <w:tcW w:w="1131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855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5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19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Pauma Valley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19"/>
              <w:ind w:left="139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92061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19"/>
              <w:ind w:left="136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Diego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19"/>
              <w:ind w:left="181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</w:tr>
      <w:tr w:rsidR="00EA74A4">
        <w:trPr>
          <w:trHeight w:val="363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92"/>
              <w:rPr>
                <w:sz w:val="18"/>
              </w:rPr>
            </w:pPr>
            <w:r>
              <w:rPr>
                <w:color w:val="231F20"/>
                <w:sz w:val="18"/>
              </w:rPr>
              <w:t>Pacific Grove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92"/>
              <w:ind w:left="176"/>
              <w:rPr>
                <w:sz w:val="18"/>
              </w:rPr>
            </w:pPr>
            <w:r>
              <w:rPr>
                <w:color w:val="231F20"/>
                <w:sz w:val="18"/>
              </w:rPr>
              <w:t>93950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92"/>
              <w:ind w:left="221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Monterey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92"/>
              <w:ind w:left="311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Paynes Creek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ind w:left="140" w:right="13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96075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ind w:left="138" w:right="1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Tehama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ind w:left="182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340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69"/>
              <w:rPr>
                <w:sz w:val="18"/>
              </w:rPr>
            </w:pPr>
            <w:r>
              <w:rPr>
                <w:color w:val="231F20"/>
                <w:sz w:val="18"/>
              </w:rPr>
              <w:t>Pacific PLSDS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69"/>
              <w:ind w:left="175"/>
              <w:rPr>
                <w:sz w:val="18"/>
              </w:rPr>
            </w:pPr>
            <w:r>
              <w:rPr>
                <w:color w:val="231F20"/>
                <w:sz w:val="18"/>
              </w:rPr>
              <w:t>90272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69"/>
              <w:ind w:left="223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69"/>
              <w:ind w:left="312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18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Pearblossom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18"/>
              <w:ind w:left="139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93553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18"/>
              <w:ind w:left="138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18"/>
              <w:ind w:left="182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</w:tr>
      <w:tr w:rsidR="00EA74A4">
        <w:trPr>
          <w:trHeight w:val="338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67"/>
              <w:rPr>
                <w:sz w:val="18"/>
              </w:rPr>
            </w:pPr>
            <w:r>
              <w:rPr>
                <w:color w:val="231F20"/>
                <w:sz w:val="18"/>
              </w:rPr>
              <w:t>Pacifica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67"/>
              <w:ind w:left="176"/>
              <w:rPr>
                <w:sz w:val="18"/>
              </w:rPr>
            </w:pPr>
            <w:r>
              <w:rPr>
                <w:color w:val="231F20"/>
                <w:sz w:val="18"/>
              </w:rPr>
              <w:t>94044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67"/>
              <w:ind w:left="222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Mateo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67"/>
              <w:ind w:left="312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18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Pebble Beach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18"/>
              <w:ind w:left="139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93953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18"/>
              <w:ind w:left="136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Monterey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18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</w:tr>
      <w:tr w:rsidR="00EA74A4">
        <w:trPr>
          <w:trHeight w:val="340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69"/>
              <w:rPr>
                <w:sz w:val="18"/>
              </w:rPr>
            </w:pPr>
            <w:r>
              <w:rPr>
                <w:color w:val="231F20"/>
                <w:sz w:val="18"/>
              </w:rPr>
              <w:t>Paicines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69"/>
              <w:ind w:left="177"/>
              <w:rPr>
                <w:sz w:val="18"/>
              </w:rPr>
            </w:pPr>
            <w:r>
              <w:rPr>
                <w:color w:val="231F20"/>
                <w:sz w:val="18"/>
              </w:rPr>
              <w:t>95043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69"/>
              <w:ind w:left="223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Fresno/San Benito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69"/>
              <w:ind w:left="311"/>
              <w:rPr>
                <w:sz w:val="18"/>
              </w:rPr>
            </w:pPr>
            <w:r>
              <w:rPr>
                <w:color w:val="231F20"/>
                <w:sz w:val="18"/>
              </w:rPr>
              <w:t>4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18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Penn Valley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18"/>
              <w:ind w:left="140" w:right="13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95946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18"/>
              <w:ind w:left="138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Nevada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18"/>
              <w:ind w:left="181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67"/>
              <w:rPr>
                <w:sz w:val="18"/>
              </w:rPr>
            </w:pPr>
            <w:r>
              <w:rPr>
                <w:color w:val="231F20"/>
                <w:sz w:val="18"/>
              </w:rPr>
              <w:t>Pala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67"/>
              <w:ind w:left="176"/>
              <w:rPr>
                <w:sz w:val="18"/>
              </w:rPr>
            </w:pPr>
            <w:r>
              <w:rPr>
                <w:color w:val="231F20"/>
                <w:sz w:val="18"/>
              </w:rPr>
              <w:t>92059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67"/>
              <w:ind w:left="222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Diego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67"/>
              <w:ind w:left="266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18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Penngrove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18"/>
              <w:ind w:left="140" w:right="13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94951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18"/>
              <w:ind w:left="138" w:right="15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Sonoma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18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68"/>
              <w:rPr>
                <w:sz w:val="18"/>
              </w:rPr>
            </w:pPr>
            <w:r>
              <w:rPr>
                <w:color w:val="231F20"/>
                <w:sz w:val="18"/>
              </w:rPr>
              <w:t>Palermo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68"/>
              <w:ind w:left="177"/>
              <w:rPr>
                <w:sz w:val="18"/>
              </w:rPr>
            </w:pPr>
            <w:r>
              <w:rPr>
                <w:color w:val="231F20"/>
                <w:sz w:val="18"/>
              </w:rPr>
              <w:t>95968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68"/>
              <w:ind w:left="222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Butte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68"/>
              <w:ind w:left="266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20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Penryn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20"/>
              <w:ind w:left="140" w:right="13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95663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20"/>
              <w:ind w:left="138" w:right="15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Placer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20"/>
              <w:ind w:left="183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340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69"/>
              <w:rPr>
                <w:sz w:val="18"/>
              </w:rPr>
            </w:pPr>
            <w:r>
              <w:rPr>
                <w:color w:val="231F20"/>
                <w:sz w:val="18"/>
              </w:rPr>
              <w:t>Palm Desert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69"/>
              <w:ind w:left="177"/>
              <w:rPr>
                <w:sz w:val="18"/>
              </w:rPr>
            </w:pPr>
            <w:r>
              <w:rPr>
                <w:color w:val="231F20"/>
                <w:sz w:val="18"/>
              </w:rPr>
              <w:t>92211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69"/>
              <w:ind w:left="223" w:right="24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69"/>
              <w:ind w:left="266"/>
              <w:rPr>
                <w:sz w:val="18"/>
              </w:rPr>
            </w:pPr>
            <w:r>
              <w:rPr>
                <w:color w:val="231F20"/>
                <w:sz w:val="18"/>
              </w:rPr>
              <w:t>15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18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Perris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18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92570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18"/>
              <w:ind w:left="138" w:right="16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18"/>
              <w:ind w:left="182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</w:tr>
      <w:tr w:rsidR="00EA74A4">
        <w:trPr>
          <w:trHeight w:val="338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67"/>
              <w:rPr>
                <w:sz w:val="18"/>
              </w:rPr>
            </w:pPr>
            <w:r>
              <w:rPr>
                <w:color w:val="231F20"/>
                <w:sz w:val="18"/>
              </w:rPr>
              <w:t>Palm Desert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67"/>
              <w:ind w:left="177"/>
              <w:rPr>
                <w:sz w:val="18"/>
              </w:rPr>
            </w:pPr>
            <w:r>
              <w:rPr>
                <w:color w:val="231F20"/>
                <w:sz w:val="18"/>
              </w:rPr>
              <w:t>92260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67"/>
              <w:ind w:left="223" w:right="24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67"/>
              <w:ind w:left="266"/>
              <w:rPr>
                <w:sz w:val="18"/>
              </w:rPr>
            </w:pPr>
            <w:r>
              <w:rPr>
                <w:color w:val="231F20"/>
                <w:sz w:val="18"/>
              </w:rPr>
              <w:t>15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18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Perris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18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92571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18"/>
              <w:ind w:left="138" w:right="16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18"/>
              <w:ind w:left="182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</w:tr>
      <w:tr w:rsidR="00EA74A4">
        <w:trPr>
          <w:trHeight w:val="340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69"/>
              <w:rPr>
                <w:sz w:val="18"/>
              </w:rPr>
            </w:pPr>
            <w:r>
              <w:rPr>
                <w:color w:val="231F20"/>
                <w:sz w:val="18"/>
              </w:rPr>
              <w:t>Palm Springs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69"/>
              <w:ind w:left="177"/>
              <w:rPr>
                <w:sz w:val="18"/>
              </w:rPr>
            </w:pPr>
            <w:r>
              <w:rPr>
                <w:color w:val="231F20"/>
                <w:sz w:val="18"/>
              </w:rPr>
              <w:t>92262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69"/>
              <w:ind w:left="223" w:right="24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69"/>
              <w:ind w:left="266"/>
              <w:rPr>
                <w:sz w:val="18"/>
              </w:rPr>
            </w:pPr>
            <w:r>
              <w:rPr>
                <w:color w:val="231F20"/>
                <w:sz w:val="18"/>
              </w:rPr>
              <w:t>15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18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Pescadero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18"/>
              <w:ind w:left="140" w:right="13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94060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18"/>
              <w:ind w:left="138" w:right="16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Mateo/Santa Cruz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18"/>
              <w:ind w:left="228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</w:tr>
      <w:tr w:rsidR="00EA74A4">
        <w:trPr>
          <w:trHeight w:val="338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67"/>
              <w:rPr>
                <w:sz w:val="18"/>
              </w:rPr>
            </w:pPr>
            <w:r>
              <w:rPr>
                <w:color w:val="231F20"/>
                <w:sz w:val="18"/>
              </w:rPr>
              <w:t>Palm Springs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67"/>
              <w:ind w:left="177"/>
              <w:rPr>
                <w:sz w:val="18"/>
              </w:rPr>
            </w:pPr>
            <w:r>
              <w:rPr>
                <w:color w:val="231F20"/>
                <w:sz w:val="18"/>
              </w:rPr>
              <w:t>92264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67"/>
              <w:ind w:left="223" w:right="24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67"/>
              <w:ind w:left="266"/>
              <w:rPr>
                <w:sz w:val="18"/>
              </w:rPr>
            </w:pPr>
            <w:r>
              <w:rPr>
                <w:color w:val="231F20"/>
                <w:sz w:val="18"/>
              </w:rPr>
              <w:t>15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18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Petaluma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18"/>
              <w:ind w:left="140" w:right="13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94952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18"/>
              <w:ind w:left="138" w:right="16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Marin/Sonoma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18"/>
              <w:ind w:left="228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340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69"/>
              <w:rPr>
                <w:sz w:val="18"/>
              </w:rPr>
            </w:pPr>
            <w:r>
              <w:rPr>
                <w:color w:val="231F20"/>
                <w:sz w:val="18"/>
              </w:rPr>
              <w:t>Palmdale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69"/>
              <w:ind w:left="175"/>
              <w:rPr>
                <w:sz w:val="18"/>
              </w:rPr>
            </w:pPr>
            <w:r>
              <w:rPr>
                <w:color w:val="231F20"/>
                <w:sz w:val="18"/>
              </w:rPr>
              <w:t>93550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69"/>
              <w:ind w:left="221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69"/>
              <w:ind w:left="265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18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Petaluma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18"/>
              <w:ind w:left="140" w:right="13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94954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18"/>
              <w:ind w:left="138" w:right="15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Sonoma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18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338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67"/>
              <w:rPr>
                <w:sz w:val="18"/>
              </w:rPr>
            </w:pPr>
            <w:r>
              <w:rPr>
                <w:color w:val="231F20"/>
                <w:sz w:val="18"/>
              </w:rPr>
              <w:t>Palmdale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67"/>
              <w:ind w:left="176"/>
              <w:rPr>
                <w:sz w:val="18"/>
              </w:rPr>
            </w:pPr>
            <w:r>
              <w:rPr>
                <w:color w:val="231F20"/>
                <w:sz w:val="18"/>
              </w:rPr>
              <w:t>93551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67"/>
              <w:ind w:left="221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67"/>
              <w:ind w:left="265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18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Petrolia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18"/>
              <w:ind w:left="140" w:right="13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95558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18"/>
              <w:ind w:left="138" w:right="1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Humboldt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18"/>
              <w:ind w:left="228"/>
              <w:rPr>
                <w:sz w:val="18"/>
              </w:rPr>
            </w:pPr>
            <w:r>
              <w:rPr>
                <w:color w:val="231F20"/>
                <w:sz w:val="18"/>
              </w:rPr>
              <w:t>1</w:t>
            </w:r>
          </w:p>
        </w:tc>
      </w:tr>
      <w:tr w:rsidR="00EA74A4">
        <w:trPr>
          <w:trHeight w:val="340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69"/>
              <w:rPr>
                <w:sz w:val="18"/>
              </w:rPr>
            </w:pPr>
            <w:r>
              <w:rPr>
                <w:color w:val="231F20"/>
                <w:sz w:val="18"/>
              </w:rPr>
              <w:t>Palmdale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69"/>
              <w:ind w:left="175"/>
              <w:rPr>
                <w:sz w:val="18"/>
              </w:rPr>
            </w:pPr>
            <w:r>
              <w:rPr>
                <w:color w:val="231F20"/>
                <w:sz w:val="18"/>
              </w:rPr>
              <w:t>93552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69"/>
              <w:ind w:left="221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69"/>
              <w:ind w:left="265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18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Phelan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18"/>
              <w:ind w:left="140" w:right="13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92371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18"/>
              <w:ind w:left="138" w:right="16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Bernardino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18"/>
              <w:ind w:left="182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</w:tr>
      <w:tr w:rsidR="00EA74A4">
        <w:trPr>
          <w:trHeight w:val="339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67"/>
              <w:rPr>
                <w:sz w:val="18"/>
              </w:rPr>
            </w:pPr>
            <w:r>
              <w:rPr>
                <w:color w:val="231F20"/>
                <w:sz w:val="18"/>
              </w:rPr>
              <w:t>Palmdale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67"/>
              <w:ind w:left="175"/>
              <w:rPr>
                <w:sz w:val="18"/>
              </w:rPr>
            </w:pPr>
            <w:r>
              <w:rPr>
                <w:color w:val="231F20"/>
                <w:sz w:val="18"/>
              </w:rPr>
              <w:t>93591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67"/>
              <w:ind w:left="221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67"/>
              <w:ind w:left="265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18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Philo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18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95466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18"/>
              <w:ind w:left="135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Mendocino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18"/>
              <w:ind w:left="227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284"/>
        </w:trPr>
        <w:tc>
          <w:tcPr>
            <w:tcW w:w="1131" w:type="dxa"/>
          </w:tcPr>
          <w:p w:rsidR="00EA74A4" w:rsidRDefault="00316162">
            <w:pPr>
              <w:pStyle w:val="TableParagraph"/>
              <w:spacing w:before="68"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Palo Alto</w:t>
            </w:r>
          </w:p>
        </w:tc>
        <w:tc>
          <w:tcPr>
            <w:tcW w:w="879" w:type="dxa"/>
          </w:tcPr>
          <w:p w:rsidR="00EA74A4" w:rsidRDefault="00316162">
            <w:pPr>
              <w:pStyle w:val="TableParagraph"/>
              <w:spacing w:before="68" w:line="196" w:lineRule="exact"/>
              <w:ind w:left="177"/>
              <w:rPr>
                <w:sz w:val="18"/>
              </w:rPr>
            </w:pPr>
            <w:r>
              <w:rPr>
                <w:color w:val="231F20"/>
                <w:sz w:val="18"/>
              </w:rPr>
              <w:t>94301</w:t>
            </w:r>
          </w:p>
        </w:tc>
        <w:tc>
          <w:tcPr>
            <w:tcW w:w="1855" w:type="dxa"/>
          </w:tcPr>
          <w:p w:rsidR="00EA74A4" w:rsidRDefault="00316162">
            <w:pPr>
              <w:pStyle w:val="TableParagraph"/>
              <w:spacing w:before="68" w:line="196" w:lineRule="exact"/>
              <w:ind w:left="222" w:right="24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Santa Clara</w:t>
            </w:r>
          </w:p>
        </w:tc>
        <w:tc>
          <w:tcPr>
            <w:tcW w:w="855" w:type="dxa"/>
          </w:tcPr>
          <w:p w:rsidR="00EA74A4" w:rsidRDefault="00316162">
            <w:pPr>
              <w:pStyle w:val="TableParagraph"/>
              <w:spacing w:before="68" w:line="196" w:lineRule="exact"/>
              <w:ind w:left="311"/>
              <w:rPr>
                <w:sz w:val="18"/>
              </w:rPr>
            </w:pPr>
            <w:r>
              <w:rPr>
                <w:color w:val="231F20"/>
                <w:sz w:val="18"/>
              </w:rPr>
              <w:t>4</w:t>
            </w:r>
          </w:p>
        </w:tc>
        <w:tc>
          <w:tcPr>
            <w:tcW w:w="1553" w:type="dxa"/>
          </w:tcPr>
          <w:p w:rsidR="00EA74A4" w:rsidRDefault="00316162">
            <w:pPr>
              <w:pStyle w:val="TableParagraph"/>
              <w:spacing w:before="20"/>
              <w:ind w:left="404"/>
              <w:rPr>
                <w:sz w:val="18"/>
              </w:rPr>
            </w:pPr>
            <w:r>
              <w:rPr>
                <w:color w:val="231F20"/>
                <w:sz w:val="18"/>
              </w:rPr>
              <w:t>Pico Rivera</w:t>
            </w:r>
          </w:p>
        </w:tc>
        <w:tc>
          <w:tcPr>
            <w:tcW w:w="779" w:type="dxa"/>
          </w:tcPr>
          <w:p w:rsidR="00EA74A4" w:rsidRDefault="00316162">
            <w:pPr>
              <w:pStyle w:val="TableParagraph"/>
              <w:spacing w:before="20"/>
              <w:ind w:left="140" w:right="14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90660</w:t>
            </w:r>
          </w:p>
        </w:tc>
        <w:tc>
          <w:tcPr>
            <w:tcW w:w="2023" w:type="dxa"/>
          </w:tcPr>
          <w:p w:rsidR="00EA74A4" w:rsidRDefault="00316162">
            <w:pPr>
              <w:pStyle w:val="TableParagraph"/>
              <w:spacing w:before="20"/>
              <w:ind w:left="138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19" w:type="dxa"/>
          </w:tcPr>
          <w:p w:rsidR="00EA74A4" w:rsidRDefault="00316162">
            <w:pPr>
              <w:pStyle w:val="TableParagraph"/>
              <w:spacing w:before="20"/>
              <w:ind w:left="228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</w:tbl>
    <w:p w:rsidR="00EA74A4" w:rsidRDefault="00EA74A4">
      <w:pPr>
        <w:rPr>
          <w:sz w:val="18"/>
        </w:rPr>
        <w:sectPr w:rsidR="00EA74A4">
          <w:pgSz w:w="10140" w:h="12960"/>
          <w:pgMar w:top="220" w:right="0" w:bottom="0" w:left="20" w:header="20" w:footer="0" w:gutter="0"/>
          <w:cols w:space="720"/>
        </w:sectPr>
      </w:pPr>
    </w:p>
    <w:p w:rsidR="00EA74A4" w:rsidRDefault="00EA74A4">
      <w:pPr>
        <w:pStyle w:val="BodyText"/>
        <w:spacing w:before="9"/>
        <w:ind w:left="0"/>
        <w:rPr>
          <w:rFonts w:ascii="Times New Roman"/>
          <w:sz w:val="14"/>
        </w:rPr>
      </w:pPr>
    </w:p>
    <w:tbl>
      <w:tblPr>
        <w:tblW w:w="0" w:type="auto"/>
        <w:tblInd w:w="3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9"/>
        <w:gridCol w:w="885"/>
        <w:gridCol w:w="1867"/>
        <w:gridCol w:w="848"/>
        <w:gridCol w:w="1567"/>
        <w:gridCol w:w="763"/>
        <w:gridCol w:w="2022"/>
        <w:gridCol w:w="418"/>
      </w:tblGrid>
      <w:tr w:rsidR="00EA74A4">
        <w:trPr>
          <w:trHeight w:val="259"/>
        </w:trPr>
        <w:tc>
          <w:tcPr>
            <w:tcW w:w="1169" w:type="dxa"/>
          </w:tcPr>
          <w:p w:rsidR="00EA74A4" w:rsidRDefault="00316162">
            <w:pPr>
              <w:pStyle w:val="TableParagraph"/>
              <w:spacing w:before="0" w:line="183" w:lineRule="exact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Piercy</w:t>
            </w:r>
          </w:p>
        </w:tc>
        <w:tc>
          <w:tcPr>
            <w:tcW w:w="885" w:type="dxa"/>
          </w:tcPr>
          <w:p w:rsidR="00EA74A4" w:rsidRDefault="00316162">
            <w:pPr>
              <w:pStyle w:val="TableParagraph"/>
              <w:spacing w:before="0" w:line="183" w:lineRule="exact"/>
              <w:ind w:left="189"/>
              <w:rPr>
                <w:sz w:val="18"/>
              </w:rPr>
            </w:pPr>
            <w:r>
              <w:rPr>
                <w:color w:val="231F20"/>
                <w:sz w:val="18"/>
              </w:rPr>
              <w:t>95587</w:t>
            </w:r>
          </w:p>
        </w:tc>
        <w:tc>
          <w:tcPr>
            <w:tcW w:w="1867" w:type="dxa"/>
          </w:tcPr>
          <w:p w:rsidR="00EA74A4" w:rsidRDefault="00316162">
            <w:pPr>
              <w:pStyle w:val="TableParagraph"/>
              <w:spacing w:before="0" w:line="183" w:lineRule="exact"/>
              <w:ind w:left="214" w:right="23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Mendocino</w:t>
            </w:r>
          </w:p>
        </w:tc>
        <w:tc>
          <w:tcPr>
            <w:tcW w:w="848" w:type="dxa"/>
          </w:tcPr>
          <w:p w:rsidR="00EA74A4" w:rsidRDefault="00316162">
            <w:pPr>
              <w:pStyle w:val="TableParagraph"/>
              <w:spacing w:before="0" w:line="183" w:lineRule="exact"/>
              <w:ind w:left="308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  <w:tc>
          <w:tcPr>
            <w:tcW w:w="1567" w:type="dxa"/>
          </w:tcPr>
          <w:p w:rsidR="00EA74A4" w:rsidRDefault="00316162">
            <w:pPr>
              <w:pStyle w:val="TableParagraph"/>
              <w:spacing w:before="0" w:line="183" w:lineRule="exact"/>
              <w:ind w:left="405"/>
              <w:rPr>
                <w:sz w:val="18"/>
              </w:rPr>
            </w:pPr>
            <w:r>
              <w:rPr>
                <w:color w:val="231F20"/>
                <w:sz w:val="18"/>
              </w:rPr>
              <w:t>Porterville</w:t>
            </w:r>
          </w:p>
        </w:tc>
        <w:tc>
          <w:tcPr>
            <w:tcW w:w="763" w:type="dxa"/>
          </w:tcPr>
          <w:p w:rsidR="00EA74A4" w:rsidRDefault="00316162">
            <w:pPr>
              <w:pStyle w:val="TableParagraph"/>
              <w:spacing w:before="0" w:line="183" w:lineRule="exact"/>
              <w:ind w:left="128" w:right="13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93257</w:t>
            </w:r>
          </w:p>
        </w:tc>
        <w:tc>
          <w:tcPr>
            <w:tcW w:w="2022" w:type="dxa"/>
          </w:tcPr>
          <w:p w:rsidR="00EA74A4" w:rsidRDefault="00316162">
            <w:pPr>
              <w:pStyle w:val="TableParagraph"/>
              <w:spacing w:before="0" w:line="183" w:lineRule="exact"/>
              <w:ind w:left="141" w:right="15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Tulare</w:t>
            </w:r>
          </w:p>
        </w:tc>
        <w:tc>
          <w:tcPr>
            <w:tcW w:w="418" w:type="dxa"/>
          </w:tcPr>
          <w:p w:rsidR="00EA74A4" w:rsidRDefault="00316162">
            <w:pPr>
              <w:pStyle w:val="TableParagraph"/>
              <w:spacing w:before="0" w:line="183" w:lineRule="exact"/>
              <w:ind w:right="4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</w:tr>
      <w:tr w:rsidR="00EA74A4">
        <w:trPr>
          <w:trHeight w:val="339"/>
        </w:trPr>
        <w:tc>
          <w:tcPr>
            <w:tcW w:w="1169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Pilot Hill</w:t>
            </w:r>
          </w:p>
        </w:tc>
        <w:tc>
          <w:tcPr>
            <w:tcW w:w="885" w:type="dxa"/>
          </w:tcPr>
          <w:p w:rsidR="00EA74A4" w:rsidRDefault="00316162">
            <w:pPr>
              <w:pStyle w:val="TableParagraph"/>
              <w:spacing w:before="43"/>
              <w:ind w:left="189"/>
              <w:rPr>
                <w:sz w:val="18"/>
              </w:rPr>
            </w:pPr>
            <w:r>
              <w:rPr>
                <w:color w:val="231F20"/>
                <w:sz w:val="18"/>
              </w:rPr>
              <w:t>95664</w:t>
            </w:r>
          </w:p>
        </w:tc>
        <w:tc>
          <w:tcPr>
            <w:tcW w:w="1867" w:type="dxa"/>
          </w:tcPr>
          <w:p w:rsidR="00EA74A4" w:rsidRDefault="00316162">
            <w:pPr>
              <w:pStyle w:val="TableParagraph"/>
              <w:spacing w:before="43"/>
              <w:ind w:left="216" w:right="23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El Dorado/Placer</w:t>
            </w:r>
          </w:p>
        </w:tc>
        <w:tc>
          <w:tcPr>
            <w:tcW w:w="848" w:type="dxa"/>
          </w:tcPr>
          <w:p w:rsidR="00EA74A4" w:rsidRDefault="00316162">
            <w:pPr>
              <w:pStyle w:val="TableParagraph"/>
              <w:spacing w:before="43"/>
              <w:ind w:left="260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567" w:type="dxa"/>
          </w:tcPr>
          <w:p w:rsidR="00EA74A4" w:rsidRDefault="00316162">
            <w:pPr>
              <w:pStyle w:val="TableParagraph"/>
              <w:spacing w:before="43"/>
              <w:ind w:left="405"/>
              <w:rPr>
                <w:sz w:val="18"/>
              </w:rPr>
            </w:pPr>
            <w:r>
              <w:rPr>
                <w:color w:val="231F20"/>
                <w:sz w:val="18"/>
              </w:rPr>
              <w:t>Portola</w:t>
            </w:r>
          </w:p>
        </w:tc>
        <w:tc>
          <w:tcPr>
            <w:tcW w:w="763" w:type="dxa"/>
          </w:tcPr>
          <w:p w:rsidR="00EA74A4" w:rsidRDefault="00316162">
            <w:pPr>
              <w:pStyle w:val="TableParagraph"/>
              <w:spacing w:before="43"/>
              <w:ind w:left="128" w:right="13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96122</w:t>
            </w:r>
          </w:p>
        </w:tc>
        <w:tc>
          <w:tcPr>
            <w:tcW w:w="2022" w:type="dxa"/>
          </w:tcPr>
          <w:p w:rsidR="00EA74A4" w:rsidRDefault="00316162">
            <w:pPr>
              <w:pStyle w:val="TableParagraph"/>
              <w:spacing w:before="43"/>
              <w:ind w:left="141" w:right="15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Plumas</w:t>
            </w:r>
          </w:p>
        </w:tc>
        <w:tc>
          <w:tcPr>
            <w:tcW w:w="418" w:type="dxa"/>
          </w:tcPr>
          <w:p w:rsidR="00EA74A4" w:rsidRDefault="00316162">
            <w:pPr>
              <w:pStyle w:val="TableParagraph"/>
              <w:spacing w:before="43"/>
              <w:ind w:right="4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</w:tr>
      <w:tr w:rsidR="00EA74A4">
        <w:trPr>
          <w:trHeight w:val="339"/>
        </w:trPr>
        <w:tc>
          <w:tcPr>
            <w:tcW w:w="1169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Pine Grove</w:t>
            </w:r>
          </w:p>
        </w:tc>
        <w:tc>
          <w:tcPr>
            <w:tcW w:w="885" w:type="dxa"/>
          </w:tcPr>
          <w:p w:rsidR="00EA74A4" w:rsidRDefault="00316162">
            <w:pPr>
              <w:pStyle w:val="TableParagraph"/>
              <w:ind w:left="190"/>
              <w:rPr>
                <w:sz w:val="18"/>
              </w:rPr>
            </w:pPr>
            <w:r>
              <w:rPr>
                <w:color w:val="231F20"/>
                <w:sz w:val="18"/>
              </w:rPr>
              <w:t>95665</w:t>
            </w:r>
          </w:p>
        </w:tc>
        <w:tc>
          <w:tcPr>
            <w:tcW w:w="1867" w:type="dxa"/>
          </w:tcPr>
          <w:p w:rsidR="00EA74A4" w:rsidRDefault="00316162">
            <w:pPr>
              <w:pStyle w:val="TableParagraph"/>
              <w:ind w:left="219" w:right="23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Amador</w:t>
            </w:r>
          </w:p>
        </w:tc>
        <w:tc>
          <w:tcPr>
            <w:tcW w:w="848" w:type="dxa"/>
          </w:tcPr>
          <w:p w:rsidR="00EA74A4" w:rsidRDefault="00316162">
            <w:pPr>
              <w:pStyle w:val="TableParagraph"/>
              <w:ind w:left="263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567" w:type="dxa"/>
          </w:tcPr>
          <w:p w:rsidR="00EA74A4" w:rsidRDefault="00316162">
            <w:pPr>
              <w:pStyle w:val="TableParagraph"/>
              <w:ind w:left="405"/>
              <w:rPr>
                <w:sz w:val="18"/>
              </w:rPr>
            </w:pPr>
            <w:r>
              <w:rPr>
                <w:color w:val="231F20"/>
                <w:sz w:val="18"/>
              </w:rPr>
              <w:t>Portola Valley</w:t>
            </w:r>
          </w:p>
        </w:tc>
        <w:tc>
          <w:tcPr>
            <w:tcW w:w="763" w:type="dxa"/>
          </w:tcPr>
          <w:p w:rsidR="00EA74A4" w:rsidRDefault="00316162">
            <w:pPr>
              <w:pStyle w:val="TableParagraph"/>
              <w:ind w:left="128" w:right="13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94028</w:t>
            </w:r>
          </w:p>
        </w:tc>
        <w:tc>
          <w:tcPr>
            <w:tcW w:w="2022" w:type="dxa"/>
          </w:tcPr>
          <w:p w:rsidR="00EA74A4" w:rsidRDefault="00316162">
            <w:pPr>
              <w:pStyle w:val="TableParagraph"/>
              <w:ind w:left="141" w:right="15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Mateo/Santa Clara</w:t>
            </w:r>
          </w:p>
        </w:tc>
        <w:tc>
          <w:tcPr>
            <w:tcW w:w="418" w:type="dxa"/>
          </w:tcPr>
          <w:p w:rsidR="00EA74A4" w:rsidRDefault="00316162">
            <w:pPr>
              <w:pStyle w:val="TableParagraph"/>
              <w:ind w:right="93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</w:tr>
      <w:tr w:rsidR="00EA74A4">
        <w:trPr>
          <w:trHeight w:val="339"/>
        </w:trPr>
        <w:tc>
          <w:tcPr>
            <w:tcW w:w="1169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Pine Valley</w:t>
            </w:r>
          </w:p>
        </w:tc>
        <w:tc>
          <w:tcPr>
            <w:tcW w:w="885" w:type="dxa"/>
          </w:tcPr>
          <w:p w:rsidR="00EA74A4" w:rsidRDefault="00316162">
            <w:pPr>
              <w:pStyle w:val="TableParagraph"/>
              <w:spacing w:before="43"/>
              <w:ind w:left="189"/>
              <w:rPr>
                <w:sz w:val="18"/>
              </w:rPr>
            </w:pPr>
            <w:r>
              <w:rPr>
                <w:color w:val="231F20"/>
                <w:sz w:val="18"/>
              </w:rPr>
              <w:t>91962</w:t>
            </w:r>
          </w:p>
        </w:tc>
        <w:tc>
          <w:tcPr>
            <w:tcW w:w="1867" w:type="dxa"/>
          </w:tcPr>
          <w:p w:rsidR="00EA74A4" w:rsidRDefault="00316162">
            <w:pPr>
              <w:pStyle w:val="TableParagraph"/>
              <w:spacing w:before="43"/>
              <w:ind w:left="215" w:right="23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Diego</w:t>
            </w:r>
          </w:p>
        </w:tc>
        <w:tc>
          <w:tcPr>
            <w:tcW w:w="848" w:type="dxa"/>
          </w:tcPr>
          <w:p w:rsidR="00EA74A4" w:rsidRDefault="00316162">
            <w:pPr>
              <w:pStyle w:val="TableParagraph"/>
              <w:spacing w:before="43"/>
              <w:ind w:left="262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  <w:tc>
          <w:tcPr>
            <w:tcW w:w="1567" w:type="dxa"/>
          </w:tcPr>
          <w:p w:rsidR="00EA74A4" w:rsidRDefault="00316162">
            <w:pPr>
              <w:pStyle w:val="TableParagraph"/>
              <w:spacing w:before="43"/>
              <w:ind w:left="405"/>
              <w:rPr>
                <w:sz w:val="18"/>
              </w:rPr>
            </w:pPr>
            <w:r>
              <w:rPr>
                <w:color w:val="231F20"/>
                <w:sz w:val="18"/>
              </w:rPr>
              <w:t>Posey</w:t>
            </w:r>
          </w:p>
        </w:tc>
        <w:tc>
          <w:tcPr>
            <w:tcW w:w="763" w:type="dxa"/>
          </w:tcPr>
          <w:p w:rsidR="00EA74A4" w:rsidRDefault="00316162">
            <w:pPr>
              <w:pStyle w:val="TableParagraph"/>
              <w:spacing w:before="43"/>
              <w:ind w:left="128" w:right="13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93260</w:t>
            </w:r>
          </w:p>
        </w:tc>
        <w:tc>
          <w:tcPr>
            <w:tcW w:w="2022" w:type="dxa"/>
          </w:tcPr>
          <w:p w:rsidR="00EA74A4" w:rsidRDefault="00316162">
            <w:pPr>
              <w:pStyle w:val="TableParagraph"/>
              <w:spacing w:before="43"/>
              <w:ind w:left="141" w:right="15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Tulare</w:t>
            </w:r>
          </w:p>
        </w:tc>
        <w:tc>
          <w:tcPr>
            <w:tcW w:w="418" w:type="dxa"/>
          </w:tcPr>
          <w:p w:rsidR="00EA74A4" w:rsidRDefault="00316162">
            <w:pPr>
              <w:pStyle w:val="TableParagraph"/>
              <w:spacing w:before="43"/>
              <w:ind w:right="47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</w:tr>
      <w:tr w:rsidR="00EA74A4">
        <w:trPr>
          <w:trHeight w:val="339"/>
        </w:trPr>
        <w:tc>
          <w:tcPr>
            <w:tcW w:w="1169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Pinecrest</w:t>
            </w:r>
          </w:p>
        </w:tc>
        <w:tc>
          <w:tcPr>
            <w:tcW w:w="885" w:type="dxa"/>
          </w:tcPr>
          <w:p w:rsidR="00EA74A4" w:rsidRDefault="00316162">
            <w:pPr>
              <w:pStyle w:val="TableParagraph"/>
              <w:ind w:left="189"/>
              <w:rPr>
                <w:sz w:val="18"/>
              </w:rPr>
            </w:pPr>
            <w:r>
              <w:rPr>
                <w:color w:val="231F20"/>
                <w:sz w:val="18"/>
              </w:rPr>
              <w:t>95364</w:t>
            </w:r>
          </w:p>
        </w:tc>
        <w:tc>
          <w:tcPr>
            <w:tcW w:w="1867" w:type="dxa"/>
          </w:tcPr>
          <w:p w:rsidR="00EA74A4" w:rsidRDefault="00316162">
            <w:pPr>
              <w:pStyle w:val="TableParagraph"/>
              <w:ind w:left="218" w:right="23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Tuolumne</w:t>
            </w:r>
          </w:p>
        </w:tc>
        <w:tc>
          <w:tcPr>
            <w:tcW w:w="848" w:type="dxa"/>
          </w:tcPr>
          <w:p w:rsidR="00EA74A4" w:rsidRDefault="00316162">
            <w:pPr>
              <w:pStyle w:val="TableParagraph"/>
              <w:ind w:left="262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  <w:tc>
          <w:tcPr>
            <w:tcW w:w="1567" w:type="dxa"/>
          </w:tcPr>
          <w:p w:rsidR="00EA74A4" w:rsidRDefault="00316162">
            <w:pPr>
              <w:pStyle w:val="TableParagraph"/>
              <w:ind w:left="405"/>
              <w:rPr>
                <w:sz w:val="18"/>
              </w:rPr>
            </w:pPr>
            <w:r>
              <w:rPr>
                <w:color w:val="231F20"/>
                <w:sz w:val="18"/>
              </w:rPr>
              <w:t>Potrero</w:t>
            </w:r>
          </w:p>
        </w:tc>
        <w:tc>
          <w:tcPr>
            <w:tcW w:w="763" w:type="dxa"/>
          </w:tcPr>
          <w:p w:rsidR="00EA74A4" w:rsidRDefault="00316162">
            <w:pPr>
              <w:pStyle w:val="TableParagraph"/>
              <w:ind w:left="128" w:right="13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91963</w:t>
            </w:r>
          </w:p>
        </w:tc>
        <w:tc>
          <w:tcPr>
            <w:tcW w:w="2022" w:type="dxa"/>
          </w:tcPr>
          <w:p w:rsidR="00EA74A4" w:rsidRDefault="00316162">
            <w:pPr>
              <w:pStyle w:val="TableParagraph"/>
              <w:ind w:left="141" w:right="15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Diego</w:t>
            </w:r>
          </w:p>
        </w:tc>
        <w:tc>
          <w:tcPr>
            <w:tcW w:w="418" w:type="dxa"/>
          </w:tcPr>
          <w:p w:rsidR="00EA74A4" w:rsidRDefault="00316162">
            <w:pPr>
              <w:pStyle w:val="TableParagraph"/>
              <w:ind w:right="4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</w:tr>
      <w:tr w:rsidR="00EA74A4">
        <w:trPr>
          <w:trHeight w:val="339"/>
        </w:trPr>
        <w:tc>
          <w:tcPr>
            <w:tcW w:w="1169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Pinole</w:t>
            </w:r>
          </w:p>
        </w:tc>
        <w:tc>
          <w:tcPr>
            <w:tcW w:w="885" w:type="dxa"/>
          </w:tcPr>
          <w:p w:rsidR="00EA74A4" w:rsidRDefault="00316162">
            <w:pPr>
              <w:pStyle w:val="TableParagraph"/>
              <w:spacing w:before="43"/>
              <w:ind w:left="189"/>
              <w:rPr>
                <w:sz w:val="18"/>
              </w:rPr>
            </w:pPr>
            <w:r>
              <w:rPr>
                <w:color w:val="231F20"/>
                <w:sz w:val="18"/>
              </w:rPr>
              <w:t>94564</w:t>
            </w:r>
          </w:p>
        </w:tc>
        <w:tc>
          <w:tcPr>
            <w:tcW w:w="1867" w:type="dxa"/>
          </w:tcPr>
          <w:p w:rsidR="00EA74A4" w:rsidRDefault="00316162">
            <w:pPr>
              <w:pStyle w:val="TableParagraph"/>
              <w:spacing w:before="43"/>
              <w:ind w:left="219" w:right="23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Contra Costa</w:t>
            </w:r>
          </w:p>
        </w:tc>
        <w:tc>
          <w:tcPr>
            <w:tcW w:w="848" w:type="dxa"/>
          </w:tcPr>
          <w:p w:rsidR="00EA74A4" w:rsidRDefault="00316162">
            <w:pPr>
              <w:pStyle w:val="TableParagraph"/>
              <w:spacing w:before="43"/>
              <w:ind w:left="308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  <w:tc>
          <w:tcPr>
            <w:tcW w:w="1567" w:type="dxa"/>
          </w:tcPr>
          <w:p w:rsidR="00EA74A4" w:rsidRDefault="00316162">
            <w:pPr>
              <w:pStyle w:val="TableParagraph"/>
              <w:spacing w:before="43"/>
              <w:ind w:left="405"/>
              <w:rPr>
                <w:sz w:val="18"/>
              </w:rPr>
            </w:pPr>
            <w:r>
              <w:rPr>
                <w:color w:val="231F20"/>
                <w:sz w:val="18"/>
              </w:rPr>
              <w:t>Potter Valley</w:t>
            </w:r>
          </w:p>
        </w:tc>
        <w:tc>
          <w:tcPr>
            <w:tcW w:w="763" w:type="dxa"/>
          </w:tcPr>
          <w:p w:rsidR="00EA74A4" w:rsidRDefault="00316162">
            <w:pPr>
              <w:pStyle w:val="TableParagraph"/>
              <w:spacing w:before="43"/>
              <w:ind w:left="128" w:right="13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95469</w:t>
            </w:r>
          </w:p>
        </w:tc>
        <w:tc>
          <w:tcPr>
            <w:tcW w:w="2022" w:type="dxa"/>
          </w:tcPr>
          <w:p w:rsidR="00EA74A4" w:rsidRDefault="00316162">
            <w:pPr>
              <w:pStyle w:val="TableParagraph"/>
              <w:spacing w:before="43"/>
              <w:ind w:left="138" w:right="15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Lake/Mendocino</w:t>
            </w:r>
          </w:p>
        </w:tc>
        <w:tc>
          <w:tcPr>
            <w:tcW w:w="418" w:type="dxa"/>
          </w:tcPr>
          <w:p w:rsidR="00EA74A4" w:rsidRDefault="00316162">
            <w:pPr>
              <w:pStyle w:val="TableParagraph"/>
              <w:spacing w:before="43"/>
              <w:ind w:right="92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340"/>
        </w:trPr>
        <w:tc>
          <w:tcPr>
            <w:tcW w:w="1169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Pinon Hills</w:t>
            </w:r>
          </w:p>
        </w:tc>
        <w:tc>
          <w:tcPr>
            <w:tcW w:w="885" w:type="dxa"/>
          </w:tcPr>
          <w:p w:rsidR="00EA74A4" w:rsidRDefault="00316162">
            <w:pPr>
              <w:pStyle w:val="TableParagraph"/>
              <w:ind w:left="188"/>
              <w:rPr>
                <w:sz w:val="18"/>
              </w:rPr>
            </w:pPr>
            <w:r>
              <w:rPr>
                <w:color w:val="231F20"/>
                <w:sz w:val="18"/>
              </w:rPr>
              <w:t>92372</w:t>
            </w:r>
          </w:p>
        </w:tc>
        <w:tc>
          <w:tcPr>
            <w:tcW w:w="1867" w:type="dxa"/>
          </w:tcPr>
          <w:p w:rsidR="00EA74A4" w:rsidRDefault="00316162">
            <w:pPr>
              <w:pStyle w:val="TableParagraph"/>
              <w:ind w:left="214" w:right="23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Bernardino</w:t>
            </w:r>
          </w:p>
        </w:tc>
        <w:tc>
          <w:tcPr>
            <w:tcW w:w="848" w:type="dxa"/>
          </w:tcPr>
          <w:p w:rsidR="00EA74A4" w:rsidRDefault="00316162">
            <w:pPr>
              <w:pStyle w:val="TableParagraph"/>
              <w:ind w:left="261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  <w:tc>
          <w:tcPr>
            <w:tcW w:w="1567" w:type="dxa"/>
          </w:tcPr>
          <w:p w:rsidR="00EA74A4" w:rsidRDefault="00316162">
            <w:pPr>
              <w:pStyle w:val="TableParagraph"/>
              <w:ind w:left="405"/>
              <w:rPr>
                <w:sz w:val="18"/>
              </w:rPr>
            </w:pPr>
            <w:r>
              <w:rPr>
                <w:color w:val="231F20"/>
                <w:sz w:val="18"/>
              </w:rPr>
              <w:t>Poway</w:t>
            </w:r>
          </w:p>
        </w:tc>
        <w:tc>
          <w:tcPr>
            <w:tcW w:w="763" w:type="dxa"/>
          </w:tcPr>
          <w:p w:rsidR="00EA74A4" w:rsidRDefault="00316162">
            <w:pPr>
              <w:pStyle w:val="TableParagraph"/>
              <w:ind w:left="126" w:right="13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92064</w:t>
            </w:r>
          </w:p>
        </w:tc>
        <w:tc>
          <w:tcPr>
            <w:tcW w:w="2022" w:type="dxa"/>
          </w:tcPr>
          <w:p w:rsidR="00EA74A4" w:rsidRDefault="00316162">
            <w:pPr>
              <w:pStyle w:val="TableParagraph"/>
              <w:ind w:left="140" w:right="15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Diego</w:t>
            </w:r>
          </w:p>
        </w:tc>
        <w:tc>
          <w:tcPr>
            <w:tcW w:w="418" w:type="dxa"/>
          </w:tcPr>
          <w:p w:rsidR="00EA74A4" w:rsidRDefault="00316162">
            <w:pPr>
              <w:pStyle w:val="TableParagraph"/>
              <w:ind w:right="4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</w:tr>
      <w:tr w:rsidR="00EA74A4">
        <w:trPr>
          <w:trHeight w:val="339"/>
        </w:trPr>
        <w:tc>
          <w:tcPr>
            <w:tcW w:w="1169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Pioneer</w:t>
            </w:r>
          </w:p>
        </w:tc>
        <w:tc>
          <w:tcPr>
            <w:tcW w:w="885" w:type="dxa"/>
          </w:tcPr>
          <w:p w:rsidR="00EA74A4" w:rsidRDefault="00316162">
            <w:pPr>
              <w:pStyle w:val="TableParagraph"/>
              <w:ind w:left="190"/>
              <w:rPr>
                <w:sz w:val="18"/>
              </w:rPr>
            </w:pPr>
            <w:r>
              <w:rPr>
                <w:color w:val="231F20"/>
                <w:sz w:val="18"/>
              </w:rPr>
              <w:t>95666</w:t>
            </w:r>
          </w:p>
        </w:tc>
        <w:tc>
          <w:tcPr>
            <w:tcW w:w="1867" w:type="dxa"/>
          </w:tcPr>
          <w:p w:rsidR="00EA74A4" w:rsidRDefault="00316162">
            <w:pPr>
              <w:pStyle w:val="TableParagraph"/>
              <w:ind w:left="219" w:right="23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Amador/El Dorado</w:t>
            </w:r>
          </w:p>
        </w:tc>
        <w:tc>
          <w:tcPr>
            <w:tcW w:w="848" w:type="dxa"/>
          </w:tcPr>
          <w:p w:rsidR="00EA74A4" w:rsidRDefault="00316162">
            <w:pPr>
              <w:pStyle w:val="TableParagraph"/>
              <w:ind w:left="262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  <w:tc>
          <w:tcPr>
            <w:tcW w:w="1567" w:type="dxa"/>
          </w:tcPr>
          <w:p w:rsidR="00EA74A4" w:rsidRDefault="00316162">
            <w:pPr>
              <w:pStyle w:val="TableParagraph"/>
              <w:ind w:left="405"/>
              <w:rPr>
                <w:sz w:val="18"/>
              </w:rPr>
            </w:pPr>
            <w:r>
              <w:rPr>
                <w:color w:val="231F20"/>
                <w:sz w:val="18"/>
              </w:rPr>
              <w:t>Prather</w:t>
            </w:r>
          </w:p>
        </w:tc>
        <w:tc>
          <w:tcPr>
            <w:tcW w:w="763" w:type="dxa"/>
          </w:tcPr>
          <w:p w:rsidR="00EA74A4" w:rsidRDefault="00316162">
            <w:pPr>
              <w:pStyle w:val="TableParagraph"/>
              <w:ind w:left="127" w:right="13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93651</w:t>
            </w:r>
          </w:p>
        </w:tc>
        <w:tc>
          <w:tcPr>
            <w:tcW w:w="2022" w:type="dxa"/>
          </w:tcPr>
          <w:p w:rsidR="00EA74A4" w:rsidRDefault="00316162">
            <w:pPr>
              <w:pStyle w:val="TableParagraph"/>
              <w:ind w:left="140" w:right="15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Fresno</w:t>
            </w:r>
          </w:p>
        </w:tc>
        <w:tc>
          <w:tcPr>
            <w:tcW w:w="418" w:type="dxa"/>
          </w:tcPr>
          <w:p w:rsidR="00EA74A4" w:rsidRDefault="00316162">
            <w:pPr>
              <w:pStyle w:val="TableParagraph"/>
              <w:ind w:right="47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</w:tr>
      <w:tr w:rsidR="00EA74A4">
        <w:trPr>
          <w:trHeight w:val="339"/>
        </w:trPr>
        <w:tc>
          <w:tcPr>
            <w:tcW w:w="1169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Piru</w:t>
            </w:r>
          </w:p>
        </w:tc>
        <w:tc>
          <w:tcPr>
            <w:tcW w:w="885" w:type="dxa"/>
          </w:tcPr>
          <w:p w:rsidR="00EA74A4" w:rsidRDefault="00316162">
            <w:pPr>
              <w:pStyle w:val="TableParagraph"/>
              <w:spacing w:before="43"/>
              <w:ind w:left="189"/>
              <w:rPr>
                <w:sz w:val="18"/>
              </w:rPr>
            </w:pPr>
            <w:r>
              <w:rPr>
                <w:color w:val="231F20"/>
                <w:sz w:val="18"/>
              </w:rPr>
              <w:t>93040</w:t>
            </w:r>
          </w:p>
        </w:tc>
        <w:tc>
          <w:tcPr>
            <w:tcW w:w="1867" w:type="dxa"/>
          </w:tcPr>
          <w:p w:rsidR="00EA74A4" w:rsidRDefault="00316162">
            <w:pPr>
              <w:pStyle w:val="TableParagraph"/>
              <w:spacing w:before="43"/>
              <w:ind w:left="214" w:right="23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Ventura</w:t>
            </w:r>
          </w:p>
        </w:tc>
        <w:tc>
          <w:tcPr>
            <w:tcW w:w="848" w:type="dxa"/>
          </w:tcPr>
          <w:p w:rsidR="00EA74A4" w:rsidRDefault="00316162">
            <w:pPr>
              <w:pStyle w:val="TableParagraph"/>
              <w:spacing w:before="43"/>
              <w:ind w:left="307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  <w:tc>
          <w:tcPr>
            <w:tcW w:w="1567" w:type="dxa"/>
          </w:tcPr>
          <w:p w:rsidR="00EA74A4" w:rsidRDefault="00316162">
            <w:pPr>
              <w:pStyle w:val="TableParagraph"/>
              <w:spacing w:before="43"/>
              <w:ind w:left="405"/>
              <w:rPr>
                <w:sz w:val="18"/>
              </w:rPr>
            </w:pPr>
            <w:r>
              <w:rPr>
                <w:color w:val="231F20"/>
                <w:sz w:val="18"/>
              </w:rPr>
              <w:t>Princeton</w:t>
            </w:r>
          </w:p>
        </w:tc>
        <w:tc>
          <w:tcPr>
            <w:tcW w:w="763" w:type="dxa"/>
          </w:tcPr>
          <w:p w:rsidR="00EA74A4" w:rsidRDefault="00316162">
            <w:pPr>
              <w:pStyle w:val="TableParagraph"/>
              <w:spacing w:before="43"/>
              <w:ind w:left="126" w:right="13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95970</w:t>
            </w:r>
          </w:p>
        </w:tc>
        <w:tc>
          <w:tcPr>
            <w:tcW w:w="2022" w:type="dxa"/>
          </w:tcPr>
          <w:p w:rsidR="00EA74A4" w:rsidRDefault="00316162">
            <w:pPr>
              <w:pStyle w:val="TableParagraph"/>
              <w:spacing w:before="43"/>
              <w:ind w:left="140" w:right="15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Colusa/Glenn</w:t>
            </w:r>
          </w:p>
        </w:tc>
        <w:tc>
          <w:tcPr>
            <w:tcW w:w="418" w:type="dxa"/>
          </w:tcPr>
          <w:p w:rsidR="00EA74A4" w:rsidRDefault="00316162">
            <w:pPr>
              <w:pStyle w:val="TableParagraph"/>
              <w:spacing w:before="43"/>
              <w:ind w:right="4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</w:tr>
      <w:tr w:rsidR="00EA74A4">
        <w:trPr>
          <w:trHeight w:val="339"/>
        </w:trPr>
        <w:tc>
          <w:tcPr>
            <w:tcW w:w="1169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Pismo Beach</w:t>
            </w:r>
          </w:p>
        </w:tc>
        <w:tc>
          <w:tcPr>
            <w:tcW w:w="885" w:type="dxa"/>
          </w:tcPr>
          <w:p w:rsidR="00EA74A4" w:rsidRDefault="00316162">
            <w:pPr>
              <w:pStyle w:val="TableParagraph"/>
              <w:ind w:left="189"/>
              <w:rPr>
                <w:sz w:val="18"/>
              </w:rPr>
            </w:pPr>
            <w:r>
              <w:rPr>
                <w:color w:val="231F20"/>
                <w:sz w:val="18"/>
              </w:rPr>
              <w:t>93449</w:t>
            </w:r>
          </w:p>
        </w:tc>
        <w:tc>
          <w:tcPr>
            <w:tcW w:w="1867" w:type="dxa"/>
          </w:tcPr>
          <w:p w:rsidR="00EA74A4" w:rsidRDefault="00316162">
            <w:pPr>
              <w:pStyle w:val="TableParagraph"/>
              <w:ind w:left="214" w:right="23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Luis Obispo</w:t>
            </w:r>
          </w:p>
        </w:tc>
        <w:tc>
          <w:tcPr>
            <w:tcW w:w="848" w:type="dxa"/>
          </w:tcPr>
          <w:p w:rsidR="00EA74A4" w:rsidRDefault="00316162">
            <w:pPr>
              <w:pStyle w:val="TableParagraph"/>
              <w:ind w:left="307"/>
              <w:rPr>
                <w:sz w:val="18"/>
              </w:rPr>
            </w:pPr>
            <w:r>
              <w:rPr>
                <w:color w:val="231F20"/>
                <w:sz w:val="18"/>
              </w:rPr>
              <w:t>5</w:t>
            </w:r>
          </w:p>
        </w:tc>
        <w:tc>
          <w:tcPr>
            <w:tcW w:w="156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2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18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A74A4">
        <w:trPr>
          <w:trHeight w:val="362"/>
        </w:trPr>
        <w:tc>
          <w:tcPr>
            <w:tcW w:w="1169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Pittsburg</w:t>
            </w:r>
          </w:p>
        </w:tc>
        <w:tc>
          <w:tcPr>
            <w:tcW w:w="885" w:type="dxa"/>
          </w:tcPr>
          <w:p w:rsidR="00EA74A4" w:rsidRDefault="00316162">
            <w:pPr>
              <w:pStyle w:val="TableParagraph"/>
              <w:spacing w:before="43"/>
              <w:ind w:left="190"/>
              <w:rPr>
                <w:sz w:val="18"/>
              </w:rPr>
            </w:pPr>
            <w:r>
              <w:rPr>
                <w:color w:val="231F20"/>
                <w:sz w:val="18"/>
              </w:rPr>
              <w:t>94565</w:t>
            </w:r>
          </w:p>
        </w:tc>
        <w:tc>
          <w:tcPr>
            <w:tcW w:w="1867" w:type="dxa"/>
          </w:tcPr>
          <w:p w:rsidR="00EA74A4" w:rsidRDefault="00316162">
            <w:pPr>
              <w:pStyle w:val="TableParagraph"/>
              <w:spacing w:before="43"/>
              <w:ind w:left="219" w:right="23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Contra Costa</w:t>
            </w:r>
          </w:p>
        </w:tc>
        <w:tc>
          <w:tcPr>
            <w:tcW w:w="848" w:type="dxa"/>
          </w:tcPr>
          <w:p w:rsidR="00EA74A4" w:rsidRDefault="00316162">
            <w:pPr>
              <w:pStyle w:val="TableParagraph"/>
              <w:spacing w:before="43"/>
              <w:ind w:left="263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567" w:type="dxa"/>
          </w:tcPr>
          <w:p w:rsidR="00EA74A4" w:rsidRDefault="00316162">
            <w:pPr>
              <w:pStyle w:val="TableParagraph"/>
              <w:spacing w:before="40"/>
              <w:ind w:left="405"/>
              <w:rPr>
                <w:b/>
              </w:rPr>
            </w:pPr>
            <w:r>
              <w:rPr>
                <w:b/>
                <w:color w:val="231F20"/>
              </w:rPr>
              <w:t>Q</w:t>
            </w:r>
          </w:p>
        </w:tc>
        <w:tc>
          <w:tcPr>
            <w:tcW w:w="763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2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18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A74A4">
        <w:trPr>
          <w:trHeight w:val="316"/>
        </w:trPr>
        <w:tc>
          <w:tcPr>
            <w:tcW w:w="1169" w:type="dxa"/>
          </w:tcPr>
          <w:p w:rsidR="00EA74A4" w:rsidRDefault="00316162">
            <w:pPr>
              <w:pStyle w:val="TableParagraph"/>
              <w:spacing w:before="21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Pixley</w:t>
            </w:r>
          </w:p>
        </w:tc>
        <w:tc>
          <w:tcPr>
            <w:tcW w:w="885" w:type="dxa"/>
          </w:tcPr>
          <w:p w:rsidR="00EA74A4" w:rsidRDefault="00316162">
            <w:pPr>
              <w:pStyle w:val="TableParagraph"/>
              <w:spacing w:before="21"/>
              <w:ind w:left="189"/>
              <w:rPr>
                <w:sz w:val="18"/>
              </w:rPr>
            </w:pPr>
            <w:r>
              <w:rPr>
                <w:color w:val="231F20"/>
                <w:sz w:val="18"/>
              </w:rPr>
              <w:t>93256</w:t>
            </w:r>
          </w:p>
        </w:tc>
        <w:tc>
          <w:tcPr>
            <w:tcW w:w="1867" w:type="dxa"/>
          </w:tcPr>
          <w:p w:rsidR="00EA74A4" w:rsidRDefault="00316162">
            <w:pPr>
              <w:pStyle w:val="TableParagraph"/>
              <w:spacing w:before="21"/>
              <w:ind w:left="216" w:right="23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Tulare</w:t>
            </w:r>
          </w:p>
        </w:tc>
        <w:tc>
          <w:tcPr>
            <w:tcW w:w="848" w:type="dxa"/>
          </w:tcPr>
          <w:p w:rsidR="00EA74A4" w:rsidRDefault="00316162">
            <w:pPr>
              <w:pStyle w:val="TableParagraph"/>
              <w:spacing w:before="21"/>
              <w:ind w:left="261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  <w:tc>
          <w:tcPr>
            <w:tcW w:w="156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2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18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A74A4">
        <w:trPr>
          <w:trHeight w:val="364"/>
        </w:trPr>
        <w:tc>
          <w:tcPr>
            <w:tcW w:w="1169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Placentia</w:t>
            </w:r>
          </w:p>
        </w:tc>
        <w:tc>
          <w:tcPr>
            <w:tcW w:w="885" w:type="dxa"/>
          </w:tcPr>
          <w:p w:rsidR="00EA74A4" w:rsidRDefault="00316162">
            <w:pPr>
              <w:pStyle w:val="TableParagraph"/>
              <w:spacing w:before="43"/>
              <w:ind w:left="189"/>
              <w:rPr>
                <w:sz w:val="18"/>
              </w:rPr>
            </w:pPr>
            <w:r>
              <w:rPr>
                <w:color w:val="231F20"/>
                <w:sz w:val="18"/>
              </w:rPr>
              <w:t>92870</w:t>
            </w:r>
          </w:p>
        </w:tc>
        <w:tc>
          <w:tcPr>
            <w:tcW w:w="1867" w:type="dxa"/>
          </w:tcPr>
          <w:p w:rsidR="00EA74A4" w:rsidRDefault="00316162">
            <w:pPr>
              <w:pStyle w:val="TableParagraph"/>
              <w:spacing w:before="43"/>
              <w:ind w:left="214" w:right="23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Orange</w:t>
            </w:r>
          </w:p>
        </w:tc>
        <w:tc>
          <w:tcPr>
            <w:tcW w:w="848" w:type="dxa"/>
          </w:tcPr>
          <w:p w:rsidR="00EA74A4" w:rsidRDefault="00316162">
            <w:pPr>
              <w:pStyle w:val="TableParagraph"/>
              <w:spacing w:before="43"/>
              <w:ind w:left="307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567" w:type="dxa"/>
          </w:tcPr>
          <w:p w:rsidR="00EA74A4" w:rsidRDefault="00316162">
            <w:pPr>
              <w:pStyle w:val="TableParagraph"/>
              <w:spacing w:before="93"/>
              <w:ind w:left="405"/>
              <w:rPr>
                <w:sz w:val="18"/>
              </w:rPr>
            </w:pPr>
            <w:r>
              <w:rPr>
                <w:color w:val="231F20"/>
                <w:sz w:val="18"/>
              </w:rPr>
              <w:t>Quincy</w:t>
            </w:r>
          </w:p>
        </w:tc>
        <w:tc>
          <w:tcPr>
            <w:tcW w:w="763" w:type="dxa"/>
          </w:tcPr>
          <w:p w:rsidR="00EA74A4" w:rsidRDefault="00316162">
            <w:pPr>
              <w:pStyle w:val="TableParagraph"/>
              <w:spacing w:before="93"/>
              <w:ind w:left="127" w:right="13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95971</w:t>
            </w:r>
          </w:p>
        </w:tc>
        <w:tc>
          <w:tcPr>
            <w:tcW w:w="2022" w:type="dxa"/>
          </w:tcPr>
          <w:p w:rsidR="00EA74A4" w:rsidRDefault="00316162">
            <w:pPr>
              <w:pStyle w:val="TableParagraph"/>
              <w:spacing w:before="93"/>
              <w:ind w:left="141" w:right="15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Plumas</w:t>
            </w:r>
          </w:p>
        </w:tc>
        <w:tc>
          <w:tcPr>
            <w:tcW w:w="418" w:type="dxa"/>
          </w:tcPr>
          <w:p w:rsidR="00EA74A4" w:rsidRDefault="00316162">
            <w:pPr>
              <w:pStyle w:val="TableParagraph"/>
              <w:spacing w:before="93"/>
              <w:ind w:right="47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</w:tr>
      <w:tr w:rsidR="00EA74A4">
        <w:trPr>
          <w:trHeight w:val="235"/>
        </w:trPr>
        <w:tc>
          <w:tcPr>
            <w:tcW w:w="1169" w:type="dxa"/>
          </w:tcPr>
          <w:p w:rsidR="00EA74A4" w:rsidRDefault="00316162">
            <w:pPr>
              <w:pStyle w:val="TableParagraph"/>
              <w:spacing w:before="18" w:line="196" w:lineRule="exact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Placerville</w:t>
            </w:r>
          </w:p>
        </w:tc>
        <w:tc>
          <w:tcPr>
            <w:tcW w:w="885" w:type="dxa"/>
          </w:tcPr>
          <w:p w:rsidR="00EA74A4" w:rsidRDefault="00316162">
            <w:pPr>
              <w:pStyle w:val="TableParagraph"/>
              <w:spacing w:before="18" w:line="196" w:lineRule="exact"/>
              <w:ind w:left="190"/>
              <w:rPr>
                <w:sz w:val="18"/>
              </w:rPr>
            </w:pPr>
            <w:r>
              <w:rPr>
                <w:color w:val="231F20"/>
                <w:sz w:val="18"/>
              </w:rPr>
              <w:t>95667</w:t>
            </w:r>
          </w:p>
        </w:tc>
        <w:tc>
          <w:tcPr>
            <w:tcW w:w="1867" w:type="dxa"/>
          </w:tcPr>
          <w:p w:rsidR="00EA74A4" w:rsidRDefault="00316162">
            <w:pPr>
              <w:pStyle w:val="TableParagraph"/>
              <w:spacing w:before="18" w:line="196" w:lineRule="exact"/>
              <w:ind w:left="217" w:right="23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El Dorado</w:t>
            </w:r>
          </w:p>
        </w:tc>
        <w:tc>
          <w:tcPr>
            <w:tcW w:w="848" w:type="dxa"/>
          </w:tcPr>
          <w:p w:rsidR="00EA74A4" w:rsidRDefault="00316162">
            <w:pPr>
              <w:pStyle w:val="TableParagraph"/>
              <w:spacing w:before="18" w:line="196" w:lineRule="exact"/>
              <w:ind w:left="262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56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63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2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:rsidR="00EA74A4" w:rsidRDefault="00EA74A4">
      <w:pPr>
        <w:pStyle w:val="BodyText"/>
        <w:spacing w:before="1"/>
        <w:ind w:left="0"/>
        <w:rPr>
          <w:rFonts w:ascii="Times New Roman"/>
          <w:sz w:val="6"/>
        </w:rPr>
      </w:pPr>
    </w:p>
    <w:p w:rsidR="00EA74A4" w:rsidRDefault="00EA74A4">
      <w:pPr>
        <w:rPr>
          <w:rFonts w:ascii="Times New Roman"/>
          <w:sz w:val="6"/>
        </w:rPr>
        <w:sectPr w:rsidR="00EA74A4">
          <w:pgSz w:w="10140" w:h="12960"/>
          <w:pgMar w:top="220" w:right="0" w:bottom="0" w:left="20" w:header="20" w:footer="0" w:gutter="0"/>
          <w:cols w:space="720"/>
        </w:sectPr>
      </w:pPr>
    </w:p>
    <w:p w:rsidR="00EA74A4" w:rsidRDefault="00316162">
      <w:pPr>
        <w:pStyle w:val="BodyText"/>
        <w:tabs>
          <w:tab w:val="left" w:pos="1717"/>
          <w:tab w:val="left" w:pos="2497"/>
          <w:tab w:val="right" w:pos="4724"/>
        </w:tabs>
        <w:spacing w:before="52"/>
        <w:ind w:left="409"/>
      </w:pPr>
      <w:r>
        <w:rPr>
          <w:color w:val="231F20"/>
        </w:rPr>
        <w:t>Platina</w:t>
      </w:r>
      <w:r>
        <w:rPr>
          <w:color w:val="231F20"/>
        </w:rPr>
        <w:tab/>
        <w:t>96076</w:t>
      </w:r>
      <w:r>
        <w:rPr>
          <w:color w:val="231F20"/>
        </w:rPr>
        <w:tab/>
        <w:t>Shasta/Tehama/Trinity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716"/>
          <w:tab w:val="left" w:pos="2906"/>
          <w:tab w:val="right" w:pos="4679"/>
        </w:tabs>
        <w:spacing w:before="121"/>
        <w:ind w:left="409"/>
      </w:pPr>
      <w:r>
        <w:rPr>
          <w:color w:val="231F20"/>
        </w:rPr>
        <w:t>Playa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Ray</w:t>
      </w:r>
      <w:r>
        <w:rPr>
          <w:color w:val="231F20"/>
        </w:rPr>
        <w:tab/>
        <w:t>90293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spacing w:before="121" w:line="219" w:lineRule="exact"/>
        <w:ind w:left="409"/>
      </w:pPr>
      <w:r>
        <w:rPr>
          <w:color w:val="231F20"/>
        </w:rPr>
        <w:t>Pleasant</w:t>
      </w:r>
    </w:p>
    <w:p w:rsidR="00EA74A4" w:rsidRDefault="00316162">
      <w:pPr>
        <w:pStyle w:val="BodyText"/>
        <w:tabs>
          <w:tab w:val="left" w:pos="1719"/>
          <w:tab w:val="left" w:pos="2851"/>
          <w:tab w:val="right" w:pos="4725"/>
        </w:tabs>
        <w:spacing w:line="219" w:lineRule="exact"/>
        <w:ind w:left="409"/>
      </w:pPr>
      <w:r>
        <w:rPr>
          <w:color w:val="231F20"/>
        </w:rPr>
        <w:t>Grove</w:t>
      </w:r>
      <w:r>
        <w:rPr>
          <w:color w:val="231F20"/>
        </w:rPr>
        <w:tab/>
        <w:t>95668</w:t>
      </w:r>
      <w:r>
        <w:rPr>
          <w:color w:val="231F20"/>
        </w:rPr>
        <w:tab/>
        <w:t>Placer/Sutter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718"/>
          <w:tab w:val="left" w:pos="2865"/>
          <w:tab w:val="right" w:pos="4726"/>
        </w:tabs>
        <w:spacing w:before="121"/>
        <w:ind w:left="409"/>
      </w:pPr>
      <w:r>
        <w:rPr>
          <w:color w:val="231F20"/>
        </w:rPr>
        <w:t>Pleasant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Hill</w:t>
      </w:r>
      <w:r>
        <w:rPr>
          <w:color w:val="231F20"/>
        </w:rPr>
        <w:tab/>
        <w:t>94523</w:t>
      </w:r>
      <w:r>
        <w:rPr>
          <w:color w:val="231F20"/>
        </w:rPr>
        <w:tab/>
        <w:t>Contra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8"/>
          <w:tab w:val="left" w:pos="3013"/>
          <w:tab w:val="right" w:pos="4724"/>
        </w:tabs>
        <w:spacing w:before="119"/>
        <w:ind w:left="409"/>
      </w:pPr>
      <w:r>
        <w:rPr>
          <w:color w:val="231F20"/>
        </w:rPr>
        <w:t>Pleasanton</w:t>
      </w:r>
      <w:r>
        <w:rPr>
          <w:color w:val="231F20"/>
        </w:rPr>
        <w:tab/>
        <w:t>94566</w:t>
      </w:r>
      <w:r>
        <w:rPr>
          <w:color w:val="231F20"/>
        </w:rPr>
        <w:tab/>
        <w:t>Alameda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8"/>
          <w:tab w:val="left" w:pos="3013"/>
          <w:tab w:val="right" w:pos="4724"/>
        </w:tabs>
        <w:spacing w:before="121"/>
        <w:ind w:left="409"/>
      </w:pPr>
      <w:r>
        <w:rPr>
          <w:color w:val="231F20"/>
        </w:rPr>
        <w:t>Pleasanton</w:t>
      </w:r>
      <w:r>
        <w:rPr>
          <w:color w:val="231F20"/>
        </w:rPr>
        <w:tab/>
        <w:t>94588</w:t>
      </w:r>
      <w:r>
        <w:rPr>
          <w:color w:val="231F20"/>
        </w:rPr>
        <w:tab/>
        <w:t>Alameda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3042"/>
          <w:tab w:val="right" w:pos="4725"/>
        </w:tabs>
        <w:spacing w:before="118"/>
        <w:ind w:left="409"/>
      </w:pPr>
      <w:r>
        <w:rPr>
          <w:color w:val="231F20"/>
        </w:rPr>
        <w:t>Plymouth</w:t>
      </w:r>
      <w:r>
        <w:rPr>
          <w:color w:val="231F20"/>
        </w:rPr>
        <w:tab/>
        <w:t>95669</w:t>
      </w:r>
      <w:r>
        <w:rPr>
          <w:color w:val="231F20"/>
        </w:rPr>
        <w:tab/>
        <w:t>Amador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8"/>
          <w:tab w:val="left" w:pos="2917"/>
          <w:tab w:val="right" w:pos="4679"/>
        </w:tabs>
        <w:spacing w:before="121"/>
        <w:ind w:left="409"/>
      </w:pPr>
      <w:r>
        <w:rPr>
          <w:color w:val="231F20"/>
        </w:rPr>
        <w:t>Point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Arena</w:t>
      </w:r>
      <w:r>
        <w:rPr>
          <w:color w:val="231F20"/>
        </w:rPr>
        <w:tab/>
        <w:t>95468</w:t>
      </w:r>
      <w:r>
        <w:rPr>
          <w:color w:val="231F20"/>
        </w:rPr>
        <w:tab/>
        <w:t>Mendocino</w:t>
      </w:r>
      <w:r>
        <w:rPr>
          <w:color w:val="231F20"/>
        </w:rPr>
        <w:tab/>
        <w:t>1</w:t>
      </w:r>
    </w:p>
    <w:p w:rsidR="00EA74A4" w:rsidRDefault="00316162">
      <w:pPr>
        <w:pStyle w:val="BodyText"/>
        <w:spacing w:before="119"/>
        <w:ind w:left="409"/>
      </w:pPr>
      <w:r>
        <w:rPr>
          <w:color w:val="231F20"/>
        </w:rPr>
        <w:t>Point Reyes</w:t>
      </w:r>
    </w:p>
    <w:p w:rsidR="00EA74A4" w:rsidRDefault="00316162">
      <w:pPr>
        <w:pStyle w:val="BodyText"/>
        <w:tabs>
          <w:tab w:val="left" w:pos="1717"/>
          <w:tab w:val="left" w:pos="3116"/>
          <w:tab w:val="right" w:pos="4679"/>
        </w:tabs>
        <w:spacing w:before="1"/>
        <w:ind w:left="409"/>
      </w:pPr>
      <w:r>
        <w:rPr>
          <w:color w:val="231F20"/>
        </w:rPr>
        <w:t>Station</w:t>
      </w:r>
      <w:r>
        <w:rPr>
          <w:color w:val="231F20"/>
        </w:rPr>
        <w:tab/>
        <w:t>94956</w:t>
      </w:r>
      <w:r>
        <w:rPr>
          <w:color w:val="231F20"/>
        </w:rPr>
        <w:tab/>
        <w:t>Marin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17"/>
          <w:tab w:val="left" w:pos="2977"/>
          <w:tab w:val="right" w:pos="4724"/>
        </w:tabs>
        <w:spacing w:before="119"/>
        <w:ind w:left="409"/>
      </w:pPr>
      <w:r>
        <w:rPr>
          <w:color w:val="231F20"/>
        </w:rPr>
        <w:t>Pollock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Pines</w:t>
      </w:r>
      <w:r>
        <w:rPr>
          <w:color w:val="231F20"/>
        </w:rPr>
        <w:tab/>
        <w:t>95726</w:t>
      </w:r>
      <w:r>
        <w:rPr>
          <w:color w:val="231F20"/>
        </w:rPr>
        <w:tab/>
        <w:t>El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Dorado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spacing w:before="121"/>
        <w:ind w:left="2742"/>
      </w:pPr>
      <w:r>
        <w:rPr>
          <w:color w:val="231F20"/>
        </w:rPr>
        <w:t>Los Angeles/San</w:t>
      </w:r>
    </w:p>
    <w:p w:rsidR="00EA74A4" w:rsidRDefault="00316162">
      <w:pPr>
        <w:spacing w:before="100"/>
        <w:ind w:left="409"/>
        <w:rPr>
          <w:b/>
        </w:rPr>
      </w:pPr>
      <w:r>
        <w:br w:type="column"/>
      </w:r>
      <w:r>
        <w:rPr>
          <w:b/>
          <w:color w:val="231F20"/>
        </w:rPr>
        <w:t>R</w:t>
      </w:r>
    </w:p>
    <w:p w:rsidR="00EA74A4" w:rsidRDefault="00EA74A4">
      <w:pPr>
        <w:pStyle w:val="BodyText"/>
        <w:ind w:left="0"/>
        <w:rPr>
          <w:b/>
          <w:sz w:val="22"/>
        </w:rPr>
      </w:pPr>
    </w:p>
    <w:p w:rsidR="00EA74A4" w:rsidRDefault="00316162">
      <w:pPr>
        <w:pStyle w:val="BodyText"/>
        <w:tabs>
          <w:tab w:val="left" w:pos="1719"/>
          <w:tab w:val="left" w:pos="3155"/>
          <w:tab w:val="left" w:pos="4542"/>
        </w:tabs>
        <w:spacing w:before="192"/>
        <w:ind w:left="409"/>
      </w:pPr>
      <w:r>
        <w:rPr>
          <w:color w:val="231F20"/>
        </w:rPr>
        <w:t>Rackerby</w:t>
      </w:r>
      <w:r>
        <w:rPr>
          <w:color w:val="231F20"/>
        </w:rPr>
        <w:tab/>
        <w:t>95972</w:t>
      </w:r>
      <w:r>
        <w:rPr>
          <w:color w:val="231F20"/>
        </w:rPr>
        <w:tab/>
        <w:t>Yuba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719"/>
          <w:tab w:val="left" w:pos="3087"/>
          <w:tab w:val="left" w:pos="4542"/>
        </w:tabs>
        <w:spacing w:before="121"/>
        <w:ind w:left="409"/>
      </w:pPr>
      <w:r>
        <w:rPr>
          <w:color w:val="231F20"/>
        </w:rPr>
        <w:t>Raisin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City</w:t>
      </w:r>
      <w:r>
        <w:rPr>
          <w:color w:val="231F20"/>
        </w:rPr>
        <w:tab/>
        <w:t>93652</w:t>
      </w:r>
      <w:r>
        <w:rPr>
          <w:color w:val="231F20"/>
        </w:rPr>
        <w:tab/>
        <w:t>Fresno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718"/>
          <w:tab w:val="left" w:pos="2972"/>
          <w:tab w:val="left" w:pos="4542"/>
        </w:tabs>
        <w:spacing w:before="119"/>
        <w:ind w:left="409"/>
      </w:pPr>
      <w:r>
        <w:rPr>
          <w:color w:val="231F20"/>
        </w:rPr>
        <w:t>Ramona</w:t>
      </w:r>
      <w:r>
        <w:rPr>
          <w:color w:val="231F20"/>
        </w:rPr>
        <w:tab/>
        <w:t>92065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719"/>
          <w:tab w:val="left" w:pos="2972"/>
          <w:tab w:val="left" w:pos="4542"/>
        </w:tabs>
        <w:spacing w:before="121"/>
        <w:ind w:left="409"/>
      </w:pPr>
      <w:r>
        <w:rPr>
          <w:color w:val="231F20"/>
        </w:rPr>
        <w:t>Ranchita</w:t>
      </w:r>
      <w:r>
        <w:rPr>
          <w:color w:val="231F20"/>
        </w:rPr>
        <w:tab/>
        <w:t>92066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spacing w:before="119"/>
        <w:ind w:left="409"/>
      </w:pPr>
      <w:r>
        <w:rPr>
          <w:color w:val="231F20"/>
        </w:rPr>
        <w:t>Rancho</w:t>
      </w:r>
    </w:p>
    <w:p w:rsidR="00EA74A4" w:rsidRDefault="00316162">
      <w:pPr>
        <w:pStyle w:val="BodyText"/>
        <w:tabs>
          <w:tab w:val="left" w:pos="1720"/>
          <w:tab w:val="left" w:pos="2895"/>
          <w:tab w:val="left" w:pos="4541"/>
        </w:tabs>
        <w:spacing w:before="1"/>
        <w:ind w:left="409"/>
      </w:pPr>
      <w:r>
        <w:rPr>
          <w:color w:val="231F20"/>
        </w:rPr>
        <w:t>Cordova</w:t>
      </w:r>
      <w:r>
        <w:rPr>
          <w:color w:val="231F20"/>
        </w:rPr>
        <w:tab/>
        <w:t>95670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spacing w:before="121" w:line="219" w:lineRule="exact"/>
        <w:ind w:left="409"/>
      </w:pPr>
      <w:r>
        <w:rPr>
          <w:color w:val="231F20"/>
        </w:rPr>
        <w:t>Rancho</w:t>
      </w:r>
    </w:p>
    <w:p w:rsidR="00EA74A4" w:rsidRDefault="00316162">
      <w:pPr>
        <w:pStyle w:val="BodyText"/>
        <w:tabs>
          <w:tab w:val="left" w:pos="1720"/>
          <w:tab w:val="left" w:pos="2895"/>
          <w:tab w:val="left" w:pos="4541"/>
        </w:tabs>
        <w:spacing w:line="219" w:lineRule="exact"/>
        <w:ind w:left="409"/>
      </w:pPr>
      <w:r>
        <w:rPr>
          <w:color w:val="231F20"/>
        </w:rPr>
        <w:t>Cordova</w:t>
      </w:r>
      <w:r>
        <w:rPr>
          <w:color w:val="231F20"/>
        </w:rPr>
        <w:tab/>
        <w:t>95742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spacing w:before="121" w:line="219" w:lineRule="exact"/>
        <w:ind w:left="409"/>
      </w:pPr>
      <w:r>
        <w:rPr>
          <w:color w:val="231F20"/>
        </w:rPr>
        <w:t>Rancho</w:t>
      </w:r>
    </w:p>
    <w:p w:rsidR="00EA74A4" w:rsidRDefault="00316162">
      <w:pPr>
        <w:pStyle w:val="BodyText"/>
        <w:tabs>
          <w:tab w:val="left" w:pos="1718"/>
          <w:tab w:val="left" w:pos="2773"/>
          <w:tab w:val="left" w:pos="4542"/>
        </w:tabs>
        <w:spacing w:line="219" w:lineRule="exact"/>
        <w:ind w:left="409"/>
      </w:pPr>
      <w:r>
        <w:rPr>
          <w:color w:val="231F20"/>
        </w:rPr>
        <w:t>Cucamonga</w:t>
      </w:r>
      <w:r>
        <w:rPr>
          <w:color w:val="231F20"/>
        </w:rPr>
        <w:tab/>
        <w:t>91701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spacing w:before="121"/>
        <w:ind w:left="409"/>
      </w:pPr>
      <w:r>
        <w:rPr>
          <w:color w:val="231F20"/>
        </w:rPr>
        <w:t>Rancho</w:t>
      </w:r>
    </w:p>
    <w:p w:rsidR="00EA74A4" w:rsidRDefault="00EA74A4">
      <w:pPr>
        <w:sectPr w:rsidR="00EA74A4">
          <w:type w:val="continuous"/>
          <w:pgSz w:w="10140" w:h="12960"/>
          <w:pgMar w:top="180" w:right="0" w:bottom="0" w:left="20" w:header="720" w:footer="720" w:gutter="0"/>
          <w:cols w:num="2" w:space="720" w:equalWidth="0">
            <w:col w:w="4767" w:space="357"/>
            <w:col w:w="4996"/>
          </w:cols>
        </w:sectPr>
      </w:pPr>
    </w:p>
    <w:p w:rsidR="00EA74A4" w:rsidRDefault="00316162">
      <w:pPr>
        <w:pStyle w:val="BodyText"/>
        <w:tabs>
          <w:tab w:val="right" w:pos="2174"/>
        </w:tabs>
        <w:spacing w:before="1"/>
        <w:ind w:left="409"/>
      </w:pPr>
      <w:r>
        <w:rPr>
          <w:color w:val="231F20"/>
        </w:rPr>
        <w:t>Pomona</w:t>
      </w:r>
      <w:r>
        <w:rPr>
          <w:color w:val="231F20"/>
        </w:rPr>
        <w:tab/>
        <w:t>91766</w:t>
      </w:r>
    </w:p>
    <w:p w:rsidR="00EA74A4" w:rsidRDefault="00316162">
      <w:pPr>
        <w:pStyle w:val="BodyText"/>
        <w:tabs>
          <w:tab w:val="right" w:pos="2161"/>
        </w:tabs>
        <w:spacing w:before="1"/>
        <w:ind w:left="409"/>
      </w:pPr>
      <w:r>
        <w:br w:type="column"/>
      </w:r>
      <w:r>
        <w:rPr>
          <w:color w:val="231F20"/>
        </w:rPr>
        <w:t>Bernardino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718"/>
          <w:tab w:val="left" w:pos="2773"/>
          <w:tab w:val="right" w:pos="4724"/>
        </w:tabs>
        <w:spacing w:line="197" w:lineRule="exact"/>
        <w:ind w:left="409"/>
      </w:pPr>
      <w:r>
        <w:br w:type="column"/>
      </w:r>
      <w:r>
        <w:rPr>
          <w:color w:val="231F20"/>
        </w:rPr>
        <w:t>Cucamonga</w:t>
      </w:r>
      <w:r>
        <w:rPr>
          <w:color w:val="231F20"/>
        </w:rPr>
        <w:tab/>
        <w:t>91730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10</w:t>
      </w:r>
    </w:p>
    <w:p w:rsidR="00EA74A4" w:rsidRDefault="00EA74A4">
      <w:pPr>
        <w:spacing w:line="197" w:lineRule="exact"/>
        <w:sectPr w:rsidR="00EA74A4">
          <w:type w:val="continuous"/>
          <w:pgSz w:w="10140" w:h="12960"/>
          <w:pgMar w:top="180" w:right="0" w:bottom="0" w:left="20" w:header="720" w:footer="720" w:gutter="0"/>
          <w:cols w:num="3" w:space="720" w:equalWidth="0">
            <w:col w:w="2215" w:space="303"/>
            <w:col w:w="2202" w:space="404"/>
            <w:col w:w="4996"/>
          </w:cols>
        </w:sectPr>
      </w:pPr>
    </w:p>
    <w:p w:rsidR="00EA74A4" w:rsidRDefault="00AA3220">
      <w:pPr>
        <w:pStyle w:val="BodyText"/>
        <w:tabs>
          <w:tab w:val="left" w:pos="1716"/>
          <w:tab w:val="left" w:pos="2906"/>
          <w:tab w:val="right" w:pos="4679"/>
        </w:tabs>
        <w:spacing w:before="119"/>
        <w:ind w:left="409"/>
      </w:pPr>
      <w:r>
        <w:pict>
          <v:shape id="_x0000_s1037" type="#_x0000_t202" style="position:absolute;left:0;text-align:left;margin-left:19pt;margin-top:17.6pt;width:477pt;height:151.1pt;z-index:1168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81"/>
                    <w:gridCol w:w="1000"/>
                    <w:gridCol w:w="1637"/>
                    <w:gridCol w:w="1307"/>
                    <w:gridCol w:w="1203"/>
                    <w:gridCol w:w="914"/>
                    <w:gridCol w:w="1745"/>
                    <w:gridCol w:w="557"/>
                  </w:tblGrid>
                  <w:tr w:rsidR="00EA74A4">
                    <w:trPr>
                      <w:trHeight w:val="260"/>
                    </w:trPr>
                    <w:tc>
                      <w:tcPr>
                        <w:tcW w:w="6328" w:type="dxa"/>
                        <w:gridSpan w:val="5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2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Cucamonga</w:t>
                        </w:r>
                      </w:p>
                    </w:tc>
                    <w:tc>
                      <w:tcPr>
                        <w:tcW w:w="914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5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91737</w:t>
                        </w:r>
                      </w:p>
                    </w:tc>
                    <w:tc>
                      <w:tcPr>
                        <w:tcW w:w="1745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272" w:right="3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57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560"/>
                    </w:trPr>
                    <w:tc>
                      <w:tcPr>
                        <w:tcW w:w="6328" w:type="dxa"/>
                        <w:gridSpan w:val="5"/>
                      </w:tcPr>
                      <w:p w:rsidR="00EA74A4" w:rsidRDefault="00316162">
                        <w:pPr>
                          <w:pStyle w:val="TableParagraph"/>
                          <w:tabs>
                            <w:tab w:val="left" w:pos="1358"/>
                            <w:tab w:val="left" w:pos="2784"/>
                            <w:tab w:val="left" w:pos="4228"/>
                            <w:tab w:val="left" w:pos="5173"/>
                          </w:tabs>
                          <w:spacing w:before="105" w:line="153" w:lineRule="auto"/>
                          <w:ind w:left="50" w:right="296" w:firstLine="512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Rancho Pope</w:t>
                        </w:r>
                        <w:r>
                          <w:rPr>
                            <w:color w:val="231F2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8"/>
                          </w:rPr>
                          <w:t>Valley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94567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Napa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2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spacing w:val="-3"/>
                            <w:position w:val="-7"/>
                            <w:sz w:val="18"/>
                          </w:rPr>
                          <w:t>Cucamonga</w:t>
                        </w:r>
                      </w:p>
                    </w:tc>
                    <w:tc>
                      <w:tcPr>
                        <w:tcW w:w="914" w:type="dxa"/>
                      </w:tcPr>
                      <w:p w:rsidR="00EA74A4" w:rsidRDefault="00EA74A4">
                        <w:pPr>
                          <w:pStyle w:val="TableParagraph"/>
                          <w:spacing w:before="8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91739</w:t>
                        </w:r>
                      </w:p>
                    </w:tc>
                    <w:tc>
                      <w:tcPr>
                        <w:tcW w:w="1745" w:type="dxa"/>
                      </w:tcPr>
                      <w:p w:rsidR="00EA74A4" w:rsidRDefault="00EA74A4">
                        <w:pPr>
                          <w:pStyle w:val="TableParagraph"/>
                          <w:spacing w:before="8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72" w:right="3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57" w:type="dxa"/>
                      </w:tcPr>
                      <w:p w:rsidR="00EA74A4" w:rsidRDefault="00EA74A4">
                        <w:pPr>
                          <w:pStyle w:val="TableParagraph"/>
                          <w:spacing w:before="8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579"/>
                    </w:trPr>
                    <w:tc>
                      <w:tcPr>
                        <w:tcW w:w="1181" w:type="dxa"/>
                      </w:tcPr>
                      <w:p w:rsidR="00EA74A4" w:rsidRDefault="00316162">
                        <w:pPr>
                          <w:pStyle w:val="TableParagraph"/>
                          <w:spacing w:before="0" w:line="18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Port Costa</w:t>
                        </w:r>
                      </w:p>
                      <w:p w:rsidR="00EA74A4" w:rsidRDefault="00316162">
                        <w:pPr>
                          <w:pStyle w:val="TableParagraph"/>
                          <w:spacing w:before="118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Port</w:t>
                        </w:r>
                      </w:p>
                    </w:tc>
                    <w:tc>
                      <w:tcPr>
                        <w:tcW w:w="1000" w:type="dxa"/>
                      </w:tcPr>
                      <w:p w:rsidR="00EA74A4" w:rsidRDefault="00316162">
                        <w:pPr>
                          <w:pStyle w:val="TableParagraph"/>
                          <w:spacing w:before="0" w:line="186" w:lineRule="exact"/>
                          <w:ind w:left="17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94569</w:t>
                        </w:r>
                      </w:p>
                    </w:tc>
                    <w:tc>
                      <w:tcPr>
                        <w:tcW w:w="1637" w:type="dxa"/>
                      </w:tcPr>
                      <w:p w:rsidR="00EA74A4" w:rsidRDefault="00316162">
                        <w:pPr>
                          <w:pStyle w:val="TableParagraph"/>
                          <w:spacing w:before="0" w:line="186" w:lineRule="exact"/>
                          <w:ind w:left="306" w:right="3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1307" w:type="dxa"/>
                      </w:tcPr>
                      <w:p w:rsidR="00EA74A4" w:rsidRDefault="00316162">
                        <w:pPr>
                          <w:pStyle w:val="TableParagraph"/>
                          <w:spacing w:before="0" w:line="186" w:lineRule="exact"/>
                          <w:ind w:left="36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20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49" w:right="5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Rancho Mirage</w:t>
                        </w:r>
                      </w:p>
                    </w:tc>
                    <w:tc>
                      <w:tcPr>
                        <w:tcW w:w="914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92270</w:t>
                        </w:r>
                      </w:p>
                    </w:tc>
                    <w:tc>
                      <w:tcPr>
                        <w:tcW w:w="1745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74" w:right="3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57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15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81" w:type="dxa"/>
                      </w:tcPr>
                      <w:p w:rsidR="00EA74A4" w:rsidRDefault="00316162">
                        <w:pPr>
                          <w:pStyle w:val="TableParagraph"/>
                          <w:spacing w:before="0" w:line="165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Hueneme</w:t>
                        </w:r>
                      </w:p>
                      <w:p w:rsidR="00EA74A4" w:rsidRDefault="00316162">
                        <w:pPr>
                          <w:pStyle w:val="TableParagraph"/>
                          <w:spacing w:before="118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Port</w:t>
                        </w:r>
                      </w:p>
                    </w:tc>
                    <w:tc>
                      <w:tcPr>
                        <w:tcW w:w="1000" w:type="dxa"/>
                      </w:tcPr>
                      <w:p w:rsidR="00EA74A4" w:rsidRDefault="00316162">
                        <w:pPr>
                          <w:pStyle w:val="TableParagraph"/>
                          <w:spacing w:before="0" w:line="165" w:lineRule="exact"/>
                          <w:ind w:left="17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93041</w:t>
                        </w:r>
                      </w:p>
                    </w:tc>
                    <w:tc>
                      <w:tcPr>
                        <w:tcW w:w="1637" w:type="dxa"/>
                      </w:tcPr>
                      <w:p w:rsidR="00EA74A4" w:rsidRDefault="00316162">
                        <w:pPr>
                          <w:pStyle w:val="TableParagraph"/>
                          <w:spacing w:before="0" w:line="165" w:lineRule="exact"/>
                          <w:ind w:left="300" w:right="3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1307" w:type="dxa"/>
                      </w:tcPr>
                      <w:p w:rsidR="00EA74A4" w:rsidRDefault="00316162">
                        <w:pPr>
                          <w:pStyle w:val="TableParagraph"/>
                          <w:spacing w:before="0" w:line="165" w:lineRule="exact"/>
                          <w:ind w:left="41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203" w:type="dxa"/>
                      </w:tcPr>
                      <w:p w:rsidR="00EA74A4" w:rsidRDefault="00316162">
                        <w:pPr>
                          <w:pStyle w:val="TableParagraph"/>
                          <w:spacing w:before="22"/>
                          <w:ind w:left="49" w:right="16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Rancho Palos Verdes</w:t>
                        </w:r>
                      </w:p>
                    </w:tc>
                    <w:tc>
                      <w:tcPr>
                        <w:tcW w:w="914" w:type="dxa"/>
                      </w:tcPr>
                      <w:p w:rsidR="00EA74A4" w:rsidRDefault="00EA74A4">
                        <w:pPr>
                          <w:pStyle w:val="TableParagraph"/>
                          <w:spacing w:before="11"/>
                          <w:rPr>
                            <w:sz w:val="19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90275</w:t>
                        </w:r>
                      </w:p>
                    </w:tc>
                    <w:tc>
                      <w:tcPr>
                        <w:tcW w:w="1745" w:type="dxa"/>
                      </w:tcPr>
                      <w:p w:rsidR="00EA74A4" w:rsidRDefault="00EA74A4">
                        <w:pPr>
                          <w:pStyle w:val="TableParagraph"/>
                          <w:spacing w:before="11"/>
                          <w:rPr>
                            <w:sz w:val="19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74" w:right="3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57" w:type="dxa"/>
                      </w:tcPr>
                      <w:p w:rsidR="00EA74A4" w:rsidRDefault="00EA74A4">
                        <w:pPr>
                          <w:pStyle w:val="TableParagraph"/>
                          <w:spacing w:before="11"/>
                          <w:rPr>
                            <w:sz w:val="19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560"/>
                    </w:trPr>
                    <w:tc>
                      <w:tcPr>
                        <w:tcW w:w="1181" w:type="dxa"/>
                      </w:tcPr>
                      <w:p w:rsidR="00EA74A4" w:rsidRDefault="00316162">
                        <w:pPr>
                          <w:pStyle w:val="TableParagraph"/>
                          <w:spacing w:before="0" w:line="165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Hueneme</w:t>
                        </w:r>
                      </w:p>
                      <w:p w:rsidR="00EA74A4" w:rsidRDefault="00316162">
                        <w:pPr>
                          <w:pStyle w:val="TableParagraph"/>
                          <w:spacing w:before="121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Port</w:t>
                        </w:r>
                      </w:p>
                    </w:tc>
                    <w:tc>
                      <w:tcPr>
                        <w:tcW w:w="1000" w:type="dxa"/>
                      </w:tcPr>
                      <w:p w:rsidR="00EA74A4" w:rsidRDefault="00316162">
                        <w:pPr>
                          <w:pStyle w:val="TableParagraph"/>
                          <w:spacing w:before="0" w:line="165" w:lineRule="exact"/>
                          <w:ind w:left="17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93042</w:t>
                        </w:r>
                      </w:p>
                    </w:tc>
                    <w:tc>
                      <w:tcPr>
                        <w:tcW w:w="1637" w:type="dxa"/>
                      </w:tcPr>
                      <w:p w:rsidR="00EA74A4" w:rsidRDefault="00316162">
                        <w:pPr>
                          <w:pStyle w:val="TableParagraph"/>
                          <w:spacing w:before="0" w:line="165" w:lineRule="exact"/>
                          <w:ind w:left="300" w:right="3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1307" w:type="dxa"/>
                      </w:tcPr>
                      <w:p w:rsidR="00EA74A4" w:rsidRDefault="00316162">
                        <w:pPr>
                          <w:pStyle w:val="TableParagraph"/>
                          <w:spacing w:before="0" w:line="165" w:lineRule="exact"/>
                          <w:ind w:left="41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203" w:type="dxa"/>
                      </w:tcPr>
                      <w:p w:rsidR="00EA74A4" w:rsidRDefault="00316162">
                        <w:pPr>
                          <w:pStyle w:val="TableParagraph"/>
                          <w:spacing w:before="22"/>
                          <w:ind w:left="49" w:right="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Rancho Santa Margarita</w:t>
                        </w:r>
                      </w:p>
                    </w:tc>
                    <w:tc>
                      <w:tcPr>
                        <w:tcW w:w="914" w:type="dxa"/>
                      </w:tcPr>
                      <w:p w:rsidR="00EA74A4" w:rsidRDefault="00EA74A4">
                        <w:pPr>
                          <w:pStyle w:val="TableParagraph"/>
                          <w:spacing w:before="11"/>
                          <w:rPr>
                            <w:sz w:val="19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92688</w:t>
                        </w:r>
                      </w:p>
                    </w:tc>
                    <w:tc>
                      <w:tcPr>
                        <w:tcW w:w="1745" w:type="dxa"/>
                      </w:tcPr>
                      <w:p w:rsidR="00EA74A4" w:rsidRDefault="00EA74A4">
                        <w:pPr>
                          <w:pStyle w:val="TableParagraph"/>
                          <w:spacing w:before="11"/>
                          <w:rPr>
                            <w:sz w:val="19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73" w:right="3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57" w:type="dxa"/>
                      </w:tcPr>
                      <w:p w:rsidR="00EA74A4" w:rsidRDefault="00EA74A4">
                        <w:pPr>
                          <w:pStyle w:val="TableParagraph"/>
                          <w:spacing w:before="11"/>
                          <w:rPr>
                            <w:sz w:val="19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501"/>
                    </w:trPr>
                    <w:tc>
                      <w:tcPr>
                        <w:tcW w:w="1181" w:type="dxa"/>
                      </w:tcPr>
                      <w:p w:rsidR="00EA74A4" w:rsidRDefault="00316162">
                        <w:pPr>
                          <w:pStyle w:val="TableParagraph"/>
                          <w:spacing w:before="0" w:line="164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Hueneme</w:t>
                        </w:r>
                      </w:p>
                      <w:p w:rsidR="00EA74A4" w:rsidRDefault="00316162">
                        <w:pPr>
                          <w:pStyle w:val="TableParagraph"/>
                          <w:spacing w:before="121"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Porter Ranch</w:t>
                        </w:r>
                      </w:p>
                    </w:tc>
                    <w:tc>
                      <w:tcPr>
                        <w:tcW w:w="1000" w:type="dxa"/>
                      </w:tcPr>
                      <w:p w:rsidR="00EA74A4" w:rsidRDefault="00316162">
                        <w:pPr>
                          <w:pStyle w:val="TableParagraph"/>
                          <w:spacing w:before="0" w:line="164" w:lineRule="exact"/>
                          <w:ind w:left="17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93043</w:t>
                        </w:r>
                      </w:p>
                      <w:p w:rsidR="00EA74A4" w:rsidRDefault="00316162">
                        <w:pPr>
                          <w:pStyle w:val="TableParagraph"/>
                          <w:spacing w:before="121" w:line="196" w:lineRule="exact"/>
                          <w:ind w:left="17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91326</w:t>
                        </w:r>
                      </w:p>
                    </w:tc>
                    <w:tc>
                      <w:tcPr>
                        <w:tcW w:w="1637" w:type="dxa"/>
                      </w:tcPr>
                      <w:p w:rsidR="00EA74A4" w:rsidRDefault="00316162">
                        <w:pPr>
                          <w:pStyle w:val="TableParagraph"/>
                          <w:spacing w:before="0" w:line="164" w:lineRule="exact"/>
                          <w:ind w:left="300" w:right="3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Ventura</w:t>
                        </w:r>
                      </w:p>
                      <w:p w:rsidR="00EA74A4" w:rsidRDefault="00316162">
                        <w:pPr>
                          <w:pStyle w:val="TableParagraph"/>
                          <w:spacing w:before="121" w:line="196" w:lineRule="exact"/>
                          <w:ind w:left="302" w:right="3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307" w:type="dxa"/>
                      </w:tcPr>
                      <w:p w:rsidR="00EA74A4" w:rsidRDefault="00316162">
                        <w:pPr>
                          <w:pStyle w:val="TableParagraph"/>
                          <w:spacing w:before="0" w:line="164" w:lineRule="exact"/>
                          <w:ind w:left="41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  <w:p w:rsidR="00EA74A4" w:rsidRDefault="00316162">
                        <w:pPr>
                          <w:pStyle w:val="TableParagraph"/>
                          <w:spacing w:before="121" w:line="196" w:lineRule="exact"/>
                          <w:ind w:left="41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203" w:type="dxa"/>
                      </w:tcPr>
                      <w:p w:rsidR="00EA74A4" w:rsidRDefault="00316162">
                        <w:pPr>
                          <w:pStyle w:val="TableParagraph"/>
                          <w:spacing w:before="21"/>
                          <w:ind w:left="49" w:right="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Rancho Sante Fe</w:t>
                        </w:r>
                      </w:p>
                    </w:tc>
                    <w:tc>
                      <w:tcPr>
                        <w:tcW w:w="914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sz w:val="19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92067</w:t>
                        </w:r>
                      </w:p>
                    </w:tc>
                    <w:tc>
                      <w:tcPr>
                        <w:tcW w:w="1745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sz w:val="19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73" w:right="3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57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sz w:val="19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 w:rsidR="00316162">
        <w:rPr>
          <w:color w:val="231F20"/>
        </w:rPr>
        <w:t>Pomona</w:t>
      </w:r>
      <w:r w:rsidR="00316162">
        <w:rPr>
          <w:color w:val="231F20"/>
        </w:rPr>
        <w:tab/>
        <w:t>91767</w:t>
      </w:r>
      <w:r w:rsidR="00316162">
        <w:rPr>
          <w:color w:val="231F20"/>
        </w:rPr>
        <w:tab/>
        <w:t>Los</w:t>
      </w:r>
      <w:r w:rsidR="00316162">
        <w:rPr>
          <w:color w:val="231F20"/>
          <w:spacing w:val="-2"/>
        </w:rPr>
        <w:t xml:space="preserve"> </w:t>
      </w:r>
      <w:r w:rsidR="00316162">
        <w:rPr>
          <w:color w:val="231F20"/>
        </w:rPr>
        <w:t>Angeles</w:t>
      </w:r>
      <w:r w:rsidR="00316162"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716"/>
          <w:tab w:val="left" w:pos="2906"/>
          <w:tab w:val="left" w:pos="4588"/>
        </w:tabs>
        <w:spacing w:before="121"/>
        <w:ind w:left="409"/>
      </w:pPr>
      <w:r>
        <w:rPr>
          <w:color w:val="231F20"/>
        </w:rPr>
        <w:t>Pomona</w:t>
      </w:r>
      <w:r>
        <w:rPr>
          <w:color w:val="231F20"/>
        </w:rPr>
        <w:tab/>
        <w:t>91768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spacing w:before="97"/>
        <w:ind w:left="409"/>
      </w:pPr>
      <w:r>
        <w:br w:type="column"/>
      </w:r>
      <w:r>
        <w:rPr>
          <w:color w:val="231F20"/>
        </w:rPr>
        <w:t>Rancho</w:t>
      </w:r>
    </w:p>
    <w:p w:rsidR="00EA74A4" w:rsidRDefault="00EA74A4">
      <w:pPr>
        <w:sectPr w:rsidR="00EA74A4">
          <w:type w:val="continuous"/>
          <w:pgSz w:w="10140" w:h="12960"/>
          <w:pgMar w:top="180" w:right="0" w:bottom="0" w:left="20" w:header="720" w:footer="720" w:gutter="0"/>
          <w:cols w:num="2" w:space="720" w:equalWidth="0">
            <w:col w:w="4721" w:space="403"/>
            <w:col w:w="4996"/>
          </w:cols>
        </w:sectPr>
      </w:pPr>
    </w:p>
    <w:p w:rsidR="00EA74A4" w:rsidRDefault="00316162">
      <w:pPr>
        <w:pStyle w:val="BodyText"/>
        <w:spacing w:before="134" w:line="219" w:lineRule="exact"/>
      </w:pPr>
      <w:r>
        <w:rPr>
          <w:color w:val="231F20"/>
        </w:rPr>
        <w:lastRenderedPageBreak/>
        <w:t>Rancho Sante</w:t>
      </w:r>
    </w:p>
    <w:p w:rsidR="00EA74A4" w:rsidRDefault="00316162">
      <w:pPr>
        <w:pStyle w:val="BodyText"/>
        <w:tabs>
          <w:tab w:val="left" w:pos="1407"/>
          <w:tab w:val="left" w:pos="2662"/>
          <w:tab w:val="right" w:pos="4367"/>
        </w:tabs>
        <w:spacing w:line="219" w:lineRule="exact"/>
      </w:pPr>
      <w:r>
        <w:rPr>
          <w:color w:val="231F20"/>
        </w:rPr>
        <w:t>Fe</w:t>
      </w:r>
      <w:r>
        <w:rPr>
          <w:color w:val="231F20"/>
        </w:rPr>
        <w:tab/>
        <w:t>92091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407"/>
          <w:tab w:val="left" w:pos="2854"/>
          <w:tab w:val="right" w:pos="4412"/>
        </w:tabs>
        <w:spacing w:before="121"/>
      </w:pPr>
      <w:r>
        <w:rPr>
          <w:color w:val="231F20"/>
        </w:rPr>
        <w:t>Randsburg</w:t>
      </w:r>
      <w:r>
        <w:rPr>
          <w:color w:val="231F20"/>
        </w:rPr>
        <w:tab/>
        <w:t>93554</w:t>
      </w:r>
      <w:r>
        <w:rPr>
          <w:color w:val="231F20"/>
        </w:rPr>
        <w:tab/>
        <w:t>Kern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tabs>
          <w:tab w:val="left" w:pos="1406"/>
          <w:tab w:val="left" w:pos="2781"/>
          <w:tab w:val="right" w:pos="4412"/>
        </w:tabs>
        <w:spacing w:before="118"/>
      </w:pPr>
      <w:r>
        <w:rPr>
          <w:color w:val="231F20"/>
        </w:rPr>
        <w:t>Ravendale</w:t>
      </w:r>
      <w:r>
        <w:rPr>
          <w:color w:val="231F20"/>
        </w:rPr>
        <w:tab/>
        <w:t>96123</w:t>
      </w:r>
      <w:r>
        <w:rPr>
          <w:color w:val="231F20"/>
        </w:rPr>
        <w:tab/>
        <w:t>Lassen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6"/>
          <w:tab w:val="left" w:pos="2360"/>
          <w:tab w:val="right" w:pos="4413"/>
        </w:tabs>
        <w:spacing w:before="122"/>
      </w:pPr>
      <w:r>
        <w:rPr>
          <w:color w:val="231F20"/>
        </w:rPr>
        <w:t>Raymond</w:t>
      </w:r>
      <w:r>
        <w:rPr>
          <w:color w:val="231F20"/>
        </w:rPr>
        <w:tab/>
        <w:t>93653</w:t>
      </w:r>
      <w:r>
        <w:rPr>
          <w:color w:val="231F20"/>
        </w:rPr>
        <w:tab/>
        <w:t>Madera/Mariposa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8"/>
          <w:tab w:val="left" w:pos="2733"/>
          <w:tab w:val="right" w:pos="4413"/>
        </w:tabs>
        <w:spacing w:before="118"/>
      </w:pPr>
      <w:r>
        <w:rPr>
          <w:color w:val="231F20"/>
        </w:rPr>
        <w:t>Red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Bluff</w:t>
      </w:r>
      <w:r>
        <w:rPr>
          <w:color w:val="231F20"/>
        </w:rPr>
        <w:tab/>
        <w:t>96080</w:t>
      </w:r>
      <w:r>
        <w:rPr>
          <w:color w:val="231F20"/>
        </w:rPr>
        <w:tab/>
        <w:t>Tehama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09"/>
          <w:tab w:val="left" w:pos="2660"/>
          <w:tab w:val="right" w:pos="4367"/>
        </w:tabs>
        <w:spacing w:before="121"/>
      </w:pPr>
      <w:r>
        <w:rPr>
          <w:color w:val="231F20"/>
        </w:rPr>
        <w:t>Redcrest</w:t>
      </w:r>
      <w:r>
        <w:rPr>
          <w:color w:val="231F20"/>
        </w:rPr>
        <w:tab/>
        <w:t>95569</w:t>
      </w:r>
      <w:r>
        <w:rPr>
          <w:color w:val="231F20"/>
        </w:rPr>
        <w:tab/>
        <w:t>Humboldt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407"/>
          <w:tab w:val="left" w:pos="2785"/>
          <w:tab w:val="right" w:pos="4412"/>
        </w:tabs>
        <w:spacing w:before="121"/>
      </w:pPr>
      <w:r>
        <w:rPr>
          <w:color w:val="231F20"/>
        </w:rPr>
        <w:t>Redding</w:t>
      </w:r>
      <w:r>
        <w:rPr>
          <w:color w:val="231F20"/>
        </w:rPr>
        <w:tab/>
        <w:t>96001</w:t>
      </w:r>
      <w:r>
        <w:rPr>
          <w:color w:val="231F20"/>
        </w:rPr>
        <w:tab/>
        <w:t>Shasta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07"/>
          <w:tab w:val="left" w:pos="2785"/>
          <w:tab w:val="right" w:pos="4412"/>
        </w:tabs>
        <w:spacing w:before="119"/>
      </w:pPr>
      <w:r>
        <w:rPr>
          <w:color w:val="231F20"/>
        </w:rPr>
        <w:t>Redding</w:t>
      </w:r>
      <w:r>
        <w:rPr>
          <w:color w:val="231F20"/>
        </w:rPr>
        <w:tab/>
        <w:t>96002</w:t>
      </w:r>
      <w:r>
        <w:rPr>
          <w:color w:val="231F20"/>
        </w:rPr>
        <w:tab/>
        <w:t>Shasta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07"/>
          <w:tab w:val="left" w:pos="2785"/>
          <w:tab w:val="right" w:pos="4412"/>
        </w:tabs>
        <w:spacing w:before="121"/>
      </w:pPr>
      <w:r>
        <w:rPr>
          <w:color w:val="231F20"/>
        </w:rPr>
        <w:t>Redding</w:t>
      </w:r>
      <w:r>
        <w:rPr>
          <w:color w:val="231F20"/>
        </w:rPr>
        <w:tab/>
        <w:t>96003</w:t>
      </w:r>
      <w:r>
        <w:rPr>
          <w:color w:val="231F20"/>
        </w:rPr>
        <w:tab/>
        <w:t>Shasta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10"/>
          <w:tab w:val="left" w:pos="2663"/>
          <w:tab w:val="right" w:pos="4414"/>
        </w:tabs>
        <w:spacing w:before="134"/>
      </w:pPr>
      <w:r>
        <w:br w:type="column"/>
      </w:r>
      <w:r>
        <w:rPr>
          <w:color w:val="231F20"/>
        </w:rPr>
        <w:t>Riverbank</w:t>
      </w:r>
      <w:r>
        <w:rPr>
          <w:color w:val="231F20"/>
        </w:rPr>
        <w:tab/>
        <w:t>95367</w:t>
      </w:r>
      <w:r>
        <w:rPr>
          <w:color w:val="231F20"/>
        </w:rPr>
        <w:tab/>
        <w:t>Stanislaus</w:t>
      </w:r>
      <w:r>
        <w:rPr>
          <w:color w:val="231F20"/>
        </w:rPr>
        <w:tab/>
        <w:t>12</w:t>
      </w:r>
    </w:p>
    <w:p w:rsidR="00EA74A4" w:rsidRDefault="00EA74A4">
      <w:pPr>
        <w:pStyle w:val="BodyText"/>
        <w:spacing w:before="8"/>
        <w:ind w:left="0"/>
        <w:rPr>
          <w:sz w:val="12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"/>
        <w:gridCol w:w="1113"/>
        <w:gridCol w:w="1656"/>
        <w:gridCol w:w="599"/>
      </w:tblGrid>
      <w:tr w:rsidR="00EA74A4">
        <w:trPr>
          <w:trHeight w:val="260"/>
        </w:trPr>
        <w:tc>
          <w:tcPr>
            <w:tcW w:w="1046" w:type="dxa"/>
          </w:tcPr>
          <w:p w:rsidR="00EA74A4" w:rsidRDefault="00316162">
            <w:pPr>
              <w:pStyle w:val="TableParagraph"/>
              <w:spacing w:before="0" w:line="183" w:lineRule="exact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Riverdale</w:t>
            </w:r>
          </w:p>
        </w:tc>
        <w:tc>
          <w:tcPr>
            <w:tcW w:w="1113" w:type="dxa"/>
          </w:tcPr>
          <w:p w:rsidR="00EA74A4" w:rsidRDefault="00316162">
            <w:pPr>
              <w:pStyle w:val="TableParagraph"/>
              <w:spacing w:before="0" w:line="183" w:lineRule="exact"/>
              <w:ind w:left="314"/>
              <w:rPr>
                <w:sz w:val="18"/>
              </w:rPr>
            </w:pPr>
            <w:r>
              <w:rPr>
                <w:color w:val="231F20"/>
                <w:sz w:val="18"/>
              </w:rPr>
              <w:t>93656</w:t>
            </w:r>
          </w:p>
        </w:tc>
        <w:tc>
          <w:tcPr>
            <w:tcW w:w="1656" w:type="dxa"/>
          </w:tcPr>
          <w:p w:rsidR="00EA74A4" w:rsidRDefault="00316162">
            <w:pPr>
              <w:pStyle w:val="TableParagraph"/>
              <w:spacing w:before="0" w:line="183" w:lineRule="exact"/>
              <w:ind w:left="323" w:right="34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Fresno/Kings</w:t>
            </w:r>
          </w:p>
        </w:tc>
        <w:tc>
          <w:tcPr>
            <w:tcW w:w="599" w:type="dxa"/>
          </w:tcPr>
          <w:p w:rsidR="00EA74A4" w:rsidRDefault="00316162">
            <w:pPr>
              <w:pStyle w:val="TableParagraph"/>
              <w:spacing w:before="0" w:line="183" w:lineRule="exact"/>
              <w:ind w:right="47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</w:tr>
      <w:tr w:rsidR="00EA74A4">
        <w:trPr>
          <w:trHeight w:val="339"/>
        </w:trPr>
        <w:tc>
          <w:tcPr>
            <w:tcW w:w="1046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1113" w:type="dxa"/>
          </w:tcPr>
          <w:p w:rsidR="00EA74A4" w:rsidRDefault="00316162">
            <w:pPr>
              <w:pStyle w:val="TableParagraph"/>
              <w:ind w:left="314"/>
              <w:rPr>
                <w:sz w:val="18"/>
              </w:rPr>
            </w:pPr>
            <w:r>
              <w:rPr>
                <w:color w:val="231F20"/>
                <w:sz w:val="18"/>
              </w:rPr>
              <w:t>92501</w:t>
            </w:r>
          </w:p>
        </w:tc>
        <w:tc>
          <w:tcPr>
            <w:tcW w:w="1656" w:type="dxa"/>
          </w:tcPr>
          <w:p w:rsidR="00EA74A4" w:rsidRDefault="00316162">
            <w:pPr>
              <w:pStyle w:val="TableParagraph"/>
              <w:ind w:left="323" w:right="34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599" w:type="dxa"/>
          </w:tcPr>
          <w:p w:rsidR="00EA74A4" w:rsidRDefault="00316162">
            <w:pPr>
              <w:pStyle w:val="TableParagraph"/>
              <w:ind w:right="4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</w:tr>
      <w:tr w:rsidR="00EA74A4">
        <w:trPr>
          <w:trHeight w:val="339"/>
        </w:trPr>
        <w:tc>
          <w:tcPr>
            <w:tcW w:w="1046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1113" w:type="dxa"/>
          </w:tcPr>
          <w:p w:rsidR="00EA74A4" w:rsidRDefault="00316162">
            <w:pPr>
              <w:pStyle w:val="TableParagraph"/>
              <w:spacing w:before="43"/>
              <w:ind w:left="314"/>
              <w:rPr>
                <w:sz w:val="18"/>
              </w:rPr>
            </w:pPr>
            <w:r>
              <w:rPr>
                <w:color w:val="231F20"/>
                <w:sz w:val="18"/>
              </w:rPr>
              <w:t>92503</w:t>
            </w:r>
          </w:p>
        </w:tc>
        <w:tc>
          <w:tcPr>
            <w:tcW w:w="1656" w:type="dxa"/>
          </w:tcPr>
          <w:p w:rsidR="00EA74A4" w:rsidRDefault="00316162">
            <w:pPr>
              <w:pStyle w:val="TableParagraph"/>
              <w:spacing w:before="43"/>
              <w:ind w:left="323" w:right="34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599" w:type="dxa"/>
          </w:tcPr>
          <w:p w:rsidR="00EA74A4" w:rsidRDefault="00316162">
            <w:pPr>
              <w:pStyle w:val="TableParagraph"/>
              <w:spacing w:before="43"/>
              <w:ind w:right="4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</w:tr>
      <w:tr w:rsidR="00EA74A4">
        <w:trPr>
          <w:trHeight w:val="339"/>
        </w:trPr>
        <w:tc>
          <w:tcPr>
            <w:tcW w:w="1046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1113" w:type="dxa"/>
          </w:tcPr>
          <w:p w:rsidR="00EA74A4" w:rsidRDefault="00316162">
            <w:pPr>
              <w:pStyle w:val="TableParagraph"/>
              <w:ind w:left="314"/>
              <w:rPr>
                <w:sz w:val="18"/>
              </w:rPr>
            </w:pPr>
            <w:r>
              <w:rPr>
                <w:color w:val="231F20"/>
                <w:sz w:val="18"/>
              </w:rPr>
              <w:t>92504</w:t>
            </w:r>
          </w:p>
        </w:tc>
        <w:tc>
          <w:tcPr>
            <w:tcW w:w="1656" w:type="dxa"/>
          </w:tcPr>
          <w:p w:rsidR="00EA74A4" w:rsidRDefault="00316162">
            <w:pPr>
              <w:pStyle w:val="TableParagraph"/>
              <w:ind w:left="323" w:right="34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599" w:type="dxa"/>
          </w:tcPr>
          <w:p w:rsidR="00EA74A4" w:rsidRDefault="00316162">
            <w:pPr>
              <w:pStyle w:val="TableParagraph"/>
              <w:ind w:right="4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</w:tr>
      <w:tr w:rsidR="00EA74A4">
        <w:trPr>
          <w:trHeight w:val="339"/>
        </w:trPr>
        <w:tc>
          <w:tcPr>
            <w:tcW w:w="1046" w:type="dxa"/>
          </w:tcPr>
          <w:p w:rsidR="00EA74A4" w:rsidRDefault="00316162">
            <w:pPr>
              <w:pStyle w:val="TableParagraph"/>
              <w:spacing w:before="43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1113" w:type="dxa"/>
          </w:tcPr>
          <w:p w:rsidR="00EA74A4" w:rsidRDefault="00316162">
            <w:pPr>
              <w:pStyle w:val="TableParagraph"/>
              <w:spacing w:before="43"/>
              <w:ind w:left="314"/>
              <w:rPr>
                <w:sz w:val="18"/>
              </w:rPr>
            </w:pPr>
            <w:r>
              <w:rPr>
                <w:color w:val="231F20"/>
                <w:sz w:val="18"/>
              </w:rPr>
              <w:t>92505</w:t>
            </w:r>
          </w:p>
        </w:tc>
        <w:tc>
          <w:tcPr>
            <w:tcW w:w="1656" w:type="dxa"/>
          </w:tcPr>
          <w:p w:rsidR="00EA74A4" w:rsidRDefault="00316162">
            <w:pPr>
              <w:pStyle w:val="TableParagraph"/>
              <w:spacing w:before="43"/>
              <w:ind w:left="323" w:right="34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599" w:type="dxa"/>
          </w:tcPr>
          <w:p w:rsidR="00EA74A4" w:rsidRDefault="00316162">
            <w:pPr>
              <w:pStyle w:val="TableParagraph"/>
              <w:spacing w:before="43"/>
              <w:ind w:right="4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</w:tr>
      <w:tr w:rsidR="00EA74A4">
        <w:trPr>
          <w:trHeight w:val="340"/>
        </w:trPr>
        <w:tc>
          <w:tcPr>
            <w:tcW w:w="1046" w:type="dxa"/>
          </w:tcPr>
          <w:p w:rsidR="00EA74A4" w:rsidRDefault="00316162">
            <w:pPr>
              <w:pStyle w:val="TableParagraph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1113" w:type="dxa"/>
          </w:tcPr>
          <w:p w:rsidR="00EA74A4" w:rsidRDefault="00316162">
            <w:pPr>
              <w:pStyle w:val="TableParagraph"/>
              <w:ind w:left="314"/>
              <w:rPr>
                <w:sz w:val="18"/>
              </w:rPr>
            </w:pPr>
            <w:r>
              <w:rPr>
                <w:color w:val="231F20"/>
                <w:sz w:val="18"/>
              </w:rPr>
              <w:t>92506</w:t>
            </w:r>
          </w:p>
        </w:tc>
        <w:tc>
          <w:tcPr>
            <w:tcW w:w="1656" w:type="dxa"/>
          </w:tcPr>
          <w:p w:rsidR="00EA74A4" w:rsidRDefault="00316162">
            <w:pPr>
              <w:pStyle w:val="TableParagraph"/>
              <w:ind w:left="323" w:right="34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599" w:type="dxa"/>
          </w:tcPr>
          <w:p w:rsidR="00EA74A4" w:rsidRDefault="00316162">
            <w:pPr>
              <w:pStyle w:val="TableParagraph"/>
              <w:ind w:right="4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</w:tr>
      <w:tr w:rsidR="00EA74A4">
        <w:trPr>
          <w:trHeight w:val="260"/>
        </w:trPr>
        <w:tc>
          <w:tcPr>
            <w:tcW w:w="1046" w:type="dxa"/>
          </w:tcPr>
          <w:p w:rsidR="00EA74A4" w:rsidRDefault="00316162">
            <w:pPr>
              <w:pStyle w:val="TableParagraph"/>
              <w:spacing w:line="196" w:lineRule="exact"/>
              <w:ind w:left="50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1113" w:type="dxa"/>
          </w:tcPr>
          <w:p w:rsidR="00EA74A4" w:rsidRDefault="00316162">
            <w:pPr>
              <w:pStyle w:val="TableParagraph"/>
              <w:spacing w:line="196" w:lineRule="exact"/>
              <w:ind w:left="314"/>
              <w:rPr>
                <w:sz w:val="18"/>
              </w:rPr>
            </w:pPr>
            <w:r>
              <w:rPr>
                <w:color w:val="231F20"/>
                <w:sz w:val="18"/>
              </w:rPr>
              <w:t>92507</w:t>
            </w:r>
          </w:p>
        </w:tc>
        <w:tc>
          <w:tcPr>
            <w:tcW w:w="1656" w:type="dxa"/>
          </w:tcPr>
          <w:p w:rsidR="00EA74A4" w:rsidRDefault="00316162">
            <w:pPr>
              <w:pStyle w:val="TableParagraph"/>
              <w:spacing w:line="196" w:lineRule="exact"/>
              <w:ind w:left="323" w:right="34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Riverside</w:t>
            </w:r>
          </w:p>
        </w:tc>
        <w:tc>
          <w:tcPr>
            <w:tcW w:w="599" w:type="dxa"/>
          </w:tcPr>
          <w:p w:rsidR="00EA74A4" w:rsidRDefault="00316162">
            <w:pPr>
              <w:pStyle w:val="TableParagraph"/>
              <w:spacing w:line="196" w:lineRule="exact"/>
              <w:ind w:right="4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</w:tr>
    </w:tbl>
    <w:p w:rsidR="00EA74A4" w:rsidRDefault="00316162">
      <w:pPr>
        <w:pStyle w:val="BodyText"/>
        <w:tabs>
          <w:tab w:val="left" w:pos="1410"/>
          <w:tab w:val="left" w:pos="2691"/>
          <w:tab w:val="left" w:pos="4233"/>
        </w:tabs>
        <w:spacing w:before="122"/>
      </w:pPr>
      <w:r>
        <w:rPr>
          <w:color w:val="231F20"/>
        </w:rPr>
        <w:t>Riverside</w:t>
      </w:r>
      <w:r>
        <w:rPr>
          <w:color w:val="231F20"/>
        </w:rPr>
        <w:tab/>
        <w:t>92508</w:t>
      </w:r>
      <w:r>
        <w:rPr>
          <w:color w:val="231F20"/>
        </w:rPr>
        <w:tab/>
        <w:t>Riverside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spacing w:before="121"/>
        <w:ind w:left="2526"/>
      </w:pPr>
      <w:r>
        <w:rPr>
          <w:color w:val="231F20"/>
        </w:rPr>
        <w:t>Riverside/San</w:t>
      </w:r>
    </w:p>
    <w:p w:rsidR="00EA74A4" w:rsidRDefault="00EA74A4">
      <w:pPr>
        <w:sectPr w:rsidR="00EA74A4">
          <w:pgSz w:w="10140" w:h="12960"/>
          <w:pgMar w:top="220" w:right="0" w:bottom="0" w:left="20" w:header="20" w:footer="0" w:gutter="0"/>
          <w:cols w:num="2" w:space="720" w:equalWidth="0">
            <w:col w:w="4454" w:space="670"/>
            <w:col w:w="4996"/>
          </w:cols>
        </w:sectPr>
      </w:pPr>
    </w:p>
    <w:p w:rsidR="00EA74A4" w:rsidRDefault="00316162">
      <w:pPr>
        <w:pStyle w:val="BodyText"/>
        <w:spacing w:line="218" w:lineRule="exact"/>
        <w:ind w:left="0"/>
        <w:jc w:val="right"/>
      </w:pPr>
      <w:r>
        <w:rPr>
          <w:color w:val="231F20"/>
        </w:rPr>
        <w:t>Riverside/San</w:t>
      </w:r>
    </w:p>
    <w:p w:rsidR="00EA74A4" w:rsidRDefault="00316162">
      <w:pPr>
        <w:pStyle w:val="BodyText"/>
        <w:tabs>
          <w:tab w:val="right" w:pos="3424"/>
        </w:tabs>
        <w:spacing w:line="218" w:lineRule="exact"/>
        <w:ind w:left="1658"/>
      </w:pPr>
      <w:r>
        <w:br w:type="column"/>
      </w:r>
      <w:r>
        <w:rPr>
          <w:color w:val="231F20"/>
        </w:rPr>
        <w:t>Riverside</w:t>
      </w:r>
      <w:r>
        <w:rPr>
          <w:color w:val="231F20"/>
        </w:rPr>
        <w:tab/>
        <w:t>92509</w:t>
      </w:r>
    </w:p>
    <w:p w:rsidR="00EA74A4" w:rsidRDefault="00316162">
      <w:pPr>
        <w:pStyle w:val="BodyText"/>
        <w:tabs>
          <w:tab w:val="right" w:pos="2508"/>
        </w:tabs>
        <w:spacing w:line="218" w:lineRule="exact"/>
        <w:ind w:left="711"/>
      </w:pPr>
      <w:r>
        <w:br w:type="column"/>
      </w:r>
      <w:r>
        <w:rPr>
          <w:color w:val="231F20"/>
        </w:rPr>
        <w:t>Bernardino</w:t>
      </w:r>
      <w:r>
        <w:rPr>
          <w:color w:val="231F20"/>
        </w:rPr>
        <w:tab/>
        <w:t>10</w:t>
      </w:r>
    </w:p>
    <w:p w:rsidR="00EA74A4" w:rsidRDefault="00EA74A4">
      <w:pPr>
        <w:spacing w:line="218" w:lineRule="exact"/>
        <w:sectPr w:rsidR="00EA74A4">
          <w:type w:val="continuous"/>
          <w:pgSz w:w="10140" w:h="12960"/>
          <w:pgMar w:top="180" w:right="0" w:bottom="0" w:left="20" w:header="720" w:footer="720" w:gutter="0"/>
          <w:cols w:num="3" w:space="720" w:equalWidth="0">
            <w:col w:w="3526" w:space="40"/>
            <w:col w:w="3425" w:space="39"/>
            <w:col w:w="3090"/>
          </w:cols>
        </w:sectPr>
      </w:pPr>
    </w:p>
    <w:p w:rsidR="00EA74A4" w:rsidRDefault="00316162">
      <w:pPr>
        <w:pStyle w:val="BodyText"/>
        <w:tabs>
          <w:tab w:val="right" w:pos="1864"/>
        </w:tabs>
        <w:spacing w:before="1"/>
      </w:pPr>
      <w:r>
        <w:rPr>
          <w:color w:val="231F20"/>
        </w:rPr>
        <w:t>Redlands</w:t>
      </w:r>
      <w:r>
        <w:rPr>
          <w:color w:val="231F20"/>
        </w:rPr>
        <w:tab/>
        <w:t>92373</w:t>
      </w:r>
    </w:p>
    <w:p w:rsidR="00EA74A4" w:rsidRDefault="00316162">
      <w:pPr>
        <w:pStyle w:val="BodyText"/>
        <w:tabs>
          <w:tab w:val="right" w:pos="1895"/>
        </w:tabs>
        <w:spacing w:before="1"/>
      </w:pPr>
      <w:r>
        <w:br w:type="column"/>
      </w:r>
      <w:r>
        <w:rPr>
          <w:color w:val="231F20"/>
        </w:rPr>
        <w:t>Bernardino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10"/>
          <w:tab w:val="left" w:pos="2691"/>
          <w:tab w:val="right" w:pos="4415"/>
        </w:tabs>
        <w:spacing w:before="121"/>
      </w:pPr>
      <w:r>
        <w:br w:type="column"/>
      </w:r>
      <w:r>
        <w:rPr>
          <w:color w:val="231F20"/>
        </w:rPr>
        <w:t>Riverside</w:t>
      </w:r>
      <w:r>
        <w:rPr>
          <w:color w:val="231F20"/>
        </w:rPr>
        <w:tab/>
        <w:t>92521</w:t>
      </w:r>
      <w:r>
        <w:rPr>
          <w:color w:val="231F20"/>
        </w:rPr>
        <w:tab/>
        <w:t>Riverside</w:t>
      </w:r>
      <w:r>
        <w:rPr>
          <w:color w:val="231F20"/>
        </w:rPr>
        <w:tab/>
        <w:t>10</w:t>
      </w:r>
    </w:p>
    <w:p w:rsidR="00EA74A4" w:rsidRDefault="00EA74A4">
      <w:pPr>
        <w:sectPr w:rsidR="00EA74A4">
          <w:type w:val="continuous"/>
          <w:pgSz w:w="10140" w:h="12960"/>
          <w:pgMar w:top="180" w:right="0" w:bottom="0" w:left="20" w:header="720" w:footer="720" w:gutter="0"/>
          <w:cols w:num="3" w:space="720" w:equalWidth="0">
            <w:col w:w="1905" w:space="613"/>
            <w:col w:w="1936" w:space="670"/>
            <w:col w:w="4996"/>
          </w:cols>
        </w:sectPr>
      </w:pPr>
    </w:p>
    <w:p w:rsidR="00EA74A4" w:rsidRDefault="00316162">
      <w:pPr>
        <w:pStyle w:val="BodyText"/>
        <w:tabs>
          <w:tab w:val="left" w:pos="1407"/>
          <w:tab w:val="left" w:pos="2463"/>
          <w:tab w:val="right" w:pos="4412"/>
        </w:tabs>
        <w:spacing w:line="218" w:lineRule="exact"/>
      </w:pPr>
      <w:r>
        <w:rPr>
          <w:color w:val="231F20"/>
        </w:rPr>
        <w:t>Redlands</w:t>
      </w:r>
      <w:r>
        <w:rPr>
          <w:color w:val="231F20"/>
        </w:rPr>
        <w:tab/>
        <w:t>92374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spacing w:before="121" w:line="219" w:lineRule="exact"/>
      </w:pPr>
      <w:r>
        <w:rPr>
          <w:color w:val="231F20"/>
        </w:rPr>
        <w:t>Redondo</w:t>
      </w:r>
    </w:p>
    <w:p w:rsidR="00EA74A4" w:rsidRDefault="00316162">
      <w:pPr>
        <w:pStyle w:val="BodyText"/>
        <w:tabs>
          <w:tab w:val="left" w:pos="1406"/>
          <w:tab w:val="left" w:pos="2596"/>
          <w:tab w:val="left" w:pos="4275"/>
        </w:tabs>
        <w:spacing w:line="219" w:lineRule="exact"/>
      </w:pPr>
      <w:r>
        <w:rPr>
          <w:color w:val="231F20"/>
        </w:rPr>
        <w:t>Beach</w:t>
      </w:r>
      <w:r>
        <w:rPr>
          <w:color w:val="231F20"/>
        </w:rPr>
        <w:tab/>
        <w:t>90277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spacing w:before="121"/>
      </w:pPr>
      <w:r>
        <w:rPr>
          <w:color w:val="231F20"/>
        </w:rPr>
        <w:t>Redondo</w:t>
      </w:r>
    </w:p>
    <w:p w:rsidR="00EA74A4" w:rsidRDefault="00316162">
      <w:pPr>
        <w:pStyle w:val="BodyText"/>
        <w:tabs>
          <w:tab w:val="left" w:pos="1406"/>
          <w:tab w:val="left" w:pos="2596"/>
          <w:tab w:val="left" w:pos="4275"/>
        </w:tabs>
        <w:spacing w:before="1"/>
      </w:pPr>
      <w:r>
        <w:rPr>
          <w:color w:val="231F20"/>
        </w:rPr>
        <w:t>Beach</w:t>
      </w:r>
      <w:r>
        <w:rPr>
          <w:color w:val="231F20"/>
        </w:rPr>
        <w:tab/>
        <w:t>90278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408"/>
          <w:tab w:val="left" w:pos="2659"/>
          <w:tab w:val="left" w:pos="4276"/>
        </w:tabs>
        <w:spacing w:before="119"/>
      </w:pPr>
      <w:r>
        <w:rPr>
          <w:color w:val="231F20"/>
        </w:rPr>
        <w:t>Redway</w:t>
      </w:r>
      <w:r>
        <w:rPr>
          <w:color w:val="231F20"/>
        </w:rPr>
        <w:tab/>
        <w:t>95560</w:t>
      </w:r>
      <w:r>
        <w:rPr>
          <w:color w:val="231F20"/>
        </w:rPr>
        <w:tab/>
        <w:t>Humboldt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407"/>
          <w:tab w:val="left" w:pos="2631"/>
          <w:tab w:val="left" w:pos="4275"/>
        </w:tabs>
        <w:spacing w:before="121"/>
      </w:pPr>
      <w:r>
        <w:rPr>
          <w:color w:val="231F20"/>
        </w:rPr>
        <w:t>Redwood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City</w:t>
      </w:r>
      <w:r>
        <w:rPr>
          <w:color w:val="231F20"/>
        </w:rPr>
        <w:tab/>
        <w:t>94061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Mateo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7"/>
          <w:tab w:val="left" w:pos="2631"/>
          <w:tab w:val="left" w:pos="4275"/>
        </w:tabs>
        <w:spacing w:before="118"/>
      </w:pPr>
      <w:r>
        <w:rPr>
          <w:color w:val="231F20"/>
        </w:rPr>
        <w:t>Redwood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City</w:t>
      </w:r>
      <w:r>
        <w:rPr>
          <w:color w:val="231F20"/>
        </w:rPr>
        <w:tab/>
        <w:t>94062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Mateo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7"/>
          <w:tab w:val="left" w:pos="2631"/>
          <w:tab w:val="left" w:pos="4275"/>
        </w:tabs>
        <w:spacing w:before="121"/>
      </w:pPr>
      <w:r>
        <w:rPr>
          <w:color w:val="231F20"/>
        </w:rPr>
        <w:t>Redwood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City</w:t>
      </w:r>
      <w:r>
        <w:rPr>
          <w:color w:val="231F20"/>
        </w:rPr>
        <w:tab/>
        <w:t>94063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Mateo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7"/>
          <w:tab w:val="left" w:pos="2631"/>
          <w:tab w:val="left" w:pos="4275"/>
        </w:tabs>
        <w:spacing w:before="119"/>
      </w:pPr>
      <w:r>
        <w:rPr>
          <w:color w:val="231F20"/>
        </w:rPr>
        <w:t>Redwood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City</w:t>
      </w:r>
      <w:r>
        <w:rPr>
          <w:color w:val="231F20"/>
        </w:rPr>
        <w:tab/>
        <w:t>94065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Mateo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spacing w:before="121" w:line="219" w:lineRule="exact"/>
      </w:pPr>
      <w:r>
        <w:rPr>
          <w:color w:val="231F20"/>
        </w:rPr>
        <w:t>Redwood</w:t>
      </w:r>
    </w:p>
    <w:p w:rsidR="00EA74A4" w:rsidRDefault="00316162">
      <w:pPr>
        <w:pStyle w:val="BodyText"/>
        <w:tabs>
          <w:tab w:val="left" w:pos="1408"/>
          <w:tab w:val="left" w:pos="2607"/>
          <w:tab w:val="left" w:pos="4275"/>
        </w:tabs>
        <w:spacing w:line="219" w:lineRule="exact"/>
      </w:pPr>
      <w:r>
        <w:rPr>
          <w:color w:val="231F20"/>
        </w:rPr>
        <w:t>Valley</w:t>
      </w:r>
      <w:r>
        <w:rPr>
          <w:color w:val="231F20"/>
        </w:rPr>
        <w:tab/>
        <w:t>95470</w:t>
      </w:r>
      <w:r>
        <w:rPr>
          <w:color w:val="231F20"/>
        </w:rPr>
        <w:tab/>
        <w:t>Mendocino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408"/>
          <w:tab w:val="left" w:pos="2511"/>
          <w:tab w:val="left" w:pos="4229"/>
        </w:tabs>
        <w:spacing w:before="121"/>
      </w:pPr>
      <w:r>
        <w:rPr>
          <w:color w:val="231F20"/>
        </w:rPr>
        <w:t>Reedley</w:t>
      </w:r>
      <w:r>
        <w:rPr>
          <w:color w:val="231F20"/>
        </w:rPr>
        <w:tab/>
        <w:t>93654</w:t>
      </w:r>
      <w:r>
        <w:rPr>
          <w:color w:val="231F20"/>
        </w:rPr>
        <w:tab/>
        <w:t>Fresno/Tulare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8"/>
          <w:tab w:val="left" w:pos="2668"/>
          <w:tab w:val="left" w:pos="4230"/>
        </w:tabs>
        <w:spacing w:before="119"/>
      </w:pPr>
      <w:r>
        <w:rPr>
          <w:color w:val="231F20"/>
        </w:rPr>
        <w:t>Rescue</w:t>
      </w:r>
      <w:r>
        <w:rPr>
          <w:color w:val="231F20"/>
        </w:rPr>
        <w:tab/>
        <w:t>95672</w:t>
      </w:r>
      <w:r>
        <w:rPr>
          <w:color w:val="231F20"/>
        </w:rPr>
        <w:tab/>
        <w:t>El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Dorado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07"/>
          <w:tab w:val="left" w:pos="2463"/>
          <w:tab w:val="left" w:pos="4230"/>
        </w:tabs>
        <w:spacing w:before="121"/>
      </w:pPr>
      <w:r>
        <w:rPr>
          <w:color w:val="231F20"/>
        </w:rPr>
        <w:t>Rialto</w:t>
      </w:r>
      <w:r>
        <w:rPr>
          <w:color w:val="231F20"/>
        </w:rPr>
        <w:tab/>
        <w:t>92376</w:t>
      </w:r>
      <w:r>
        <w:rPr>
          <w:color w:val="231F20"/>
        </w:rPr>
        <w:tab/>
        <w:t>San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07"/>
          <w:tab w:val="left" w:pos="2463"/>
          <w:tab w:val="left" w:pos="4230"/>
        </w:tabs>
        <w:spacing w:before="121"/>
      </w:pPr>
      <w:r>
        <w:rPr>
          <w:color w:val="231F20"/>
        </w:rPr>
        <w:t>Rialto</w:t>
      </w:r>
      <w:r>
        <w:rPr>
          <w:color w:val="231F20"/>
        </w:rPr>
        <w:tab/>
        <w:t>92377</w:t>
      </w:r>
      <w:r>
        <w:rPr>
          <w:color w:val="231F20"/>
        </w:rPr>
        <w:tab/>
        <w:t>San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07"/>
          <w:tab w:val="left" w:pos="2554"/>
          <w:tab w:val="left" w:pos="4277"/>
        </w:tabs>
        <w:spacing w:before="119"/>
      </w:pPr>
      <w:r>
        <w:rPr>
          <w:color w:val="231F20"/>
        </w:rPr>
        <w:t>Richmond</w:t>
      </w:r>
      <w:r>
        <w:rPr>
          <w:color w:val="231F20"/>
        </w:rPr>
        <w:tab/>
        <w:t>94801</w:t>
      </w:r>
      <w:r>
        <w:rPr>
          <w:color w:val="231F20"/>
        </w:rPr>
        <w:tab/>
        <w:t>Contra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7"/>
          <w:tab w:val="left" w:pos="2554"/>
          <w:tab w:val="left" w:pos="4277"/>
        </w:tabs>
        <w:spacing w:before="121"/>
      </w:pPr>
      <w:r>
        <w:rPr>
          <w:color w:val="231F20"/>
        </w:rPr>
        <w:t>Richmond</w:t>
      </w:r>
      <w:r>
        <w:rPr>
          <w:color w:val="231F20"/>
        </w:rPr>
        <w:tab/>
        <w:t>94804</w:t>
      </w:r>
      <w:r>
        <w:rPr>
          <w:color w:val="231F20"/>
        </w:rPr>
        <w:tab/>
        <w:t>Contra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3</w:t>
      </w:r>
    </w:p>
    <w:p w:rsidR="00EA74A4" w:rsidRDefault="00AA3220">
      <w:pPr>
        <w:pStyle w:val="BodyText"/>
        <w:tabs>
          <w:tab w:val="left" w:pos="1407"/>
          <w:tab w:val="left" w:pos="2554"/>
          <w:tab w:val="left" w:pos="4277"/>
        </w:tabs>
        <w:spacing w:before="118"/>
      </w:pPr>
      <w:r>
        <w:pict>
          <v:shape id="_x0000_s1036" type="#_x0000_t202" style="position:absolute;left:0;text-align:left;margin-left:6pt;margin-top:14pt;width:474.45pt;height:132.7pt;z-index:1192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37"/>
                    <w:gridCol w:w="949"/>
                    <w:gridCol w:w="1901"/>
                    <w:gridCol w:w="832"/>
                    <w:gridCol w:w="1498"/>
                    <w:gridCol w:w="1034"/>
                    <w:gridCol w:w="1621"/>
                    <w:gridCol w:w="619"/>
                  </w:tblGrid>
                  <w:tr w:rsidR="00EA74A4">
                    <w:trPr>
                      <w:trHeight w:val="218"/>
                    </w:trPr>
                    <w:tc>
                      <w:tcPr>
                        <w:tcW w:w="4719" w:type="dxa"/>
                        <w:gridSpan w:val="4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98" w:type="dxa"/>
                      </w:tcPr>
                      <w:p w:rsidR="00EA74A4" w:rsidRDefault="00316162">
                        <w:pPr>
                          <w:pStyle w:val="TableParagraph"/>
                          <w:spacing w:before="0" w:line="198" w:lineRule="exact"/>
                          <w:ind w:left="40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1F20"/>
                          </w:rPr>
                          <w:t>S</w:t>
                        </w:r>
                      </w:p>
                    </w:tc>
                    <w:tc>
                      <w:tcPr>
                        <w:tcW w:w="3274" w:type="dxa"/>
                        <w:gridSpan w:val="3"/>
                        <w:vMerge w:val="restart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EA74A4">
                    <w:trPr>
                      <w:trHeight w:val="450"/>
                    </w:trPr>
                    <w:tc>
                      <w:tcPr>
                        <w:tcW w:w="1037" w:type="dxa"/>
                      </w:tcPr>
                      <w:p w:rsidR="00EA74A4" w:rsidRDefault="00EA74A4">
                        <w:pPr>
                          <w:pStyle w:val="TableParagraph"/>
                          <w:spacing w:before="8"/>
                          <w:rPr>
                            <w:sz w:val="14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Ridgecrest</w:t>
                        </w:r>
                      </w:p>
                    </w:tc>
                    <w:tc>
                      <w:tcPr>
                        <w:tcW w:w="949" w:type="dxa"/>
                      </w:tcPr>
                      <w:p w:rsidR="00EA74A4" w:rsidRDefault="00EA74A4">
                        <w:pPr>
                          <w:pStyle w:val="TableParagraph"/>
                          <w:spacing w:before="8"/>
                          <w:rPr>
                            <w:sz w:val="14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49" w:right="19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93555</w:t>
                        </w:r>
                      </w:p>
                    </w:tc>
                    <w:tc>
                      <w:tcPr>
                        <w:tcW w:w="1901" w:type="dxa"/>
                      </w:tcPr>
                      <w:p w:rsidR="00EA74A4" w:rsidRDefault="00316162">
                        <w:pPr>
                          <w:pStyle w:val="TableParagraph"/>
                          <w:spacing w:before="0" w:line="180" w:lineRule="exact"/>
                          <w:ind w:left="199" w:right="2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Inyo/Kern/San</w:t>
                        </w:r>
                      </w:p>
                      <w:p w:rsidR="00EA74A4" w:rsidRDefault="00316162">
                        <w:pPr>
                          <w:pStyle w:val="TableParagraph"/>
                          <w:spacing w:before="0" w:line="219" w:lineRule="exact"/>
                          <w:ind w:left="199" w:right="2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Bernardino</w:t>
                        </w:r>
                      </w:p>
                    </w:tc>
                    <w:tc>
                      <w:tcPr>
                        <w:tcW w:w="832" w:type="dxa"/>
                      </w:tcPr>
                      <w:p w:rsidR="00EA74A4" w:rsidRDefault="00EA74A4">
                        <w:pPr>
                          <w:pStyle w:val="TableParagraph"/>
                          <w:spacing w:before="8"/>
                          <w:rPr>
                            <w:sz w:val="14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1498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274" w:type="dxa"/>
                        <w:gridSpan w:val="3"/>
                        <w:vMerge/>
                        <w:tcBorders>
                          <w:top w:val="nil"/>
                        </w:tcBorders>
                      </w:tcPr>
                      <w:p w:rsidR="00EA74A4" w:rsidRDefault="00EA74A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037" w:type="dxa"/>
                      </w:tcPr>
                      <w:p w:rsidR="00EA74A4" w:rsidRDefault="00316162">
                        <w:pPr>
                          <w:pStyle w:val="TableParagraph"/>
                          <w:spacing w:before="6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Rimforest</w:t>
                        </w:r>
                      </w:p>
                    </w:tc>
                    <w:tc>
                      <w:tcPr>
                        <w:tcW w:w="949" w:type="dxa"/>
                      </w:tcPr>
                      <w:p w:rsidR="00EA74A4" w:rsidRDefault="00316162">
                        <w:pPr>
                          <w:pStyle w:val="TableParagraph"/>
                          <w:spacing w:before="69"/>
                          <w:ind w:left="249" w:right="19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92378</w:t>
                        </w:r>
                      </w:p>
                    </w:tc>
                    <w:tc>
                      <w:tcPr>
                        <w:tcW w:w="1901" w:type="dxa"/>
                      </w:tcPr>
                      <w:p w:rsidR="00EA74A4" w:rsidRDefault="00316162">
                        <w:pPr>
                          <w:pStyle w:val="TableParagraph"/>
                          <w:spacing w:before="69"/>
                          <w:ind w:left="199" w:right="2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832" w:type="dxa"/>
                      </w:tcPr>
                      <w:p w:rsidR="00EA74A4" w:rsidRDefault="00316162">
                        <w:pPr>
                          <w:pStyle w:val="TableParagraph"/>
                          <w:spacing w:before="69"/>
                          <w:ind w:left="2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498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40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1034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21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95811</w:t>
                        </w:r>
                      </w:p>
                    </w:tc>
                    <w:tc>
                      <w:tcPr>
                        <w:tcW w:w="1621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35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619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037" w:type="dxa"/>
                      </w:tcPr>
                      <w:p w:rsidR="00EA74A4" w:rsidRDefault="00316162">
                        <w:pPr>
                          <w:pStyle w:val="TableParagraph"/>
                          <w:spacing w:before="6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Rio Dell</w:t>
                        </w:r>
                      </w:p>
                    </w:tc>
                    <w:tc>
                      <w:tcPr>
                        <w:tcW w:w="949" w:type="dxa"/>
                      </w:tcPr>
                      <w:p w:rsidR="00EA74A4" w:rsidRDefault="00316162">
                        <w:pPr>
                          <w:pStyle w:val="TableParagraph"/>
                          <w:spacing w:before="68"/>
                          <w:ind w:left="249" w:right="1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95562</w:t>
                        </w:r>
                      </w:p>
                    </w:tc>
                    <w:tc>
                      <w:tcPr>
                        <w:tcW w:w="1901" w:type="dxa"/>
                      </w:tcPr>
                      <w:p w:rsidR="00EA74A4" w:rsidRDefault="00316162">
                        <w:pPr>
                          <w:pStyle w:val="TableParagraph"/>
                          <w:spacing w:before="68"/>
                          <w:ind w:left="199" w:right="21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832" w:type="dxa"/>
                      </w:tcPr>
                      <w:p w:rsidR="00EA74A4" w:rsidRDefault="00316162">
                        <w:pPr>
                          <w:pStyle w:val="TableParagraph"/>
                          <w:spacing w:before="68"/>
                          <w:ind w:left="2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498" w:type="dxa"/>
                      </w:tcPr>
                      <w:p w:rsidR="00EA74A4" w:rsidRDefault="00316162">
                        <w:pPr>
                          <w:pStyle w:val="TableParagraph"/>
                          <w:spacing w:before="17"/>
                          <w:ind w:left="40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1034" w:type="dxa"/>
                      </w:tcPr>
                      <w:p w:rsidR="00EA74A4" w:rsidRDefault="00316162">
                        <w:pPr>
                          <w:pStyle w:val="TableParagraph"/>
                          <w:spacing w:before="17"/>
                          <w:ind w:left="21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95814</w:t>
                        </w:r>
                      </w:p>
                    </w:tc>
                    <w:tc>
                      <w:tcPr>
                        <w:tcW w:w="1621" w:type="dxa"/>
                      </w:tcPr>
                      <w:p w:rsidR="00EA74A4" w:rsidRDefault="00316162">
                        <w:pPr>
                          <w:pStyle w:val="TableParagraph"/>
                          <w:spacing w:before="17"/>
                          <w:ind w:left="35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619" w:type="dxa"/>
                      </w:tcPr>
                      <w:p w:rsidR="00EA74A4" w:rsidRDefault="00316162">
                        <w:pPr>
                          <w:pStyle w:val="TableParagraph"/>
                          <w:spacing w:before="17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037" w:type="dxa"/>
                      </w:tcPr>
                      <w:p w:rsidR="00EA74A4" w:rsidRDefault="00316162">
                        <w:pPr>
                          <w:pStyle w:val="TableParagraph"/>
                          <w:spacing w:before="6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Rio Linda</w:t>
                        </w:r>
                      </w:p>
                    </w:tc>
                    <w:tc>
                      <w:tcPr>
                        <w:tcW w:w="949" w:type="dxa"/>
                      </w:tcPr>
                      <w:p w:rsidR="00EA74A4" w:rsidRDefault="00316162">
                        <w:pPr>
                          <w:pStyle w:val="TableParagraph"/>
                          <w:spacing w:before="69"/>
                          <w:ind w:left="247" w:right="20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95673</w:t>
                        </w:r>
                      </w:p>
                    </w:tc>
                    <w:tc>
                      <w:tcPr>
                        <w:tcW w:w="1901" w:type="dxa"/>
                      </w:tcPr>
                      <w:p w:rsidR="00EA74A4" w:rsidRDefault="00316162">
                        <w:pPr>
                          <w:pStyle w:val="TableParagraph"/>
                          <w:spacing w:before="69"/>
                          <w:ind w:left="195" w:right="2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32" w:type="dxa"/>
                      </w:tcPr>
                      <w:p w:rsidR="00EA74A4" w:rsidRDefault="00316162">
                        <w:pPr>
                          <w:pStyle w:val="TableParagraph"/>
                          <w:spacing w:before="69"/>
                          <w:ind w:left="24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498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40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1034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21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95815</w:t>
                        </w:r>
                      </w:p>
                    </w:tc>
                    <w:tc>
                      <w:tcPr>
                        <w:tcW w:w="1621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left="35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619" w:type="dxa"/>
                      </w:tcPr>
                      <w:p w:rsidR="00EA74A4" w:rsidRDefault="00316162">
                        <w:pPr>
                          <w:pStyle w:val="TableParagraph"/>
                          <w:spacing w:before="19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037" w:type="dxa"/>
                      </w:tcPr>
                      <w:p w:rsidR="00EA74A4" w:rsidRDefault="00316162">
                        <w:pPr>
                          <w:pStyle w:val="TableParagraph"/>
                          <w:spacing w:before="7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Rio Oso</w:t>
                        </w:r>
                      </w:p>
                    </w:tc>
                    <w:tc>
                      <w:tcPr>
                        <w:tcW w:w="949" w:type="dxa"/>
                      </w:tcPr>
                      <w:p w:rsidR="00EA74A4" w:rsidRDefault="00316162">
                        <w:pPr>
                          <w:pStyle w:val="TableParagraph"/>
                          <w:spacing w:before="70"/>
                          <w:ind w:left="247" w:right="20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95674</w:t>
                        </w:r>
                      </w:p>
                    </w:tc>
                    <w:tc>
                      <w:tcPr>
                        <w:tcW w:w="1901" w:type="dxa"/>
                      </w:tcPr>
                      <w:p w:rsidR="00EA74A4" w:rsidRDefault="00316162">
                        <w:pPr>
                          <w:pStyle w:val="TableParagraph"/>
                          <w:spacing w:before="70"/>
                          <w:ind w:left="197" w:right="2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Sutter/Yuba</w:t>
                        </w:r>
                      </w:p>
                    </w:tc>
                    <w:tc>
                      <w:tcPr>
                        <w:tcW w:w="832" w:type="dxa"/>
                      </w:tcPr>
                      <w:p w:rsidR="00EA74A4" w:rsidRDefault="00316162">
                        <w:pPr>
                          <w:pStyle w:val="TableParagraph"/>
                          <w:spacing w:before="70"/>
                          <w:ind w:left="2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498" w:type="dxa"/>
                      </w:tcPr>
                      <w:p w:rsidR="00EA74A4" w:rsidRDefault="00316162">
                        <w:pPr>
                          <w:pStyle w:val="TableParagraph"/>
                          <w:spacing w:before="17"/>
                          <w:ind w:left="40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1034" w:type="dxa"/>
                      </w:tcPr>
                      <w:p w:rsidR="00EA74A4" w:rsidRDefault="00316162">
                        <w:pPr>
                          <w:pStyle w:val="TableParagraph"/>
                          <w:spacing w:before="17"/>
                          <w:ind w:left="21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95816</w:t>
                        </w:r>
                      </w:p>
                    </w:tc>
                    <w:tc>
                      <w:tcPr>
                        <w:tcW w:w="1621" w:type="dxa"/>
                      </w:tcPr>
                      <w:p w:rsidR="00EA74A4" w:rsidRDefault="00316162">
                        <w:pPr>
                          <w:pStyle w:val="TableParagraph"/>
                          <w:spacing w:before="17"/>
                          <w:ind w:left="35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619" w:type="dxa"/>
                      </w:tcPr>
                      <w:p w:rsidR="00EA74A4" w:rsidRDefault="00316162">
                        <w:pPr>
                          <w:pStyle w:val="TableParagraph"/>
                          <w:spacing w:before="17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8"/>
                    </w:trPr>
                    <w:tc>
                      <w:tcPr>
                        <w:tcW w:w="1037" w:type="dxa"/>
                      </w:tcPr>
                      <w:p w:rsidR="00EA74A4" w:rsidRDefault="00316162">
                        <w:pPr>
                          <w:pStyle w:val="TableParagraph"/>
                          <w:spacing w:before="6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Rio Vista</w:t>
                        </w:r>
                      </w:p>
                    </w:tc>
                    <w:tc>
                      <w:tcPr>
                        <w:tcW w:w="949" w:type="dxa"/>
                      </w:tcPr>
                      <w:p w:rsidR="00EA74A4" w:rsidRDefault="00316162">
                        <w:pPr>
                          <w:pStyle w:val="TableParagraph"/>
                          <w:spacing w:before="68"/>
                          <w:ind w:left="249" w:right="20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94571</w:t>
                        </w:r>
                      </w:p>
                    </w:tc>
                    <w:tc>
                      <w:tcPr>
                        <w:tcW w:w="1901" w:type="dxa"/>
                      </w:tcPr>
                      <w:p w:rsidR="00EA74A4" w:rsidRDefault="00316162">
                        <w:pPr>
                          <w:pStyle w:val="TableParagraph"/>
                          <w:spacing w:before="68"/>
                          <w:ind w:left="199" w:right="2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Sacramento/Solano</w:t>
                        </w:r>
                      </w:p>
                    </w:tc>
                    <w:tc>
                      <w:tcPr>
                        <w:tcW w:w="832" w:type="dxa"/>
                      </w:tcPr>
                      <w:p w:rsidR="00EA74A4" w:rsidRDefault="00316162">
                        <w:pPr>
                          <w:pStyle w:val="TableParagraph"/>
                          <w:spacing w:before="68"/>
                          <w:ind w:left="24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498" w:type="dxa"/>
                      </w:tcPr>
                      <w:p w:rsidR="00EA74A4" w:rsidRDefault="00316162">
                        <w:pPr>
                          <w:pStyle w:val="TableParagraph"/>
                          <w:spacing w:before="17"/>
                          <w:ind w:left="40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1034" w:type="dxa"/>
                      </w:tcPr>
                      <w:p w:rsidR="00EA74A4" w:rsidRDefault="00316162">
                        <w:pPr>
                          <w:pStyle w:val="TableParagraph"/>
                          <w:spacing w:before="17"/>
                          <w:ind w:left="21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95817</w:t>
                        </w:r>
                      </w:p>
                    </w:tc>
                    <w:tc>
                      <w:tcPr>
                        <w:tcW w:w="1621" w:type="dxa"/>
                      </w:tcPr>
                      <w:p w:rsidR="00EA74A4" w:rsidRDefault="00316162">
                        <w:pPr>
                          <w:pStyle w:val="TableParagraph"/>
                          <w:spacing w:before="17"/>
                          <w:ind w:left="35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619" w:type="dxa"/>
                      </w:tcPr>
                      <w:p w:rsidR="00EA74A4" w:rsidRDefault="00316162">
                        <w:pPr>
                          <w:pStyle w:val="TableParagraph"/>
                          <w:spacing w:before="17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286"/>
                    </w:trPr>
                    <w:tc>
                      <w:tcPr>
                        <w:tcW w:w="1037" w:type="dxa"/>
                      </w:tcPr>
                      <w:p w:rsidR="00EA74A4" w:rsidRDefault="00316162">
                        <w:pPr>
                          <w:pStyle w:val="TableParagraph"/>
                          <w:spacing w:before="70" w:line="196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Ripon</w:t>
                        </w:r>
                      </w:p>
                    </w:tc>
                    <w:tc>
                      <w:tcPr>
                        <w:tcW w:w="949" w:type="dxa"/>
                      </w:tcPr>
                      <w:p w:rsidR="00EA74A4" w:rsidRDefault="00316162">
                        <w:pPr>
                          <w:pStyle w:val="TableParagraph"/>
                          <w:spacing w:before="70" w:line="196" w:lineRule="exact"/>
                          <w:ind w:left="249" w:right="20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95366</w:t>
                        </w:r>
                      </w:p>
                    </w:tc>
                    <w:tc>
                      <w:tcPr>
                        <w:tcW w:w="1901" w:type="dxa"/>
                      </w:tcPr>
                      <w:p w:rsidR="00EA74A4" w:rsidRDefault="00316162">
                        <w:pPr>
                          <w:pStyle w:val="TableParagraph"/>
                          <w:spacing w:before="70" w:line="196" w:lineRule="exact"/>
                          <w:ind w:left="199" w:right="2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832" w:type="dxa"/>
                      </w:tcPr>
                      <w:p w:rsidR="00EA74A4" w:rsidRDefault="00316162">
                        <w:pPr>
                          <w:pStyle w:val="TableParagraph"/>
                          <w:spacing w:before="70" w:line="196" w:lineRule="exact"/>
                          <w:ind w:left="2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498" w:type="dxa"/>
                      </w:tcPr>
                      <w:p w:rsidR="00EA74A4" w:rsidRDefault="00316162">
                        <w:pPr>
                          <w:pStyle w:val="TableParagraph"/>
                          <w:spacing w:before="17"/>
                          <w:ind w:left="40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1034" w:type="dxa"/>
                      </w:tcPr>
                      <w:p w:rsidR="00EA74A4" w:rsidRDefault="00316162">
                        <w:pPr>
                          <w:pStyle w:val="TableParagraph"/>
                          <w:spacing w:before="17"/>
                          <w:ind w:left="21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95818</w:t>
                        </w:r>
                      </w:p>
                    </w:tc>
                    <w:tc>
                      <w:tcPr>
                        <w:tcW w:w="1621" w:type="dxa"/>
                      </w:tcPr>
                      <w:p w:rsidR="00EA74A4" w:rsidRDefault="00316162">
                        <w:pPr>
                          <w:pStyle w:val="TableParagraph"/>
                          <w:spacing w:before="17"/>
                          <w:ind w:left="35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619" w:type="dxa"/>
                      </w:tcPr>
                      <w:p w:rsidR="00EA74A4" w:rsidRDefault="00316162">
                        <w:pPr>
                          <w:pStyle w:val="TableParagraph"/>
                          <w:spacing w:before="17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 w:rsidR="00316162">
        <w:rPr>
          <w:color w:val="231F20"/>
        </w:rPr>
        <w:t>Richmond</w:t>
      </w:r>
      <w:r w:rsidR="00316162">
        <w:rPr>
          <w:color w:val="231F20"/>
        </w:rPr>
        <w:tab/>
        <w:t>94805</w:t>
      </w:r>
      <w:r w:rsidR="00316162">
        <w:rPr>
          <w:color w:val="231F20"/>
        </w:rPr>
        <w:tab/>
        <w:t>Contra</w:t>
      </w:r>
      <w:r w:rsidR="00316162">
        <w:rPr>
          <w:color w:val="231F20"/>
          <w:spacing w:val="-1"/>
        </w:rPr>
        <w:t xml:space="preserve"> </w:t>
      </w:r>
      <w:r w:rsidR="00316162">
        <w:rPr>
          <w:color w:val="231F20"/>
        </w:rPr>
        <w:t>Costa</w:t>
      </w:r>
      <w:r w:rsidR="00316162"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10"/>
          <w:tab w:val="left" w:pos="2802"/>
          <w:tab w:val="right" w:pos="4416"/>
        </w:tabs>
        <w:spacing w:before="118"/>
      </w:pPr>
      <w:r>
        <w:br w:type="column"/>
      </w:r>
      <w:r>
        <w:rPr>
          <w:color w:val="231F20"/>
        </w:rPr>
        <w:t>Rocklin</w:t>
      </w:r>
      <w:r>
        <w:rPr>
          <w:color w:val="231F20"/>
        </w:rPr>
        <w:tab/>
        <w:t>95677</w:t>
      </w:r>
      <w:r>
        <w:rPr>
          <w:color w:val="231F20"/>
        </w:rPr>
        <w:tab/>
        <w:t>Placer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10"/>
          <w:tab w:val="left" w:pos="2802"/>
          <w:tab w:val="right" w:pos="4416"/>
        </w:tabs>
        <w:spacing w:before="122"/>
      </w:pPr>
      <w:r>
        <w:rPr>
          <w:color w:val="231F20"/>
        </w:rPr>
        <w:t>Rocklin</w:t>
      </w:r>
      <w:r>
        <w:rPr>
          <w:color w:val="231F20"/>
        </w:rPr>
        <w:tab/>
        <w:t>95765</w:t>
      </w:r>
      <w:r>
        <w:rPr>
          <w:color w:val="231F20"/>
        </w:rPr>
        <w:tab/>
        <w:t>Placer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09"/>
          <w:tab w:val="left" w:pos="2554"/>
          <w:tab w:val="right" w:pos="4370"/>
        </w:tabs>
        <w:spacing w:before="118"/>
      </w:pPr>
      <w:r>
        <w:rPr>
          <w:color w:val="231F20"/>
        </w:rPr>
        <w:t>Rodeo</w:t>
      </w:r>
      <w:r>
        <w:rPr>
          <w:color w:val="231F20"/>
        </w:rPr>
        <w:tab/>
        <w:t>94572</w:t>
      </w:r>
      <w:r>
        <w:rPr>
          <w:color w:val="231F20"/>
        </w:rPr>
        <w:tab/>
        <w:t>Contra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10"/>
          <w:tab w:val="left" w:pos="2729"/>
          <w:tab w:val="right" w:pos="4370"/>
        </w:tabs>
        <w:spacing w:before="121"/>
      </w:pPr>
      <w:r>
        <w:rPr>
          <w:color w:val="231F20"/>
        </w:rPr>
        <w:t>Rohnert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Park</w:t>
      </w:r>
      <w:r>
        <w:rPr>
          <w:color w:val="231F20"/>
        </w:rPr>
        <w:tab/>
        <w:t>94928</w:t>
      </w:r>
      <w:r>
        <w:rPr>
          <w:color w:val="231F20"/>
        </w:rPr>
        <w:tab/>
        <w:t>Sonoma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409"/>
          <w:tab w:val="left" w:pos="2393"/>
          <w:tab w:val="right" w:pos="4416"/>
        </w:tabs>
        <w:spacing w:before="121"/>
      </w:pPr>
      <w:r>
        <w:rPr>
          <w:color w:val="231F20"/>
        </w:rPr>
        <w:t>Rosamond</w:t>
      </w:r>
      <w:r>
        <w:rPr>
          <w:color w:val="231F20"/>
        </w:rPr>
        <w:tab/>
        <w:t>93560</w:t>
      </w:r>
      <w:r>
        <w:rPr>
          <w:color w:val="231F20"/>
        </w:rPr>
        <w:tab/>
        <w:t>Kern/Los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tabs>
          <w:tab w:val="left" w:pos="1410"/>
          <w:tab w:val="left" w:pos="2597"/>
          <w:tab w:val="right" w:pos="4370"/>
        </w:tabs>
        <w:spacing w:before="119"/>
      </w:pPr>
      <w:r>
        <w:rPr>
          <w:color w:val="231F20"/>
        </w:rPr>
        <w:t>Rosemead</w:t>
      </w:r>
      <w:r>
        <w:rPr>
          <w:color w:val="231F20"/>
        </w:rPr>
        <w:tab/>
        <w:t>91770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11"/>
          <w:tab w:val="left" w:pos="2328"/>
          <w:tab w:val="right" w:pos="4416"/>
        </w:tabs>
        <w:spacing w:before="121"/>
      </w:pPr>
      <w:r>
        <w:rPr>
          <w:color w:val="231F20"/>
        </w:rPr>
        <w:t>Roseville</w:t>
      </w:r>
      <w:r>
        <w:rPr>
          <w:color w:val="231F20"/>
        </w:rPr>
        <w:tab/>
        <w:t>95661</w:t>
      </w:r>
      <w:r>
        <w:rPr>
          <w:color w:val="231F20"/>
        </w:rPr>
        <w:tab/>
        <w:t>Placer/Sacramento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11"/>
          <w:tab w:val="left" w:pos="2803"/>
          <w:tab w:val="right" w:pos="4416"/>
        </w:tabs>
        <w:spacing w:before="119"/>
      </w:pPr>
      <w:r>
        <w:rPr>
          <w:color w:val="231F20"/>
        </w:rPr>
        <w:t>Roseville</w:t>
      </w:r>
      <w:r>
        <w:rPr>
          <w:color w:val="231F20"/>
        </w:rPr>
        <w:tab/>
        <w:t>95678</w:t>
      </w:r>
      <w:r>
        <w:rPr>
          <w:color w:val="231F20"/>
        </w:rPr>
        <w:tab/>
        <w:t>Placer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11"/>
          <w:tab w:val="left" w:pos="2803"/>
          <w:tab w:val="right" w:pos="4416"/>
        </w:tabs>
        <w:spacing w:before="121"/>
      </w:pPr>
      <w:r>
        <w:rPr>
          <w:color w:val="231F20"/>
        </w:rPr>
        <w:t>Roseville</w:t>
      </w:r>
      <w:r>
        <w:rPr>
          <w:color w:val="231F20"/>
        </w:rPr>
        <w:tab/>
        <w:t>95747</w:t>
      </w:r>
      <w:r>
        <w:rPr>
          <w:color w:val="231F20"/>
        </w:rPr>
        <w:tab/>
        <w:t>Placer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10"/>
          <w:tab w:val="left" w:pos="2807"/>
          <w:tab w:val="right" w:pos="4370"/>
        </w:tabs>
        <w:spacing w:before="118"/>
      </w:pPr>
      <w:r>
        <w:rPr>
          <w:color w:val="231F20"/>
        </w:rPr>
        <w:t>Ross</w:t>
      </w:r>
      <w:r>
        <w:rPr>
          <w:color w:val="231F20"/>
        </w:rPr>
        <w:tab/>
        <w:t>94957</w:t>
      </w:r>
      <w:r>
        <w:rPr>
          <w:color w:val="231F20"/>
        </w:rPr>
        <w:tab/>
        <w:t>Marin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spacing w:before="122" w:line="219" w:lineRule="exact"/>
      </w:pPr>
      <w:r>
        <w:rPr>
          <w:color w:val="231F20"/>
        </w:rPr>
        <w:t>Rough and</w:t>
      </w:r>
    </w:p>
    <w:p w:rsidR="00EA74A4" w:rsidRDefault="00316162">
      <w:pPr>
        <w:pStyle w:val="BodyText"/>
        <w:tabs>
          <w:tab w:val="left" w:pos="1410"/>
          <w:tab w:val="left" w:pos="2750"/>
          <w:tab w:val="right" w:pos="4416"/>
        </w:tabs>
        <w:spacing w:line="219" w:lineRule="exact"/>
      </w:pPr>
      <w:r>
        <w:rPr>
          <w:color w:val="231F20"/>
        </w:rPr>
        <w:t>Ready</w:t>
      </w:r>
      <w:r>
        <w:rPr>
          <w:color w:val="231F20"/>
        </w:rPr>
        <w:tab/>
        <w:t>95975</w:t>
      </w:r>
      <w:r>
        <w:rPr>
          <w:color w:val="231F20"/>
        </w:rPr>
        <w:tab/>
        <w:t>Nevada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spacing w:before="121" w:line="219" w:lineRule="exact"/>
      </w:pPr>
      <w:r>
        <w:rPr>
          <w:color w:val="231F20"/>
        </w:rPr>
        <w:t>Rowland</w:t>
      </w:r>
    </w:p>
    <w:p w:rsidR="00EA74A4" w:rsidRDefault="00316162">
      <w:pPr>
        <w:pStyle w:val="BodyText"/>
        <w:tabs>
          <w:tab w:val="left" w:pos="1410"/>
          <w:tab w:val="left" w:pos="2597"/>
          <w:tab w:val="right" w:pos="4369"/>
        </w:tabs>
        <w:spacing w:line="219" w:lineRule="exact"/>
      </w:pPr>
      <w:r>
        <w:rPr>
          <w:color w:val="231F20"/>
        </w:rPr>
        <w:t>Heights</w:t>
      </w:r>
      <w:r>
        <w:rPr>
          <w:color w:val="231F20"/>
        </w:rPr>
        <w:tab/>
        <w:t>91748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10"/>
          <w:tab w:val="left" w:pos="2867"/>
          <w:tab w:val="right" w:pos="4415"/>
        </w:tabs>
        <w:spacing w:before="121"/>
      </w:pPr>
      <w:r>
        <w:rPr>
          <w:color w:val="231F20"/>
        </w:rPr>
        <w:t>Rumsey</w:t>
      </w:r>
      <w:r>
        <w:rPr>
          <w:color w:val="231F20"/>
        </w:rPr>
        <w:tab/>
        <w:t>95679</w:t>
      </w:r>
      <w:r>
        <w:rPr>
          <w:color w:val="231F20"/>
        </w:rPr>
        <w:tab/>
        <w:t>Yolo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spacing w:before="121" w:line="219" w:lineRule="exact"/>
      </w:pPr>
      <w:r>
        <w:rPr>
          <w:color w:val="231F20"/>
        </w:rPr>
        <w:t>Running</w:t>
      </w:r>
    </w:p>
    <w:p w:rsidR="00EA74A4" w:rsidRDefault="00316162">
      <w:pPr>
        <w:pStyle w:val="BodyText"/>
        <w:tabs>
          <w:tab w:val="left" w:pos="1410"/>
          <w:tab w:val="left" w:pos="2463"/>
          <w:tab w:val="right" w:pos="4414"/>
        </w:tabs>
        <w:spacing w:line="219" w:lineRule="exact"/>
      </w:pPr>
      <w:r>
        <w:rPr>
          <w:color w:val="231F20"/>
        </w:rPr>
        <w:t>Springs</w:t>
      </w:r>
      <w:r>
        <w:rPr>
          <w:color w:val="231F20"/>
        </w:rPr>
        <w:tab/>
        <w:t>92382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16</w:t>
      </w:r>
    </w:p>
    <w:p w:rsidR="00EA74A4" w:rsidRDefault="00EA74A4">
      <w:pPr>
        <w:spacing w:line="219" w:lineRule="exact"/>
        <w:sectPr w:rsidR="00EA74A4">
          <w:type w:val="continuous"/>
          <w:pgSz w:w="10140" w:h="12960"/>
          <w:pgMar w:top="180" w:right="0" w:bottom="0" w:left="20" w:header="720" w:footer="720" w:gutter="0"/>
          <w:cols w:num="2" w:space="720" w:equalWidth="0">
            <w:col w:w="4453" w:space="671"/>
            <w:col w:w="4996"/>
          </w:cols>
        </w:sectPr>
      </w:pPr>
    </w:p>
    <w:p w:rsidR="00EA74A4" w:rsidRDefault="00AA3220">
      <w:pPr>
        <w:pStyle w:val="BodyText"/>
        <w:tabs>
          <w:tab w:val="left" w:pos="1717"/>
          <w:tab w:val="left" w:pos="2895"/>
          <w:tab w:val="right" w:pos="4723"/>
        </w:tabs>
        <w:spacing w:before="134"/>
        <w:ind w:left="409"/>
      </w:pPr>
      <w:r>
        <w:lastRenderedPageBreak/>
        <w:pict>
          <v:shape id="_x0000_s1035" type="#_x0000_t202" style="position:absolute;left:0;text-align:left;margin-left:19pt;margin-top:19.45pt;width:476.95pt;height:117.05pt;z-index:1216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41"/>
                    <w:gridCol w:w="1034"/>
                    <w:gridCol w:w="1622"/>
                    <w:gridCol w:w="1328"/>
                    <w:gridCol w:w="1114"/>
                    <w:gridCol w:w="1001"/>
                    <w:gridCol w:w="1744"/>
                    <w:gridCol w:w="555"/>
                  </w:tblGrid>
                  <w:tr w:rsidR="00EA74A4">
                    <w:trPr>
                      <w:trHeight w:val="540"/>
                    </w:trPr>
                    <w:tc>
                      <w:tcPr>
                        <w:tcW w:w="6239" w:type="dxa"/>
                        <w:gridSpan w:val="5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24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Bernardino</w:t>
                        </w:r>
                      </w:p>
                      <w:p w:rsidR="00EA74A4" w:rsidRDefault="00316162">
                        <w:pPr>
                          <w:pStyle w:val="TableParagraph"/>
                          <w:tabs>
                            <w:tab w:val="left" w:pos="1357"/>
                            <w:tab w:val="left" w:pos="2535"/>
                            <w:tab w:val="left" w:pos="4181"/>
                            <w:tab w:val="left" w:pos="5173"/>
                          </w:tabs>
                          <w:spacing w:before="121" w:line="21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95821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12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position w:val="12"/>
                            <w:sz w:val="18"/>
                          </w:rPr>
                          <w:t>San</w:t>
                        </w:r>
                      </w:p>
                    </w:tc>
                    <w:tc>
                      <w:tcPr>
                        <w:tcW w:w="1001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24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92404</w:t>
                        </w:r>
                      </w:p>
                    </w:tc>
                    <w:tc>
                      <w:tcPr>
                        <w:tcW w:w="1744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29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55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279"/>
                    </w:trPr>
                    <w:tc>
                      <w:tcPr>
                        <w:tcW w:w="6239" w:type="dxa"/>
                        <w:gridSpan w:val="5"/>
                      </w:tcPr>
                      <w:p w:rsidR="00EA74A4" w:rsidRDefault="00316162">
                        <w:pPr>
                          <w:pStyle w:val="TableParagraph"/>
                          <w:spacing w:before="0" w:line="203" w:lineRule="exact"/>
                          <w:ind w:right="24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Bernardino</w:t>
                        </w:r>
                      </w:p>
                    </w:tc>
                    <w:tc>
                      <w:tcPr>
                        <w:tcW w:w="1001" w:type="dxa"/>
                      </w:tcPr>
                      <w:p w:rsidR="00EA74A4" w:rsidRDefault="00316162">
                        <w:pPr>
                          <w:pStyle w:val="TableParagraph"/>
                          <w:spacing w:before="0" w:line="203" w:lineRule="exact"/>
                          <w:ind w:left="24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92405</w:t>
                        </w:r>
                      </w:p>
                    </w:tc>
                    <w:tc>
                      <w:tcPr>
                        <w:tcW w:w="1744" w:type="dxa"/>
                      </w:tcPr>
                      <w:p w:rsidR="00EA74A4" w:rsidRDefault="00316162">
                        <w:pPr>
                          <w:pStyle w:val="TableParagraph"/>
                          <w:spacing w:before="0" w:line="203" w:lineRule="exact"/>
                          <w:ind w:left="29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55" w:type="dxa"/>
                      </w:tcPr>
                      <w:p w:rsidR="00EA74A4" w:rsidRDefault="00316162">
                        <w:pPr>
                          <w:pStyle w:val="TableParagraph"/>
                          <w:spacing w:before="0" w:line="203" w:lineRule="exact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279"/>
                    </w:trPr>
                    <w:tc>
                      <w:tcPr>
                        <w:tcW w:w="1141" w:type="dxa"/>
                      </w:tcPr>
                      <w:p w:rsidR="00EA74A4" w:rsidRDefault="00316162">
                        <w:pPr>
                          <w:pStyle w:val="TableParagraph"/>
                          <w:spacing w:before="0" w:line="163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1034" w:type="dxa"/>
                      </w:tcPr>
                      <w:p w:rsidR="00EA74A4" w:rsidRDefault="00316162">
                        <w:pPr>
                          <w:pStyle w:val="TableParagraph"/>
                          <w:spacing w:before="0" w:line="163" w:lineRule="exact"/>
                          <w:ind w:left="21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95822</w:t>
                        </w:r>
                      </w:p>
                    </w:tc>
                    <w:tc>
                      <w:tcPr>
                        <w:tcW w:w="1622" w:type="dxa"/>
                      </w:tcPr>
                      <w:p w:rsidR="00EA74A4" w:rsidRDefault="00316162">
                        <w:pPr>
                          <w:pStyle w:val="TableParagraph"/>
                          <w:spacing w:before="0" w:line="163" w:lineRule="exact"/>
                          <w:ind w:left="340" w:right="3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1328" w:type="dxa"/>
                      </w:tcPr>
                      <w:p w:rsidR="00EA74A4" w:rsidRDefault="00316162">
                        <w:pPr>
                          <w:pStyle w:val="TableParagraph"/>
                          <w:spacing w:before="0" w:line="163" w:lineRule="exact"/>
                          <w:ind w:left="3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114" w:type="dxa"/>
                      </w:tcPr>
                      <w:p w:rsidR="00EA74A4" w:rsidRDefault="00316162">
                        <w:pPr>
                          <w:pStyle w:val="TableParagraph"/>
                          <w:spacing w:line="216" w:lineRule="exact"/>
                          <w:ind w:left="4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</w:t>
                        </w:r>
                      </w:p>
                    </w:tc>
                    <w:tc>
                      <w:tcPr>
                        <w:tcW w:w="1001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44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55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EA74A4">
                    <w:trPr>
                      <w:trHeight w:val="290"/>
                    </w:trPr>
                    <w:tc>
                      <w:tcPr>
                        <w:tcW w:w="1141" w:type="dxa"/>
                      </w:tcPr>
                      <w:p w:rsidR="00EA74A4" w:rsidRDefault="00316162">
                        <w:pPr>
                          <w:pStyle w:val="TableParagraph"/>
                          <w:spacing w:before="4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1034" w:type="dxa"/>
                      </w:tcPr>
                      <w:p w:rsidR="00EA74A4" w:rsidRDefault="00316162">
                        <w:pPr>
                          <w:pStyle w:val="TableParagraph"/>
                          <w:spacing w:before="4"/>
                          <w:ind w:left="21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95823</w:t>
                        </w:r>
                      </w:p>
                    </w:tc>
                    <w:tc>
                      <w:tcPr>
                        <w:tcW w:w="1622" w:type="dxa"/>
                      </w:tcPr>
                      <w:p w:rsidR="00EA74A4" w:rsidRDefault="00316162">
                        <w:pPr>
                          <w:pStyle w:val="TableParagraph"/>
                          <w:spacing w:before="4"/>
                          <w:ind w:left="340" w:right="3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1328" w:type="dxa"/>
                      </w:tcPr>
                      <w:p w:rsidR="00EA74A4" w:rsidRDefault="00316162">
                        <w:pPr>
                          <w:pStyle w:val="TableParagraph"/>
                          <w:spacing w:before="4"/>
                          <w:ind w:left="3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114" w:type="dxa"/>
                      </w:tcPr>
                      <w:p w:rsidR="00EA74A4" w:rsidRDefault="00316162">
                        <w:pPr>
                          <w:pStyle w:val="TableParagraph"/>
                          <w:spacing w:before="0" w:line="203" w:lineRule="exact"/>
                          <w:ind w:left="4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Bernardino</w:t>
                        </w:r>
                      </w:p>
                    </w:tc>
                    <w:tc>
                      <w:tcPr>
                        <w:tcW w:w="1001" w:type="dxa"/>
                      </w:tcPr>
                      <w:p w:rsidR="00EA74A4" w:rsidRDefault="00316162">
                        <w:pPr>
                          <w:pStyle w:val="TableParagraph"/>
                          <w:spacing w:before="0" w:line="203" w:lineRule="exact"/>
                          <w:ind w:left="24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92407</w:t>
                        </w:r>
                      </w:p>
                    </w:tc>
                    <w:tc>
                      <w:tcPr>
                        <w:tcW w:w="1744" w:type="dxa"/>
                      </w:tcPr>
                      <w:p w:rsidR="00EA74A4" w:rsidRDefault="00316162">
                        <w:pPr>
                          <w:pStyle w:val="TableParagraph"/>
                          <w:spacing w:before="0" w:line="203" w:lineRule="exact"/>
                          <w:ind w:left="29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55" w:type="dxa"/>
                      </w:tcPr>
                      <w:p w:rsidR="00EA74A4" w:rsidRDefault="00316162">
                        <w:pPr>
                          <w:pStyle w:val="TableParagraph"/>
                          <w:spacing w:before="0" w:line="203" w:lineRule="exact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268"/>
                    </w:trPr>
                    <w:tc>
                      <w:tcPr>
                        <w:tcW w:w="1141" w:type="dxa"/>
                      </w:tcPr>
                      <w:p w:rsidR="00EA74A4" w:rsidRDefault="00316162">
                        <w:pPr>
                          <w:pStyle w:val="TableParagraph"/>
                          <w:spacing w:before="52"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1034" w:type="dxa"/>
                      </w:tcPr>
                      <w:p w:rsidR="00EA74A4" w:rsidRDefault="00316162">
                        <w:pPr>
                          <w:pStyle w:val="TableParagraph"/>
                          <w:spacing w:before="52" w:line="196" w:lineRule="exact"/>
                          <w:ind w:left="21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95824</w:t>
                        </w:r>
                      </w:p>
                    </w:tc>
                    <w:tc>
                      <w:tcPr>
                        <w:tcW w:w="1622" w:type="dxa"/>
                      </w:tcPr>
                      <w:p w:rsidR="00EA74A4" w:rsidRDefault="00316162">
                        <w:pPr>
                          <w:pStyle w:val="TableParagraph"/>
                          <w:spacing w:before="52" w:line="196" w:lineRule="exact"/>
                          <w:ind w:left="340" w:right="3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1328" w:type="dxa"/>
                      </w:tcPr>
                      <w:p w:rsidR="00EA74A4" w:rsidRDefault="00316162">
                        <w:pPr>
                          <w:pStyle w:val="TableParagraph"/>
                          <w:spacing w:before="52" w:line="196" w:lineRule="exact"/>
                          <w:ind w:left="3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114" w:type="dxa"/>
                      </w:tcPr>
                      <w:p w:rsidR="00EA74A4" w:rsidRDefault="00316162">
                        <w:pPr>
                          <w:pStyle w:val="TableParagraph"/>
                          <w:spacing w:before="33" w:line="216" w:lineRule="exact"/>
                          <w:ind w:left="4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</w:t>
                        </w:r>
                      </w:p>
                    </w:tc>
                    <w:tc>
                      <w:tcPr>
                        <w:tcW w:w="1001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44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55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EA74A4">
                    <w:trPr>
                      <w:trHeight w:val="181"/>
                    </w:trPr>
                    <w:tc>
                      <w:tcPr>
                        <w:tcW w:w="1141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034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328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114" w:type="dxa"/>
                      </w:tcPr>
                      <w:p w:rsidR="00EA74A4" w:rsidRDefault="00316162">
                        <w:pPr>
                          <w:pStyle w:val="TableParagraph"/>
                          <w:spacing w:before="0" w:line="161" w:lineRule="exact"/>
                          <w:ind w:left="4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Bernardino</w:t>
                        </w:r>
                      </w:p>
                    </w:tc>
                    <w:tc>
                      <w:tcPr>
                        <w:tcW w:w="1001" w:type="dxa"/>
                      </w:tcPr>
                      <w:p w:rsidR="00EA74A4" w:rsidRDefault="00316162">
                        <w:pPr>
                          <w:pStyle w:val="TableParagraph"/>
                          <w:spacing w:before="0" w:line="161" w:lineRule="exact"/>
                          <w:ind w:left="24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92408</w:t>
                        </w:r>
                      </w:p>
                    </w:tc>
                    <w:tc>
                      <w:tcPr>
                        <w:tcW w:w="1744" w:type="dxa"/>
                      </w:tcPr>
                      <w:p w:rsidR="00EA74A4" w:rsidRDefault="00316162">
                        <w:pPr>
                          <w:pStyle w:val="TableParagraph"/>
                          <w:spacing w:before="0" w:line="161" w:lineRule="exact"/>
                          <w:ind w:left="29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55" w:type="dxa"/>
                      </w:tcPr>
                      <w:p w:rsidR="00EA74A4" w:rsidRDefault="00316162">
                        <w:pPr>
                          <w:pStyle w:val="TableParagraph"/>
                          <w:spacing w:before="0" w:line="161" w:lineRule="exact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239"/>
                    </w:trPr>
                    <w:tc>
                      <w:tcPr>
                        <w:tcW w:w="1141" w:type="dxa"/>
                      </w:tcPr>
                      <w:p w:rsidR="00EA74A4" w:rsidRDefault="00316162">
                        <w:pPr>
                          <w:pStyle w:val="TableParagraph"/>
                          <w:spacing w:before="0" w:line="163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1034" w:type="dxa"/>
                      </w:tcPr>
                      <w:p w:rsidR="00EA74A4" w:rsidRDefault="00316162">
                        <w:pPr>
                          <w:pStyle w:val="TableParagraph"/>
                          <w:spacing w:before="0" w:line="163" w:lineRule="exact"/>
                          <w:ind w:left="21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95825</w:t>
                        </w:r>
                      </w:p>
                    </w:tc>
                    <w:tc>
                      <w:tcPr>
                        <w:tcW w:w="1622" w:type="dxa"/>
                      </w:tcPr>
                      <w:p w:rsidR="00EA74A4" w:rsidRDefault="00316162">
                        <w:pPr>
                          <w:pStyle w:val="TableParagraph"/>
                          <w:spacing w:before="0" w:line="163" w:lineRule="exact"/>
                          <w:ind w:left="340" w:right="3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742" w:type="dxa"/>
                        <w:gridSpan w:val="5"/>
                      </w:tcPr>
                      <w:p w:rsidR="00EA74A4" w:rsidRDefault="00316162">
                        <w:pPr>
                          <w:pStyle w:val="TableParagraph"/>
                          <w:spacing w:before="0" w:line="163" w:lineRule="exact"/>
                          <w:ind w:left="3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260"/>
                    </w:trPr>
                    <w:tc>
                      <w:tcPr>
                        <w:tcW w:w="1141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1034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21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95826</w:t>
                        </w:r>
                      </w:p>
                    </w:tc>
                    <w:tc>
                      <w:tcPr>
                        <w:tcW w:w="1622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340" w:right="3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742" w:type="dxa"/>
                        <w:gridSpan w:val="5"/>
                      </w:tcPr>
                      <w:p w:rsidR="00EA74A4" w:rsidRDefault="00316162">
                        <w:pPr>
                          <w:pStyle w:val="TableParagraph"/>
                          <w:spacing w:before="0" w:line="83" w:lineRule="exact"/>
                          <w:ind w:left="137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</w:t>
                        </w:r>
                      </w:p>
                      <w:p w:rsidR="00EA74A4" w:rsidRDefault="00316162">
                        <w:pPr>
                          <w:pStyle w:val="TableParagraph"/>
                          <w:tabs>
                            <w:tab w:val="left" w:pos="1376"/>
                            <w:tab w:val="left" w:pos="2687"/>
                            <w:tab w:val="left" w:pos="3740"/>
                            <w:tab w:val="right" w:pos="5691"/>
                          </w:tabs>
                          <w:spacing w:before="0" w:line="158" w:lineRule="exact"/>
                          <w:ind w:left="3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position w:val="8"/>
                            <w:sz w:val="18"/>
                          </w:rPr>
                          <w:t>12</w:t>
                        </w:r>
                        <w:r>
                          <w:rPr>
                            <w:color w:val="231F20"/>
                            <w:position w:val="8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sz w:val="18"/>
                          </w:rPr>
                          <w:t>Bernardino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92410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color w:val="231F2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8"/>
                          </w:rPr>
                          <w:t>Bernardino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 w:rsidR="00316162">
        <w:rPr>
          <w:color w:val="231F20"/>
        </w:rPr>
        <w:t>Sacramento</w:t>
      </w:r>
      <w:r w:rsidR="00316162">
        <w:rPr>
          <w:color w:val="231F20"/>
        </w:rPr>
        <w:tab/>
        <w:t>95819</w:t>
      </w:r>
      <w:r w:rsidR="00316162">
        <w:rPr>
          <w:color w:val="231F20"/>
        </w:rPr>
        <w:tab/>
        <w:t>Sacramento</w:t>
      </w:r>
      <w:r w:rsidR="00316162"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95"/>
          <w:tab w:val="right" w:pos="4723"/>
        </w:tabs>
        <w:spacing w:before="118"/>
        <w:ind w:left="409"/>
      </w:pPr>
      <w:r>
        <w:rPr>
          <w:color w:val="231F20"/>
        </w:rPr>
        <w:t>Sacramento</w:t>
      </w:r>
      <w:r>
        <w:rPr>
          <w:color w:val="231F20"/>
        </w:rPr>
        <w:tab/>
        <w:t>95820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spacing w:before="134"/>
        <w:ind w:left="409"/>
        <w:rPr>
          <w:sz w:val="18"/>
        </w:rPr>
      </w:pPr>
      <w:r>
        <w:br w:type="column"/>
      </w:r>
      <w:r>
        <w:rPr>
          <w:color w:val="231F20"/>
          <w:sz w:val="18"/>
        </w:rPr>
        <w:t>San</w:t>
      </w:r>
    </w:p>
    <w:p w:rsidR="00EA74A4" w:rsidRDefault="00EA74A4">
      <w:pPr>
        <w:rPr>
          <w:sz w:val="18"/>
        </w:rPr>
        <w:sectPr w:rsidR="00EA74A4">
          <w:pgSz w:w="10140" w:h="12960"/>
          <w:pgMar w:top="220" w:right="0" w:bottom="0" w:left="20" w:header="20" w:footer="0" w:gutter="0"/>
          <w:cols w:num="2" w:space="720" w:equalWidth="0">
            <w:col w:w="4764" w:space="360"/>
            <w:col w:w="4996"/>
          </w:cols>
        </w:sectPr>
      </w:pP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spacing w:before="10"/>
        <w:ind w:left="0"/>
        <w:rPr>
          <w:sz w:val="14"/>
        </w:rPr>
      </w:pPr>
    </w:p>
    <w:p w:rsidR="00EA74A4" w:rsidRDefault="00316162">
      <w:pPr>
        <w:pStyle w:val="BodyText"/>
        <w:tabs>
          <w:tab w:val="left" w:pos="1717"/>
          <w:tab w:val="left" w:pos="2895"/>
          <w:tab w:val="left" w:pos="4541"/>
        </w:tabs>
        <w:spacing w:before="1"/>
        <w:ind w:left="409"/>
      </w:pPr>
      <w:r>
        <w:rPr>
          <w:color w:val="231F20"/>
        </w:rPr>
        <w:t>Sacramento</w:t>
      </w:r>
      <w:r>
        <w:rPr>
          <w:color w:val="231F20"/>
        </w:rPr>
        <w:tab/>
        <w:t>95827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95"/>
          <w:tab w:val="right" w:pos="4723"/>
        </w:tabs>
        <w:spacing w:before="121"/>
        <w:ind w:left="409"/>
      </w:pPr>
      <w:r>
        <w:rPr>
          <w:color w:val="231F20"/>
        </w:rPr>
        <w:t>Sacramento</w:t>
      </w:r>
      <w:r>
        <w:rPr>
          <w:color w:val="231F20"/>
        </w:rPr>
        <w:tab/>
        <w:t>95828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95"/>
          <w:tab w:val="right" w:pos="4723"/>
        </w:tabs>
        <w:spacing w:before="118"/>
        <w:ind w:left="409"/>
      </w:pPr>
      <w:r>
        <w:rPr>
          <w:color w:val="231F20"/>
        </w:rPr>
        <w:t>Sacramento</w:t>
      </w:r>
      <w:r>
        <w:rPr>
          <w:color w:val="231F20"/>
        </w:rPr>
        <w:tab/>
        <w:t>95829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95"/>
          <w:tab w:val="right" w:pos="4723"/>
        </w:tabs>
        <w:spacing w:before="121"/>
        <w:ind w:left="409"/>
      </w:pPr>
      <w:r>
        <w:rPr>
          <w:color w:val="231F20"/>
        </w:rPr>
        <w:t>Sacramento</w:t>
      </w:r>
      <w:r>
        <w:rPr>
          <w:color w:val="231F20"/>
        </w:rPr>
        <w:tab/>
        <w:t>95830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95"/>
          <w:tab w:val="right" w:pos="4723"/>
        </w:tabs>
        <w:spacing w:before="119"/>
        <w:ind w:left="409"/>
      </w:pPr>
      <w:r>
        <w:rPr>
          <w:color w:val="231F20"/>
        </w:rPr>
        <w:t>Sacramento</w:t>
      </w:r>
      <w:r>
        <w:rPr>
          <w:color w:val="231F20"/>
        </w:rPr>
        <w:tab/>
        <w:t>95831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95"/>
          <w:tab w:val="right" w:pos="4723"/>
        </w:tabs>
        <w:spacing w:before="121"/>
        <w:ind w:left="409"/>
      </w:pPr>
      <w:r>
        <w:rPr>
          <w:color w:val="231F20"/>
        </w:rPr>
        <w:t>Sacramento</w:t>
      </w:r>
      <w:r>
        <w:rPr>
          <w:color w:val="231F20"/>
        </w:rPr>
        <w:tab/>
        <w:t>95832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95"/>
          <w:tab w:val="right" w:pos="4723"/>
        </w:tabs>
        <w:spacing w:before="119"/>
        <w:ind w:left="409"/>
      </w:pPr>
      <w:r>
        <w:rPr>
          <w:color w:val="231F20"/>
        </w:rPr>
        <w:t>Sacramento</w:t>
      </w:r>
      <w:r>
        <w:rPr>
          <w:color w:val="231F20"/>
        </w:rPr>
        <w:tab/>
        <w:t>95833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95"/>
          <w:tab w:val="right" w:pos="4723"/>
        </w:tabs>
        <w:spacing w:before="121"/>
        <w:ind w:left="409"/>
      </w:pPr>
      <w:r>
        <w:rPr>
          <w:color w:val="231F20"/>
        </w:rPr>
        <w:t>Sacramento</w:t>
      </w:r>
      <w:r>
        <w:rPr>
          <w:color w:val="231F20"/>
        </w:rPr>
        <w:tab/>
        <w:t>95834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95"/>
          <w:tab w:val="right" w:pos="4723"/>
        </w:tabs>
        <w:spacing w:before="121"/>
        <w:ind w:left="409"/>
      </w:pPr>
      <w:r>
        <w:rPr>
          <w:color w:val="231F20"/>
        </w:rPr>
        <w:t>Sacramento</w:t>
      </w:r>
      <w:r>
        <w:rPr>
          <w:color w:val="231F20"/>
        </w:rPr>
        <w:tab/>
        <w:t>95835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635"/>
          <w:tab w:val="right" w:pos="4723"/>
        </w:tabs>
        <w:spacing w:before="119"/>
        <w:ind w:left="409"/>
      </w:pPr>
      <w:r>
        <w:rPr>
          <w:color w:val="231F20"/>
        </w:rPr>
        <w:t>Sacramento</w:t>
      </w:r>
      <w:r>
        <w:rPr>
          <w:color w:val="231F20"/>
        </w:rPr>
        <w:tab/>
        <w:t>95836</w:t>
      </w:r>
      <w:r>
        <w:rPr>
          <w:color w:val="231F20"/>
        </w:rPr>
        <w:tab/>
        <w:t>Sacramento/Sutter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635"/>
          <w:tab w:val="right" w:pos="4723"/>
        </w:tabs>
        <w:spacing w:before="121"/>
        <w:ind w:left="409"/>
      </w:pPr>
      <w:r>
        <w:rPr>
          <w:color w:val="231F20"/>
        </w:rPr>
        <w:t>Sacramento</w:t>
      </w:r>
      <w:r>
        <w:rPr>
          <w:color w:val="231F20"/>
        </w:rPr>
        <w:tab/>
        <w:t>95837</w:t>
      </w:r>
      <w:r>
        <w:rPr>
          <w:color w:val="231F20"/>
        </w:rPr>
        <w:tab/>
        <w:t>Sacramento/Sutter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95"/>
          <w:tab w:val="right" w:pos="4723"/>
        </w:tabs>
        <w:spacing w:before="118"/>
        <w:ind w:left="409"/>
      </w:pPr>
      <w:r>
        <w:rPr>
          <w:color w:val="231F20"/>
        </w:rPr>
        <w:t>Sacramento</w:t>
      </w:r>
      <w:r>
        <w:rPr>
          <w:color w:val="231F20"/>
        </w:rPr>
        <w:tab/>
        <w:t>95838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95"/>
          <w:tab w:val="right" w:pos="4723"/>
        </w:tabs>
        <w:spacing w:before="121"/>
        <w:ind w:left="409"/>
      </w:pPr>
      <w:r>
        <w:rPr>
          <w:color w:val="231F20"/>
        </w:rPr>
        <w:t>Sacramento</w:t>
      </w:r>
      <w:r>
        <w:rPr>
          <w:color w:val="231F20"/>
        </w:rPr>
        <w:tab/>
        <w:t>95841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95"/>
          <w:tab w:val="right" w:pos="4723"/>
        </w:tabs>
        <w:spacing w:before="119"/>
        <w:ind w:left="409"/>
      </w:pPr>
      <w:r>
        <w:rPr>
          <w:color w:val="231F20"/>
        </w:rPr>
        <w:t>Sacramento</w:t>
      </w:r>
      <w:r>
        <w:rPr>
          <w:color w:val="231F20"/>
        </w:rPr>
        <w:tab/>
        <w:t>95842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95"/>
          <w:tab w:val="right" w:pos="4723"/>
        </w:tabs>
        <w:spacing w:before="121"/>
        <w:ind w:left="409"/>
      </w:pPr>
      <w:r>
        <w:rPr>
          <w:color w:val="231F20"/>
        </w:rPr>
        <w:t>Sacramento</w:t>
      </w:r>
      <w:r>
        <w:rPr>
          <w:color w:val="231F20"/>
        </w:rPr>
        <w:tab/>
        <w:t>95843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895"/>
          <w:tab w:val="right" w:pos="4723"/>
        </w:tabs>
        <w:spacing w:before="119"/>
        <w:ind w:left="409"/>
      </w:pPr>
      <w:r>
        <w:rPr>
          <w:color w:val="231F20"/>
        </w:rPr>
        <w:t>Sacramento</w:t>
      </w:r>
      <w:r>
        <w:rPr>
          <w:color w:val="231F20"/>
        </w:rPr>
        <w:tab/>
        <w:t>95864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972"/>
          <w:tab w:val="right" w:pos="4723"/>
        </w:tabs>
        <w:spacing w:before="121"/>
        <w:ind w:left="409"/>
      </w:pPr>
      <w:r>
        <w:rPr>
          <w:color w:val="231F20"/>
        </w:rPr>
        <w:t>Salida</w:t>
      </w:r>
      <w:r>
        <w:rPr>
          <w:color w:val="231F20"/>
        </w:rPr>
        <w:tab/>
        <w:t>95368</w:t>
      </w:r>
      <w:r>
        <w:rPr>
          <w:color w:val="231F20"/>
        </w:rPr>
        <w:tab/>
        <w:t>Stanislaus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7"/>
          <w:tab w:val="left" w:pos="2971"/>
          <w:tab w:val="left" w:pos="4588"/>
        </w:tabs>
        <w:spacing w:before="119"/>
        <w:ind w:left="409"/>
      </w:pPr>
      <w:r>
        <w:rPr>
          <w:color w:val="231F20"/>
        </w:rPr>
        <w:t>Salinas</w:t>
      </w:r>
      <w:r>
        <w:rPr>
          <w:color w:val="231F20"/>
        </w:rPr>
        <w:tab/>
        <w:t>93901</w:t>
      </w:r>
      <w:r>
        <w:rPr>
          <w:color w:val="231F20"/>
        </w:rPr>
        <w:tab/>
        <w:t>Monterey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17"/>
          <w:tab w:val="left" w:pos="2971"/>
          <w:tab w:val="left" w:pos="4588"/>
        </w:tabs>
        <w:spacing w:before="121"/>
        <w:ind w:left="409"/>
      </w:pPr>
      <w:r>
        <w:rPr>
          <w:color w:val="231F20"/>
        </w:rPr>
        <w:t>Salinas</w:t>
      </w:r>
      <w:r>
        <w:rPr>
          <w:color w:val="231F20"/>
        </w:rPr>
        <w:tab/>
        <w:t>93905</w:t>
      </w:r>
      <w:r>
        <w:rPr>
          <w:color w:val="231F20"/>
        </w:rPr>
        <w:tab/>
        <w:t>Monterey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17"/>
          <w:tab w:val="left" w:pos="2971"/>
          <w:tab w:val="left" w:pos="4588"/>
        </w:tabs>
        <w:spacing w:before="121"/>
        <w:ind w:left="409"/>
      </w:pPr>
      <w:r>
        <w:rPr>
          <w:color w:val="231F20"/>
        </w:rPr>
        <w:t>Salinas</w:t>
      </w:r>
      <w:r>
        <w:rPr>
          <w:color w:val="231F20"/>
        </w:rPr>
        <w:tab/>
        <w:t>93906</w:t>
      </w:r>
      <w:r>
        <w:rPr>
          <w:color w:val="231F20"/>
        </w:rPr>
        <w:tab/>
        <w:t>Monterey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17"/>
          <w:tab w:val="left" w:pos="2971"/>
          <w:tab w:val="right" w:pos="4679"/>
        </w:tabs>
        <w:spacing w:before="118"/>
        <w:ind w:left="409"/>
      </w:pPr>
      <w:r>
        <w:rPr>
          <w:color w:val="231F20"/>
        </w:rPr>
        <w:t>Salinas</w:t>
      </w:r>
      <w:r>
        <w:rPr>
          <w:color w:val="231F20"/>
        </w:rPr>
        <w:tab/>
        <w:t>93907</w:t>
      </w:r>
      <w:r>
        <w:rPr>
          <w:color w:val="231F20"/>
        </w:rPr>
        <w:tab/>
        <w:t>Monterey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17"/>
          <w:tab w:val="left" w:pos="2971"/>
          <w:tab w:val="right" w:pos="4679"/>
        </w:tabs>
        <w:spacing w:before="121"/>
        <w:ind w:left="409"/>
      </w:pPr>
      <w:r>
        <w:rPr>
          <w:color w:val="231F20"/>
        </w:rPr>
        <w:t>Salinas</w:t>
      </w:r>
      <w:r>
        <w:rPr>
          <w:color w:val="231F20"/>
        </w:rPr>
        <w:tab/>
        <w:t>93908</w:t>
      </w:r>
      <w:r>
        <w:rPr>
          <w:color w:val="231F20"/>
        </w:rPr>
        <w:tab/>
        <w:t>Monterey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17"/>
          <w:tab w:val="left" w:pos="3098"/>
          <w:tab w:val="right" w:pos="4723"/>
        </w:tabs>
        <w:spacing w:before="119"/>
        <w:ind w:left="409"/>
      </w:pPr>
      <w:r>
        <w:rPr>
          <w:color w:val="231F20"/>
        </w:rPr>
        <w:t>Salyer</w:t>
      </w:r>
      <w:r>
        <w:rPr>
          <w:color w:val="231F20"/>
        </w:rPr>
        <w:tab/>
        <w:t>95563</w:t>
      </w:r>
      <w:r>
        <w:rPr>
          <w:color w:val="231F20"/>
        </w:rPr>
        <w:tab/>
        <w:t>Trinity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717"/>
          <w:tab w:val="left" w:pos="2969"/>
          <w:tab w:val="left" w:pos="4588"/>
        </w:tabs>
        <w:spacing w:before="121"/>
        <w:ind w:left="409"/>
      </w:pPr>
      <w:r>
        <w:rPr>
          <w:color w:val="231F20"/>
        </w:rPr>
        <w:t>Samoa</w:t>
      </w:r>
      <w:r>
        <w:rPr>
          <w:color w:val="231F20"/>
        </w:rPr>
        <w:tab/>
        <w:t>95564</w:t>
      </w:r>
      <w:r>
        <w:rPr>
          <w:color w:val="231F20"/>
        </w:rPr>
        <w:tab/>
        <w:t>Humboldt</w:t>
      </w:r>
      <w:r>
        <w:rPr>
          <w:color w:val="231F20"/>
        </w:rPr>
        <w:tab/>
        <w:t>1</w:t>
      </w:r>
    </w:p>
    <w:p w:rsidR="00EA74A4" w:rsidRDefault="00316162">
      <w:pPr>
        <w:pStyle w:val="BodyText"/>
        <w:tabs>
          <w:tab w:val="left" w:pos="1718"/>
          <w:tab w:val="left" w:pos="2984"/>
          <w:tab w:val="left" w:pos="4541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Andreas</w:t>
      </w:r>
      <w:r>
        <w:rPr>
          <w:color w:val="231F20"/>
        </w:rPr>
        <w:tab/>
        <w:t>95249</w:t>
      </w:r>
      <w:r>
        <w:rPr>
          <w:color w:val="231F20"/>
        </w:rPr>
        <w:tab/>
        <w:t>Calaveras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8"/>
          <w:tab w:val="left" w:pos="3116"/>
          <w:tab w:val="left" w:pos="4588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Anselmo</w:t>
      </w:r>
      <w:r>
        <w:rPr>
          <w:color w:val="231F20"/>
        </w:rPr>
        <w:tab/>
        <w:t>94960</w:t>
      </w:r>
      <w:r>
        <w:rPr>
          <w:color w:val="231F20"/>
        </w:rPr>
        <w:tab/>
        <w:t>Marin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717"/>
          <w:tab w:val="left" w:pos="2971"/>
          <w:tab w:val="right" w:pos="4679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Ardo</w:t>
      </w:r>
      <w:r>
        <w:rPr>
          <w:color w:val="231F20"/>
        </w:rPr>
        <w:tab/>
        <w:t>93450</w:t>
      </w:r>
      <w:r>
        <w:rPr>
          <w:color w:val="231F20"/>
        </w:rPr>
        <w:tab/>
        <w:t>Monterey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spacing w:before="121"/>
        <w:ind w:left="409"/>
      </w:pPr>
      <w:r>
        <w:rPr>
          <w:color w:val="231F20"/>
        </w:rPr>
        <w:t>San</w:t>
      </w:r>
    </w:p>
    <w:p w:rsidR="00EA74A4" w:rsidRDefault="00316162">
      <w:pPr>
        <w:pStyle w:val="BodyText"/>
        <w:tabs>
          <w:tab w:val="left" w:pos="1717"/>
          <w:tab w:val="left" w:pos="2773"/>
          <w:tab w:val="right" w:pos="4724"/>
        </w:tabs>
        <w:spacing w:before="1"/>
        <w:ind w:left="409"/>
      </w:pPr>
      <w:r>
        <w:rPr>
          <w:color w:val="231F20"/>
        </w:rPr>
        <w:t>Bernardino</w:t>
      </w:r>
      <w:r>
        <w:rPr>
          <w:color w:val="231F20"/>
        </w:rPr>
        <w:tab/>
        <w:t>92401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ind w:left="0"/>
      </w:pPr>
      <w:r>
        <w:br w:type="column"/>
      </w: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ind w:left="0"/>
      </w:pPr>
    </w:p>
    <w:p w:rsidR="00EA74A4" w:rsidRDefault="00EA74A4">
      <w:pPr>
        <w:pStyle w:val="BodyText"/>
        <w:spacing w:before="4"/>
        <w:ind w:left="0"/>
        <w:rPr>
          <w:sz w:val="21"/>
        </w:rPr>
      </w:pPr>
    </w:p>
    <w:p w:rsidR="00EA74A4" w:rsidRDefault="00316162">
      <w:pPr>
        <w:pStyle w:val="BodyText"/>
        <w:ind w:left="409"/>
      </w:pPr>
      <w:r>
        <w:rPr>
          <w:color w:val="231F20"/>
        </w:rPr>
        <w:t>San</w:t>
      </w:r>
    </w:p>
    <w:p w:rsidR="00EA74A4" w:rsidRDefault="00316162">
      <w:pPr>
        <w:pStyle w:val="BodyText"/>
        <w:tabs>
          <w:tab w:val="left" w:pos="1719"/>
          <w:tab w:val="left" w:pos="2773"/>
          <w:tab w:val="left" w:pos="4541"/>
        </w:tabs>
        <w:spacing w:before="1"/>
        <w:ind w:left="409"/>
      </w:pPr>
      <w:r>
        <w:rPr>
          <w:color w:val="231F20"/>
        </w:rPr>
        <w:t>Bernardino</w:t>
      </w:r>
      <w:r>
        <w:rPr>
          <w:color w:val="231F20"/>
        </w:rPr>
        <w:tab/>
        <w:t>92411</w:t>
      </w:r>
      <w:r>
        <w:rPr>
          <w:color w:val="231F20"/>
        </w:rPr>
        <w:tab/>
        <w:t>San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719"/>
          <w:tab w:val="left" w:pos="2940"/>
          <w:tab w:val="left" w:pos="4587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Bruno</w:t>
      </w:r>
      <w:r>
        <w:rPr>
          <w:color w:val="231F20"/>
        </w:rPr>
        <w:tab/>
        <w:t>94066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Mateo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19"/>
          <w:tab w:val="left" w:pos="2940"/>
          <w:tab w:val="left" w:pos="4587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Carlos</w:t>
      </w:r>
      <w:r>
        <w:rPr>
          <w:color w:val="231F20"/>
        </w:rPr>
        <w:tab/>
        <w:t>94070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Mateo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20"/>
          <w:tab w:val="left" w:pos="2670"/>
          <w:tab w:val="left" w:pos="4588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Clemente</w:t>
      </w:r>
      <w:r>
        <w:rPr>
          <w:color w:val="231F20"/>
        </w:rPr>
        <w:tab/>
        <w:t>92672</w:t>
      </w:r>
      <w:r>
        <w:rPr>
          <w:color w:val="231F20"/>
        </w:rPr>
        <w:tab/>
        <w:t>Orange/San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20"/>
          <w:tab w:val="left" w:pos="3066"/>
          <w:tab w:val="right" w:pos="4678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Clemente</w:t>
      </w:r>
      <w:r>
        <w:rPr>
          <w:color w:val="231F20"/>
        </w:rPr>
        <w:tab/>
        <w:t>92673</w:t>
      </w:r>
      <w:r>
        <w:rPr>
          <w:color w:val="231F20"/>
        </w:rPr>
        <w:tab/>
        <w:t>Orange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92037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92093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92101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18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92102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92103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92104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92105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92106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92107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92108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92109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92110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18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92111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22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92113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18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92114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92115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92116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92117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92119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92120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92121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18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92122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720"/>
          <w:tab w:val="left" w:pos="2972"/>
          <w:tab w:val="right" w:pos="4678"/>
        </w:tabs>
        <w:spacing w:before="122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92123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EA74A4">
      <w:pPr>
        <w:sectPr w:rsidR="00EA74A4">
          <w:type w:val="continuous"/>
          <w:pgSz w:w="10140" w:h="12960"/>
          <w:pgMar w:top="180" w:right="0" w:bottom="0" w:left="20" w:header="720" w:footer="720" w:gutter="0"/>
          <w:cols w:num="2" w:space="720" w:equalWidth="0">
            <w:col w:w="4765" w:space="359"/>
            <w:col w:w="4996"/>
          </w:cols>
        </w:sectPr>
      </w:pPr>
    </w:p>
    <w:p w:rsidR="00EA74A4" w:rsidRDefault="00EA74A4">
      <w:pPr>
        <w:pStyle w:val="BodyText"/>
        <w:spacing w:before="9"/>
        <w:ind w:left="0"/>
        <w:rPr>
          <w:rFonts w:ascii="Times New Roman"/>
          <w:sz w:val="14"/>
        </w:rPr>
      </w:pPr>
    </w:p>
    <w:p w:rsidR="00EA74A4" w:rsidRDefault="00AA3220">
      <w:pPr>
        <w:pStyle w:val="Heading2"/>
        <w:tabs>
          <w:tab w:val="left" w:pos="5174"/>
        </w:tabs>
        <w:ind w:left="100"/>
      </w:pPr>
      <w:r>
        <w:rPr>
          <w:position w:val="12"/>
        </w:rPr>
      </w:r>
      <w:r>
        <w:rPr>
          <w:position w:val="12"/>
        </w:rPr>
        <w:pict>
          <v:shape id="_x0000_s1059" type="#_x0000_t202" style="width:218.15pt;height:619.4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54"/>
                    <w:gridCol w:w="943"/>
                    <w:gridCol w:w="1676"/>
                    <w:gridCol w:w="587"/>
                  </w:tblGrid>
                  <w:tr w:rsidR="00EA74A4">
                    <w:trPr>
                      <w:trHeight w:val="25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92124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92126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92127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ind w:right="4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92128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92129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92130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92131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ind w:right="4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92133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92134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92135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92136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92139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92140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92145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92152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92154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92155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92173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92182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Dimas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91773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13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Fernando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91340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ind w:left="314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Fernando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91344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14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Fernando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91345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ind w:left="314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Fernando Valley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91352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314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560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Fernando Valley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91602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314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Fernando Valley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91605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314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94102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ind w:left="314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94103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14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94104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ind w:left="314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94105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14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94107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ind w:left="314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94108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14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94109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ind w:left="314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94110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ind w:left="314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259"/>
                    </w:trPr>
                    <w:tc>
                      <w:tcPr>
                        <w:tcW w:w="1154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94111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left="314" w:right="3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87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anchorlock/>
          </v:shape>
        </w:pict>
      </w:r>
      <w:r w:rsidR="00316162">
        <w:rPr>
          <w:position w:val="12"/>
        </w:rPr>
        <w:tab/>
      </w:r>
      <w:r>
        <w:pict>
          <v:shape id="_x0000_s1058" type="#_x0000_t202" style="width:220.8pt;height:625.4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24"/>
                    <w:gridCol w:w="843"/>
                    <w:gridCol w:w="1843"/>
                    <w:gridCol w:w="507"/>
                  </w:tblGrid>
                  <w:tr w:rsidR="00EA74A4">
                    <w:trPr>
                      <w:trHeight w:val="478"/>
                    </w:trPr>
                    <w:tc>
                      <w:tcPr>
                        <w:tcW w:w="1224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  <w:sz w:val="15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  <w:sz w:val="15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94112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Francisco/San</w:t>
                        </w:r>
                      </w:p>
                      <w:p w:rsidR="00EA74A4" w:rsidRDefault="00316162">
                        <w:pPr>
                          <w:pStyle w:val="TableParagraph"/>
                          <w:spacing w:before="0" w:line="219" w:lineRule="exact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Mateo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  <w:sz w:val="15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94114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94115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94116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94117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94118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94121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94122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94123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94124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94127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94128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27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Mateo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94129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94130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94131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94132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94133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24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94134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666" w:right="252" w:hanging="41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Francisco/San Mateo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94158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Gabriel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91775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28" w:right="25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Gabriel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91776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8" w:right="25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Geronimo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94963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28" w:right="25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Gregorio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94074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7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Mateo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Jacinto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92582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Jacinto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92583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93660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6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95002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28" w:right="25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95013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8" w:right="25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95110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28" w:right="25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95111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8" w:right="25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95112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28" w:right="25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95113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8" w:right="25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95116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28" w:right="2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95117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8" w:right="25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95118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ind w:left="228" w:right="25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259"/>
                    </w:trPr>
                    <w:tc>
                      <w:tcPr>
                        <w:tcW w:w="1224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95119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left="228" w:right="25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07" w:type="dxa"/>
                      </w:tcPr>
                      <w:p w:rsidR="00EA74A4" w:rsidRDefault="00316162">
                        <w:pPr>
                          <w:pStyle w:val="TableParagraph"/>
                          <w:spacing w:before="43" w:line="196" w:lineRule="exact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anchorlock/>
          </v:shape>
        </w:pict>
      </w:r>
    </w:p>
    <w:p w:rsidR="00EA74A4" w:rsidRDefault="00EA74A4">
      <w:pPr>
        <w:sectPr w:rsidR="00EA74A4">
          <w:pgSz w:w="10140" w:h="12960"/>
          <w:pgMar w:top="220" w:right="0" w:bottom="0" w:left="20" w:header="20" w:footer="0" w:gutter="0"/>
          <w:cols w:space="720"/>
        </w:sectPr>
      </w:pP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34"/>
        <w:ind w:left="409"/>
      </w:pPr>
      <w:r>
        <w:rPr>
          <w:color w:val="231F20"/>
        </w:rPr>
        <w:lastRenderedPageBreak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95120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18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95121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95122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95123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95124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8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95125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95126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95127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95128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9"/>
          <w:tab w:val="left" w:pos="2972"/>
          <w:tab w:val="right" w:pos="4724"/>
        </w:tabs>
        <w:spacing w:before="134"/>
        <w:ind w:left="409"/>
      </w:pPr>
      <w:r>
        <w:br w:type="column"/>
      </w: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Marcos</w:t>
      </w:r>
      <w:r>
        <w:rPr>
          <w:color w:val="231F20"/>
        </w:rPr>
        <w:tab/>
        <w:t>92078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719"/>
          <w:tab w:val="left" w:pos="2972"/>
          <w:tab w:val="right" w:pos="4724"/>
        </w:tabs>
        <w:spacing w:before="118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Marcos</w:t>
      </w:r>
      <w:r>
        <w:rPr>
          <w:color w:val="231F20"/>
        </w:rPr>
        <w:tab/>
        <w:t>92096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719"/>
          <w:tab w:val="left" w:pos="2906"/>
          <w:tab w:val="left" w:pos="4587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Marino</w:t>
      </w:r>
      <w:r>
        <w:rPr>
          <w:color w:val="231F20"/>
        </w:rPr>
        <w:tab/>
        <w:t>91108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720"/>
          <w:tab w:val="left" w:pos="2925"/>
          <w:tab w:val="left" w:pos="4588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Martin</w:t>
      </w:r>
      <w:r>
        <w:rPr>
          <w:color w:val="231F20"/>
        </w:rPr>
        <w:tab/>
        <w:t>95046</w:t>
      </w:r>
      <w:r>
        <w:rPr>
          <w:color w:val="231F20"/>
        </w:rPr>
        <w:tab/>
        <w:t>Santa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20"/>
          <w:tab w:val="left" w:pos="2941"/>
          <w:tab w:val="left" w:pos="4588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Mateo</w:t>
      </w:r>
      <w:r>
        <w:rPr>
          <w:color w:val="231F20"/>
        </w:rPr>
        <w:tab/>
        <w:t>94401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Mateo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20"/>
          <w:tab w:val="left" w:pos="2941"/>
          <w:tab w:val="right" w:pos="4679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Mateo</w:t>
      </w:r>
      <w:r>
        <w:rPr>
          <w:color w:val="231F20"/>
        </w:rPr>
        <w:tab/>
        <w:t>94402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Mateo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20"/>
          <w:tab w:val="left" w:pos="2941"/>
          <w:tab w:val="right" w:pos="4679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Mateo</w:t>
      </w:r>
      <w:r>
        <w:rPr>
          <w:color w:val="231F20"/>
        </w:rPr>
        <w:tab/>
        <w:t>94403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Mateo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20"/>
          <w:tab w:val="left" w:pos="2941"/>
          <w:tab w:val="right" w:pos="4679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Mateo</w:t>
      </w:r>
      <w:r>
        <w:rPr>
          <w:color w:val="231F20"/>
        </w:rPr>
        <w:tab/>
        <w:t>94404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Mateo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spacing w:before="119"/>
        <w:ind w:left="2560"/>
      </w:pPr>
      <w:r>
        <w:rPr>
          <w:color w:val="231F20"/>
        </w:rPr>
        <w:t>Kings/Monterey/ San</w:t>
      </w:r>
    </w:p>
    <w:p w:rsidR="00EA74A4" w:rsidRDefault="00EA74A4">
      <w:pPr>
        <w:sectPr w:rsidR="00EA74A4">
          <w:pgSz w:w="10140" w:h="12960"/>
          <w:pgMar w:top="220" w:right="0" w:bottom="0" w:left="20" w:header="20" w:footer="0" w:gutter="0"/>
          <w:cols w:num="2" w:space="720" w:equalWidth="0">
            <w:col w:w="4720" w:space="404"/>
            <w:col w:w="4996"/>
          </w:cols>
        </w:sectPr>
      </w:pP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95129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right" w:pos="2175"/>
        </w:tabs>
        <w:spacing w:before="1"/>
        <w:ind w:left="409"/>
      </w:pPr>
      <w:r>
        <w:br w:type="column"/>
      </w: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Miguel</w:t>
      </w:r>
      <w:r>
        <w:rPr>
          <w:color w:val="231F20"/>
        </w:rPr>
        <w:tab/>
        <w:t>93451</w:t>
      </w:r>
    </w:p>
    <w:p w:rsidR="00EA74A4" w:rsidRDefault="00316162">
      <w:pPr>
        <w:pStyle w:val="BodyText"/>
        <w:tabs>
          <w:tab w:val="right" w:pos="2171"/>
        </w:tabs>
        <w:spacing w:before="1"/>
        <w:ind w:left="409"/>
      </w:pPr>
      <w:r>
        <w:br w:type="column"/>
      </w:r>
      <w:r>
        <w:rPr>
          <w:color w:val="231F20"/>
        </w:rPr>
        <w:t>Luis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Obispo</w:t>
      </w:r>
      <w:r>
        <w:rPr>
          <w:color w:val="231F20"/>
        </w:rPr>
        <w:tab/>
        <w:t>4</w:t>
      </w:r>
    </w:p>
    <w:p w:rsidR="00EA74A4" w:rsidRDefault="00EA74A4">
      <w:pPr>
        <w:sectPr w:rsidR="00EA74A4">
          <w:type w:val="continuous"/>
          <w:pgSz w:w="10140" w:h="12960"/>
          <w:pgMar w:top="180" w:right="0" w:bottom="0" w:left="20" w:header="720" w:footer="720" w:gutter="0"/>
          <w:cols w:num="3" w:space="720" w:equalWidth="0">
            <w:col w:w="4720" w:space="404"/>
            <w:col w:w="2216" w:space="292"/>
            <w:col w:w="2488"/>
          </w:cols>
        </w:sectPr>
      </w:pP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18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95130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95131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95132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95133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95134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95135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95136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95138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95139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18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95141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22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95148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7"/>
          <w:tab w:val="left" w:pos="2924"/>
          <w:tab w:val="right" w:pos="4679"/>
        </w:tabs>
        <w:spacing w:before="118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Jose</w:t>
      </w:r>
      <w:r>
        <w:rPr>
          <w:color w:val="231F20"/>
        </w:rPr>
        <w:tab/>
        <w:t>95192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spacing w:before="121" w:line="219" w:lineRule="exact"/>
        <w:ind w:left="409"/>
      </w:pPr>
      <w:r>
        <w:rPr>
          <w:color w:val="231F20"/>
        </w:rPr>
        <w:t>San Juan</w:t>
      </w:r>
    </w:p>
    <w:p w:rsidR="00EA74A4" w:rsidRDefault="00316162">
      <w:pPr>
        <w:pStyle w:val="BodyText"/>
        <w:tabs>
          <w:tab w:val="left" w:pos="1717"/>
          <w:tab w:val="left" w:pos="2943"/>
          <w:tab w:val="right" w:pos="4678"/>
        </w:tabs>
        <w:spacing w:line="219" w:lineRule="exact"/>
        <w:ind w:left="409"/>
      </w:pPr>
      <w:r>
        <w:rPr>
          <w:color w:val="231F20"/>
        </w:rPr>
        <w:t>Bautista</w:t>
      </w:r>
      <w:r>
        <w:rPr>
          <w:color w:val="231F20"/>
        </w:rPr>
        <w:tab/>
        <w:t>95045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Benito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spacing w:before="121" w:line="219" w:lineRule="exact"/>
        <w:ind w:left="409"/>
      </w:pPr>
      <w:r>
        <w:rPr>
          <w:color w:val="231F20"/>
        </w:rPr>
        <w:t>San Juan</w:t>
      </w:r>
    </w:p>
    <w:p w:rsidR="00EA74A4" w:rsidRDefault="00316162">
      <w:pPr>
        <w:pStyle w:val="BodyText"/>
        <w:tabs>
          <w:tab w:val="left" w:pos="1717"/>
          <w:tab w:val="left" w:pos="2699"/>
          <w:tab w:val="right" w:pos="4679"/>
        </w:tabs>
        <w:spacing w:line="219" w:lineRule="exact"/>
        <w:ind w:left="409"/>
      </w:pPr>
      <w:r>
        <w:rPr>
          <w:color w:val="231F20"/>
        </w:rPr>
        <w:t>Capistrano</w:t>
      </w:r>
      <w:r>
        <w:rPr>
          <w:color w:val="231F20"/>
        </w:rPr>
        <w:tab/>
        <w:t>92675</w:t>
      </w:r>
      <w:r>
        <w:rPr>
          <w:color w:val="231F20"/>
        </w:rPr>
        <w:tab/>
        <w:t>Orange/Riverside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716"/>
          <w:tab w:val="left" w:pos="3012"/>
          <w:tab w:val="left" w:pos="4587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Leandro</w:t>
      </w:r>
      <w:r>
        <w:rPr>
          <w:color w:val="231F20"/>
        </w:rPr>
        <w:tab/>
        <w:t>94577</w:t>
      </w:r>
      <w:r>
        <w:rPr>
          <w:color w:val="231F20"/>
        </w:rPr>
        <w:tab/>
        <w:t>Alameda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16"/>
          <w:tab w:val="left" w:pos="3012"/>
          <w:tab w:val="left" w:pos="4587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Leandro</w:t>
      </w:r>
      <w:r>
        <w:rPr>
          <w:color w:val="231F20"/>
        </w:rPr>
        <w:tab/>
        <w:t>94578</w:t>
      </w:r>
      <w:r>
        <w:rPr>
          <w:color w:val="231F20"/>
        </w:rPr>
        <w:tab/>
        <w:t>Alameda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16"/>
          <w:tab w:val="left" w:pos="3012"/>
          <w:tab w:val="left" w:pos="4587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Leandro</w:t>
      </w:r>
      <w:r>
        <w:rPr>
          <w:color w:val="231F20"/>
        </w:rPr>
        <w:tab/>
        <w:t>94579</w:t>
      </w:r>
      <w:r>
        <w:rPr>
          <w:color w:val="231F20"/>
        </w:rPr>
        <w:tab/>
        <w:t>Alameda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18"/>
          <w:tab w:val="left" w:pos="3013"/>
          <w:tab w:val="right" w:pos="4678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Lorenzo</w:t>
      </w:r>
      <w:r>
        <w:rPr>
          <w:color w:val="231F20"/>
        </w:rPr>
        <w:tab/>
        <w:t>94580</w:t>
      </w:r>
      <w:r>
        <w:rPr>
          <w:color w:val="231F20"/>
        </w:rPr>
        <w:tab/>
        <w:t>Alameda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spacing w:before="119"/>
        <w:ind w:left="409"/>
      </w:pPr>
      <w:r>
        <w:rPr>
          <w:color w:val="231F20"/>
        </w:rPr>
        <w:t>San Luis</w:t>
      </w:r>
    </w:p>
    <w:p w:rsidR="00EA74A4" w:rsidRDefault="00316162">
      <w:pPr>
        <w:pStyle w:val="BodyText"/>
        <w:tabs>
          <w:tab w:val="left" w:pos="1717"/>
          <w:tab w:val="left" w:pos="2764"/>
          <w:tab w:val="right" w:pos="4679"/>
        </w:tabs>
        <w:spacing w:before="1"/>
        <w:ind w:left="409"/>
      </w:pPr>
      <w:r>
        <w:rPr>
          <w:color w:val="231F20"/>
        </w:rPr>
        <w:t>Obispo</w:t>
      </w:r>
      <w:r>
        <w:rPr>
          <w:color w:val="231F20"/>
        </w:rPr>
        <w:tab/>
        <w:t>93401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Luis Obispo</w:t>
      </w:r>
      <w:r>
        <w:rPr>
          <w:color w:val="231F20"/>
        </w:rPr>
        <w:tab/>
        <w:t>5</w:t>
      </w:r>
    </w:p>
    <w:p w:rsidR="00EA74A4" w:rsidRDefault="00316162">
      <w:pPr>
        <w:pStyle w:val="BodyText"/>
        <w:spacing w:before="119"/>
        <w:ind w:left="409"/>
      </w:pPr>
      <w:r>
        <w:rPr>
          <w:color w:val="231F20"/>
        </w:rPr>
        <w:t>San Luis</w:t>
      </w:r>
    </w:p>
    <w:p w:rsidR="00EA74A4" w:rsidRDefault="00316162">
      <w:pPr>
        <w:pStyle w:val="BodyText"/>
        <w:tabs>
          <w:tab w:val="left" w:pos="1717"/>
          <w:tab w:val="left" w:pos="2764"/>
          <w:tab w:val="right" w:pos="4679"/>
        </w:tabs>
        <w:spacing w:before="1"/>
        <w:ind w:left="409"/>
      </w:pPr>
      <w:r>
        <w:rPr>
          <w:color w:val="231F20"/>
        </w:rPr>
        <w:t>Obispo</w:t>
      </w:r>
      <w:r>
        <w:rPr>
          <w:color w:val="231F20"/>
        </w:rPr>
        <w:tab/>
        <w:t>93402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Luis Obispo</w:t>
      </w:r>
      <w:r>
        <w:rPr>
          <w:color w:val="231F20"/>
        </w:rPr>
        <w:tab/>
        <w:t>5</w:t>
      </w:r>
    </w:p>
    <w:p w:rsidR="00EA74A4" w:rsidRDefault="00AA3220">
      <w:pPr>
        <w:pStyle w:val="BodyText"/>
        <w:spacing w:before="118"/>
        <w:ind w:left="409"/>
      </w:pPr>
      <w:r>
        <w:pict>
          <v:shape id="_x0000_s1032" type="#_x0000_t202" style="position:absolute;left:0;text-align:left;margin-left:19pt;margin-top:18.75pt;width:220.8pt;height:54pt;z-index:124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27"/>
                    <w:gridCol w:w="982"/>
                    <w:gridCol w:w="1753"/>
                    <w:gridCol w:w="552"/>
                  </w:tblGrid>
                  <w:tr w:rsidR="00EA74A4">
                    <w:trPr>
                      <w:trHeight w:val="260"/>
                    </w:trPr>
                    <w:tc>
                      <w:tcPr>
                        <w:tcW w:w="1127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Obispo</w:t>
                        </w:r>
                      </w:p>
                    </w:tc>
                    <w:tc>
                      <w:tcPr>
                        <w:tcW w:w="982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93405</w:t>
                        </w:r>
                      </w:p>
                    </w:tc>
                    <w:tc>
                      <w:tcPr>
                        <w:tcW w:w="1753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276" w:right="2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552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9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5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2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982" w:type="dxa"/>
                      </w:tcPr>
                      <w:p w:rsidR="00EA74A4" w:rsidRDefault="00EA74A4"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93407</w:t>
                        </w:r>
                      </w:p>
                    </w:tc>
                    <w:tc>
                      <w:tcPr>
                        <w:tcW w:w="1753" w:type="dxa"/>
                      </w:tcPr>
                      <w:p w:rsidR="00EA74A4" w:rsidRDefault="00EA74A4"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76" w:right="2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552" w:type="dxa"/>
                      </w:tcPr>
                      <w:p w:rsidR="00EA74A4" w:rsidRDefault="00EA74A4"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5</w:t>
                        </w:r>
                      </w:p>
                    </w:tc>
                  </w:tr>
                  <w:tr w:rsidR="00EA74A4">
                    <w:trPr>
                      <w:trHeight w:val="260"/>
                    </w:trPr>
                    <w:tc>
                      <w:tcPr>
                        <w:tcW w:w="1127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Marcos</w:t>
                        </w:r>
                      </w:p>
                    </w:tc>
                    <w:tc>
                      <w:tcPr>
                        <w:tcW w:w="982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23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92069</w:t>
                        </w:r>
                      </w:p>
                    </w:tc>
                    <w:tc>
                      <w:tcPr>
                        <w:tcW w:w="1753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276" w:right="2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52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right="4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 w:rsidR="00316162">
        <w:rPr>
          <w:color w:val="231F20"/>
        </w:rPr>
        <w:t>San Luis</w:t>
      </w:r>
    </w:p>
    <w:p w:rsidR="00EA74A4" w:rsidRDefault="00316162">
      <w:pPr>
        <w:pStyle w:val="BodyText"/>
        <w:tabs>
          <w:tab w:val="left" w:pos="1718"/>
          <w:tab w:val="left" w:pos="2864"/>
          <w:tab w:val="right" w:pos="4679"/>
        </w:tabs>
        <w:spacing w:line="218" w:lineRule="exact"/>
        <w:ind w:left="409"/>
      </w:pPr>
      <w:r>
        <w:br w:type="column"/>
      </w: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Pablo</w:t>
      </w:r>
      <w:r>
        <w:rPr>
          <w:color w:val="231F20"/>
        </w:rPr>
        <w:tab/>
        <w:t>94806</w:t>
      </w:r>
      <w:r>
        <w:rPr>
          <w:color w:val="231F20"/>
        </w:rPr>
        <w:tab/>
        <w:t>Contra Costa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719"/>
          <w:tab w:val="left" w:pos="2906"/>
          <w:tab w:val="right" w:pos="4679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Pedro</w:t>
      </w:r>
      <w:r>
        <w:rPr>
          <w:color w:val="231F20"/>
        </w:rPr>
        <w:tab/>
        <w:t>90731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19"/>
          <w:tab w:val="left" w:pos="2906"/>
          <w:tab w:val="right" w:pos="4679"/>
        </w:tabs>
        <w:spacing w:before="118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Pedro</w:t>
      </w:r>
      <w:r>
        <w:rPr>
          <w:color w:val="231F20"/>
        </w:rPr>
        <w:tab/>
        <w:t>90732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20"/>
          <w:tab w:val="left" w:pos="3116"/>
          <w:tab w:val="left" w:pos="4587"/>
        </w:tabs>
        <w:spacing w:before="122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Quentin</w:t>
      </w:r>
      <w:r>
        <w:rPr>
          <w:color w:val="231F20"/>
        </w:rPr>
        <w:tab/>
        <w:t>94964</w:t>
      </w:r>
      <w:r>
        <w:rPr>
          <w:color w:val="231F20"/>
        </w:rPr>
        <w:tab/>
        <w:t>Marin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718"/>
          <w:tab w:val="left" w:pos="3115"/>
          <w:tab w:val="left" w:pos="4587"/>
        </w:tabs>
        <w:spacing w:before="118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Rafael</w:t>
      </w:r>
      <w:r>
        <w:rPr>
          <w:color w:val="231F20"/>
        </w:rPr>
        <w:tab/>
        <w:t>94901</w:t>
      </w:r>
      <w:r>
        <w:rPr>
          <w:color w:val="231F20"/>
        </w:rPr>
        <w:tab/>
        <w:t>Marin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718"/>
          <w:tab w:val="left" w:pos="3115"/>
          <w:tab w:val="left" w:pos="4587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Rafael</w:t>
      </w:r>
      <w:r>
        <w:rPr>
          <w:color w:val="231F20"/>
        </w:rPr>
        <w:tab/>
        <w:t>94903</w:t>
      </w:r>
      <w:r>
        <w:rPr>
          <w:color w:val="231F20"/>
        </w:rPr>
        <w:tab/>
        <w:t>Marin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718"/>
          <w:tab w:val="left" w:pos="2863"/>
          <w:tab w:val="right" w:pos="4725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Ramon</w:t>
      </w:r>
      <w:r>
        <w:rPr>
          <w:color w:val="231F20"/>
        </w:rPr>
        <w:tab/>
        <w:t>94582</w:t>
      </w:r>
      <w:r>
        <w:rPr>
          <w:color w:val="231F20"/>
        </w:rPr>
        <w:tab/>
        <w:t>Contra Costa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8"/>
          <w:tab w:val="left" w:pos="2505"/>
          <w:tab w:val="right" w:pos="4724"/>
        </w:tabs>
        <w:spacing w:before="119"/>
        <w:ind w:left="409"/>
      </w:pPr>
      <w:r>
        <w:rPr>
          <w:color w:val="231F20"/>
        </w:rPr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Ramon</w:t>
      </w:r>
      <w:r>
        <w:rPr>
          <w:color w:val="231F20"/>
        </w:rPr>
        <w:tab/>
        <w:t>94583</w:t>
      </w:r>
      <w:r>
        <w:rPr>
          <w:color w:val="231F20"/>
        </w:rPr>
        <w:tab/>
        <w:t>Alameda/Contra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Costa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719"/>
          <w:tab w:val="left" w:pos="2764"/>
          <w:tab w:val="left" w:pos="4587"/>
        </w:tabs>
        <w:spacing w:before="121"/>
        <w:ind w:left="409"/>
      </w:pPr>
      <w:r>
        <w:rPr>
          <w:color w:val="231F20"/>
        </w:rPr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Simeon</w:t>
      </w:r>
      <w:r>
        <w:rPr>
          <w:color w:val="231F20"/>
        </w:rPr>
        <w:tab/>
        <w:t>93452</w:t>
      </w:r>
      <w:r>
        <w:rPr>
          <w:color w:val="231F20"/>
        </w:rPr>
        <w:tab/>
        <w:t>San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Luis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Obispo</w:t>
      </w:r>
      <w:r>
        <w:rPr>
          <w:color w:val="231F20"/>
        </w:rPr>
        <w:tab/>
        <w:t>5</w:t>
      </w:r>
    </w:p>
    <w:p w:rsidR="00EA74A4" w:rsidRDefault="00316162">
      <w:pPr>
        <w:pStyle w:val="BodyText"/>
        <w:tabs>
          <w:tab w:val="left" w:pos="1719"/>
          <w:tab w:val="left" w:pos="3087"/>
          <w:tab w:val="right" w:pos="4724"/>
        </w:tabs>
        <w:spacing w:before="119"/>
        <w:ind w:left="409"/>
      </w:pPr>
      <w:r>
        <w:rPr>
          <w:color w:val="231F20"/>
        </w:rPr>
        <w:t>Sanger</w:t>
      </w:r>
      <w:r>
        <w:rPr>
          <w:color w:val="231F20"/>
        </w:rPr>
        <w:tab/>
        <w:t>93657</w:t>
      </w:r>
      <w:r>
        <w:rPr>
          <w:color w:val="231F20"/>
        </w:rPr>
        <w:tab/>
        <w:t>Fresno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719"/>
          <w:tab w:val="left" w:pos="3066"/>
          <w:tab w:val="left" w:pos="4587"/>
        </w:tabs>
        <w:spacing w:before="121"/>
        <w:ind w:left="409"/>
      </w:pPr>
      <w:r>
        <w:rPr>
          <w:color w:val="231F20"/>
        </w:rPr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Ana</w:t>
      </w:r>
      <w:r>
        <w:rPr>
          <w:color w:val="231F20"/>
        </w:rPr>
        <w:tab/>
        <w:t>92701</w:t>
      </w:r>
      <w:r>
        <w:rPr>
          <w:color w:val="231F20"/>
        </w:rPr>
        <w:tab/>
        <w:t>Orange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719"/>
          <w:tab w:val="left" w:pos="3066"/>
          <w:tab w:val="left" w:pos="4587"/>
        </w:tabs>
        <w:spacing w:before="118"/>
        <w:ind w:left="409"/>
      </w:pPr>
      <w:r>
        <w:rPr>
          <w:color w:val="231F20"/>
        </w:rPr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Ana</w:t>
      </w:r>
      <w:r>
        <w:rPr>
          <w:color w:val="231F20"/>
        </w:rPr>
        <w:tab/>
        <w:t>92703</w:t>
      </w:r>
      <w:r>
        <w:rPr>
          <w:color w:val="231F20"/>
        </w:rPr>
        <w:tab/>
        <w:t>Orange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719"/>
          <w:tab w:val="left" w:pos="3066"/>
          <w:tab w:val="left" w:pos="4587"/>
        </w:tabs>
        <w:spacing w:before="122"/>
        <w:ind w:left="409"/>
      </w:pPr>
      <w:r>
        <w:rPr>
          <w:color w:val="231F20"/>
        </w:rPr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Ana</w:t>
      </w:r>
      <w:r>
        <w:rPr>
          <w:color w:val="231F20"/>
        </w:rPr>
        <w:tab/>
        <w:t>92704</w:t>
      </w:r>
      <w:r>
        <w:rPr>
          <w:color w:val="231F20"/>
        </w:rPr>
        <w:tab/>
        <w:t>Orange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719"/>
          <w:tab w:val="left" w:pos="3066"/>
          <w:tab w:val="right" w:pos="4678"/>
        </w:tabs>
        <w:spacing w:before="118"/>
        <w:ind w:left="409"/>
      </w:pPr>
      <w:r>
        <w:rPr>
          <w:color w:val="231F20"/>
        </w:rPr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Ana</w:t>
      </w:r>
      <w:r>
        <w:rPr>
          <w:color w:val="231F20"/>
        </w:rPr>
        <w:tab/>
        <w:t>92705</w:t>
      </w:r>
      <w:r>
        <w:rPr>
          <w:color w:val="231F20"/>
        </w:rPr>
        <w:tab/>
        <w:t>Orange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719"/>
          <w:tab w:val="left" w:pos="3066"/>
          <w:tab w:val="right" w:pos="4678"/>
        </w:tabs>
        <w:spacing w:before="121"/>
        <w:ind w:left="409"/>
      </w:pPr>
      <w:r>
        <w:rPr>
          <w:color w:val="231F20"/>
        </w:rPr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Ana</w:t>
      </w:r>
      <w:r>
        <w:rPr>
          <w:color w:val="231F20"/>
        </w:rPr>
        <w:tab/>
        <w:t>92706</w:t>
      </w:r>
      <w:r>
        <w:rPr>
          <w:color w:val="231F20"/>
        </w:rPr>
        <w:tab/>
        <w:t>Orange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719"/>
          <w:tab w:val="left" w:pos="3066"/>
          <w:tab w:val="right" w:pos="4678"/>
        </w:tabs>
        <w:spacing w:before="119"/>
        <w:ind w:left="409"/>
      </w:pPr>
      <w:r>
        <w:rPr>
          <w:color w:val="231F20"/>
        </w:rPr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Ana</w:t>
      </w:r>
      <w:r>
        <w:rPr>
          <w:color w:val="231F20"/>
        </w:rPr>
        <w:tab/>
        <w:t>92707</w:t>
      </w:r>
      <w:r>
        <w:rPr>
          <w:color w:val="231F20"/>
        </w:rPr>
        <w:tab/>
        <w:t>Orange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719"/>
          <w:tab w:val="left" w:pos="2821"/>
          <w:tab w:val="left" w:pos="4587"/>
        </w:tabs>
        <w:spacing w:before="121"/>
        <w:ind w:left="409"/>
      </w:pPr>
      <w:r>
        <w:rPr>
          <w:color w:val="231F20"/>
        </w:rPr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93101</w:t>
      </w:r>
      <w:r>
        <w:rPr>
          <w:color w:val="231F20"/>
        </w:rPr>
        <w:tab/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19"/>
          <w:tab w:val="left" w:pos="2821"/>
          <w:tab w:val="left" w:pos="4587"/>
        </w:tabs>
        <w:spacing w:before="121"/>
        <w:ind w:left="409"/>
      </w:pPr>
      <w:r>
        <w:rPr>
          <w:color w:val="231F20"/>
        </w:rPr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93103</w:t>
      </w:r>
      <w:r>
        <w:rPr>
          <w:color w:val="231F20"/>
        </w:rPr>
        <w:tab/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19"/>
          <w:tab w:val="left" w:pos="2821"/>
          <w:tab w:val="left" w:pos="4587"/>
        </w:tabs>
        <w:spacing w:before="119"/>
        <w:ind w:left="409"/>
      </w:pPr>
      <w:r>
        <w:rPr>
          <w:color w:val="231F20"/>
        </w:rPr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93105</w:t>
      </w:r>
      <w:r>
        <w:rPr>
          <w:color w:val="231F20"/>
        </w:rPr>
        <w:tab/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5</w:t>
      </w:r>
    </w:p>
    <w:p w:rsidR="00EA74A4" w:rsidRDefault="00316162">
      <w:pPr>
        <w:pStyle w:val="BodyText"/>
        <w:tabs>
          <w:tab w:val="left" w:pos="1719"/>
          <w:tab w:val="left" w:pos="2821"/>
          <w:tab w:val="right" w:pos="4678"/>
        </w:tabs>
        <w:spacing w:before="121"/>
        <w:ind w:left="409"/>
      </w:pPr>
      <w:r>
        <w:rPr>
          <w:color w:val="231F20"/>
        </w:rPr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93106</w:t>
      </w:r>
      <w:r>
        <w:rPr>
          <w:color w:val="231F20"/>
        </w:rPr>
        <w:tab/>
        <w:t>Santa Barbara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19"/>
          <w:tab w:val="left" w:pos="2821"/>
          <w:tab w:val="right" w:pos="4678"/>
        </w:tabs>
        <w:spacing w:before="119"/>
        <w:ind w:left="409"/>
      </w:pPr>
      <w:r>
        <w:rPr>
          <w:color w:val="231F20"/>
        </w:rPr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93108</w:t>
      </w:r>
      <w:r>
        <w:rPr>
          <w:color w:val="231F20"/>
        </w:rPr>
        <w:tab/>
        <w:t>Santa Barbara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19"/>
          <w:tab w:val="left" w:pos="2821"/>
          <w:tab w:val="right" w:pos="4678"/>
        </w:tabs>
        <w:spacing w:before="121"/>
        <w:ind w:left="409"/>
      </w:pPr>
      <w:r>
        <w:rPr>
          <w:color w:val="231F20"/>
        </w:rPr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93109</w:t>
      </w:r>
      <w:r>
        <w:rPr>
          <w:color w:val="231F20"/>
        </w:rPr>
        <w:tab/>
        <w:t>Santa Barbara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19"/>
          <w:tab w:val="left" w:pos="2821"/>
          <w:tab w:val="right" w:pos="4678"/>
        </w:tabs>
        <w:spacing w:before="118"/>
        <w:ind w:left="409"/>
      </w:pPr>
      <w:r>
        <w:rPr>
          <w:color w:val="231F20"/>
        </w:rPr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93110</w:t>
      </w:r>
      <w:r>
        <w:rPr>
          <w:color w:val="231F20"/>
        </w:rPr>
        <w:tab/>
        <w:t>Santa Barbara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19"/>
          <w:tab w:val="left" w:pos="2821"/>
          <w:tab w:val="right" w:pos="4678"/>
        </w:tabs>
        <w:spacing w:before="121"/>
        <w:ind w:left="409"/>
      </w:pPr>
      <w:r>
        <w:rPr>
          <w:color w:val="231F20"/>
        </w:rPr>
        <w:t>Santa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93111</w:t>
      </w:r>
      <w:r>
        <w:rPr>
          <w:color w:val="231F20"/>
        </w:rPr>
        <w:tab/>
        <w:t>Santa Barbara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719"/>
          <w:tab w:val="left" w:pos="2924"/>
          <w:tab w:val="left" w:pos="4588"/>
        </w:tabs>
        <w:spacing w:before="119"/>
        <w:ind w:left="409"/>
      </w:pPr>
      <w:r>
        <w:rPr>
          <w:color w:val="231F20"/>
        </w:rPr>
        <w:t>Santa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95050</w:t>
      </w:r>
      <w:r>
        <w:rPr>
          <w:color w:val="231F20"/>
        </w:rPr>
        <w:tab/>
        <w:t>Santa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9"/>
          <w:tab w:val="left" w:pos="2924"/>
          <w:tab w:val="left" w:pos="4588"/>
        </w:tabs>
        <w:spacing w:before="121"/>
        <w:ind w:left="409"/>
      </w:pPr>
      <w:r>
        <w:rPr>
          <w:color w:val="231F20"/>
        </w:rPr>
        <w:t>Santa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95051</w:t>
      </w:r>
      <w:r>
        <w:rPr>
          <w:color w:val="231F20"/>
        </w:rPr>
        <w:tab/>
        <w:t>Santa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719"/>
          <w:tab w:val="left" w:pos="2924"/>
          <w:tab w:val="left" w:pos="4588"/>
        </w:tabs>
        <w:spacing w:before="121"/>
        <w:ind w:left="409"/>
      </w:pPr>
      <w:r>
        <w:rPr>
          <w:color w:val="231F20"/>
        </w:rPr>
        <w:t>Santa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95053</w:t>
      </w:r>
      <w:r>
        <w:rPr>
          <w:color w:val="231F20"/>
        </w:rPr>
        <w:tab/>
        <w:t>Santa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4</w:t>
      </w:r>
    </w:p>
    <w:p w:rsidR="00EA74A4" w:rsidRDefault="00EA74A4">
      <w:pPr>
        <w:sectPr w:rsidR="00EA74A4">
          <w:type w:val="continuous"/>
          <w:pgSz w:w="10140" w:h="12960"/>
          <w:pgMar w:top="180" w:right="0" w:bottom="0" w:left="20" w:header="720" w:footer="720" w:gutter="0"/>
          <w:cols w:num="2" w:space="720" w:equalWidth="0">
            <w:col w:w="4721" w:space="403"/>
            <w:col w:w="4996"/>
          </w:cols>
        </w:sectPr>
      </w:pPr>
    </w:p>
    <w:p w:rsidR="00EA74A4" w:rsidRDefault="00316162">
      <w:pPr>
        <w:pStyle w:val="BodyText"/>
        <w:tabs>
          <w:tab w:val="left" w:pos="1407"/>
          <w:tab w:val="left" w:pos="2615"/>
          <w:tab w:val="right" w:pos="4367"/>
        </w:tabs>
        <w:spacing w:before="134"/>
      </w:pPr>
      <w:r>
        <w:rPr>
          <w:color w:val="231F20"/>
        </w:rPr>
        <w:lastRenderedPageBreak/>
        <w:t>Santa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Clara</w:t>
      </w:r>
      <w:r>
        <w:rPr>
          <w:color w:val="231F20"/>
        </w:rPr>
        <w:tab/>
        <w:t>95054</w:t>
      </w:r>
      <w:r>
        <w:rPr>
          <w:color w:val="231F20"/>
        </w:rPr>
        <w:tab/>
        <w:t>Santa Clara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406"/>
          <w:tab w:val="left" w:pos="2596"/>
          <w:tab w:val="right" w:pos="4367"/>
        </w:tabs>
        <w:spacing w:before="118"/>
      </w:pPr>
      <w:r>
        <w:rPr>
          <w:color w:val="231F20"/>
        </w:rPr>
        <w:t>Santa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Clarita</w:t>
      </w:r>
      <w:r>
        <w:rPr>
          <w:color w:val="231F20"/>
        </w:rPr>
        <w:tab/>
        <w:t>91321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6"/>
          <w:tab w:val="left" w:pos="2596"/>
          <w:tab w:val="right" w:pos="4367"/>
        </w:tabs>
        <w:spacing w:before="121"/>
      </w:pPr>
      <w:r>
        <w:rPr>
          <w:color w:val="231F20"/>
        </w:rPr>
        <w:t>Santa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Clarita</w:t>
      </w:r>
      <w:r>
        <w:rPr>
          <w:color w:val="231F20"/>
        </w:rPr>
        <w:tab/>
        <w:t>91350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6"/>
          <w:tab w:val="left" w:pos="2596"/>
          <w:tab w:val="right" w:pos="4367"/>
        </w:tabs>
        <w:spacing w:before="119"/>
      </w:pPr>
      <w:r>
        <w:rPr>
          <w:color w:val="231F20"/>
        </w:rPr>
        <w:t>Santa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Clarita</w:t>
      </w:r>
      <w:r>
        <w:rPr>
          <w:color w:val="231F20"/>
        </w:rPr>
        <w:tab/>
        <w:t>91354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6"/>
          <w:tab w:val="left" w:pos="2596"/>
          <w:tab w:val="right" w:pos="4367"/>
        </w:tabs>
        <w:spacing w:before="121"/>
      </w:pPr>
      <w:r>
        <w:rPr>
          <w:color w:val="231F20"/>
        </w:rPr>
        <w:t>Santa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Clarita</w:t>
      </w:r>
      <w:r>
        <w:rPr>
          <w:color w:val="231F20"/>
        </w:rPr>
        <w:tab/>
        <w:t>91355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7"/>
          <w:tab w:val="left" w:pos="2639"/>
          <w:tab w:val="right" w:pos="4367"/>
        </w:tabs>
        <w:spacing w:before="119"/>
      </w:pPr>
      <w:r>
        <w:rPr>
          <w:color w:val="231F20"/>
        </w:rPr>
        <w:t>Santa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Cruz</w:t>
      </w:r>
      <w:r>
        <w:rPr>
          <w:color w:val="231F20"/>
        </w:rPr>
        <w:tab/>
        <w:t>95060</w:t>
      </w:r>
      <w:r>
        <w:rPr>
          <w:color w:val="231F20"/>
        </w:rPr>
        <w:tab/>
        <w:t>Santa Cruz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7"/>
          <w:tab w:val="left" w:pos="2639"/>
          <w:tab w:val="right" w:pos="4367"/>
        </w:tabs>
        <w:spacing w:before="121"/>
      </w:pPr>
      <w:r>
        <w:rPr>
          <w:color w:val="231F20"/>
        </w:rPr>
        <w:t>Santa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Cruz</w:t>
      </w:r>
      <w:r>
        <w:rPr>
          <w:color w:val="231F20"/>
        </w:rPr>
        <w:tab/>
        <w:t>95062</w:t>
      </w:r>
      <w:r>
        <w:rPr>
          <w:color w:val="231F20"/>
        </w:rPr>
        <w:tab/>
        <w:t>Santa Cruz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7"/>
          <w:tab w:val="left" w:pos="2639"/>
          <w:tab w:val="right" w:pos="4367"/>
        </w:tabs>
        <w:spacing w:before="121"/>
      </w:pPr>
      <w:r>
        <w:rPr>
          <w:color w:val="231F20"/>
        </w:rPr>
        <w:t>Santa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Cruz</w:t>
      </w:r>
      <w:r>
        <w:rPr>
          <w:color w:val="231F20"/>
        </w:rPr>
        <w:tab/>
        <w:t>95064</w:t>
      </w:r>
      <w:r>
        <w:rPr>
          <w:color w:val="231F20"/>
        </w:rPr>
        <w:tab/>
        <w:t>Santa Cruz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7"/>
          <w:tab w:val="left" w:pos="2639"/>
          <w:tab w:val="right" w:pos="4367"/>
        </w:tabs>
        <w:spacing w:before="119"/>
      </w:pPr>
      <w:r>
        <w:rPr>
          <w:color w:val="231F20"/>
        </w:rPr>
        <w:t>Santa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Cruz</w:t>
      </w:r>
      <w:r>
        <w:rPr>
          <w:color w:val="231F20"/>
        </w:rPr>
        <w:tab/>
        <w:t>95065</w:t>
      </w:r>
      <w:r>
        <w:rPr>
          <w:color w:val="231F20"/>
        </w:rPr>
        <w:tab/>
        <w:t>Santa Cruz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spacing w:before="121" w:line="219" w:lineRule="exact"/>
      </w:pPr>
      <w:r>
        <w:rPr>
          <w:color w:val="231F20"/>
        </w:rPr>
        <w:t>Santa Fe</w:t>
      </w:r>
    </w:p>
    <w:p w:rsidR="00EA74A4" w:rsidRDefault="00316162">
      <w:pPr>
        <w:pStyle w:val="BodyText"/>
        <w:tabs>
          <w:tab w:val="left" w:pos="1407"/>
          <w:tab w:val="left" w:pos="2597"/>
          <w:tab w:val="right" w:pos="4367"/>
        </w:tabs>
        <w:spacing w:line="219" w:lineRule="exact"/>
      </w:pPr>
      <w:r>
        <w:rPr>
          <w:color w:val="231F20"/>
        </w:rPr>
        <w:t>Springs</w:t>
      </w:r>
      <w:r>
        <w:rPr>
          <w:color w:val="231F20"/>
        </w:rPr>
        <w:tab/>
        <w:t>90670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8"/>
          <w:tab w:val="left" w:pos="2455"/>
          <w:tab w:val="right" w:pos="4367"/>
        </w:tabs>
        <w:spacing w:before="121"/>
      </w:pPr>
      <w:r>
        <w:rPr>
          <w:color w:val="231F20"/>
        </w:rPr>
        <w:t>Santa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Margar</w:t>
      </w:r>
      <w:r>
        <w:rPr>
          <w:color w:val="231F20"/>
        </w:rPr>
        <w:tab/>
        <w:t>93453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Luis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Obispo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spacing w:before="118"/>
        <w:ind w:left="2216"/>
      </w:pPr>
      <w:r>
        <w:rPr>
          <w:color w:val="231F20"/>
        </w:rPr>
        <w:t>San Luis Obispo/Santa</w:t>
      </w:r>
    </w:p>
    <w:p w:rsidR="00EA74A4" w:rsidRDefault="00EA74A4">
      <w:pPr>
        <w:pStyle w:val="BodyText"/>
        <w:spacing w:before="1"/>
        <w:ind w:left="0"/>
        <w:rPr>
          <w:sz w:val="3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790"/>
        <w:gridCol w:w="1991"/>
        <w:gridCol w:w="430"/>
      </w:tblGrid>
      <w:tr w:rsidR="00EA74A4">
        <w:trPr>
          <w:trHeight w:val="259"/>
        </w:trPr>
        <w:tc>
          <w:tcPr>
            <w:tcW w:w="1150" w:type="dxa"/>
          </w:tcPr>
          <w:p w:rsidR="00EA74A4" w:rsidRDefault="00316162">
            <w:pPr>
              <w:pStyle w:val="TableParagraph"/>
              <w:spacing w:before="0" w:line="18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Santa Maria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spacing w:before="0" w:line="183" w:lineRule="exact"/>
              <w:ind w:left="137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93454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0" w:line="183" w:lineRule="exact"/>
              <w:ind w:left="154" w:right="17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Barbara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spacing w:before="0" w:line="183" w:lineRule="exact"/>
              <w:ind w:right="92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5</w:t>
            </w:r>
          </w:p>
        </w:tc>
      </w:tr>
      <w:tr w:rsidR="00EA74A4">
        <w:trPr>
          <w:trHeight w:val="339"/>
        </w:trPr>
        <w:tc>
          <w:tcPr>
            <w:tcW w:w="1150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Santa Maria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spacing w:before="43"/>
              <w:ind w:left="137" w:right="15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93455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4" w:right="17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Santa Barbara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spacing w:before="43"/>
              <w:ind w:right="9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5</w:t>
            </w:r>
          </w:p>
        </w:tc>
      </w:tr>
      <w:tr w:rsidR="00EA74A4">
        <w:trPr>
          <w:trHeight w:val="560"/>
        </w:trPr>
        <w:tc>
          <w:tcPr>
            <w:tcW w:w="1150" w:type="dxa"/>
          </w:tcPr>
          <w:p w:rsidR="00EA74A4" w:rsidRDefault="00EA74A4">
            <w:pPr>
              <w:pStyle w:val="TableParagraph"/>
              <w:spacing w:before="8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rPr>
                <w:sz w:val="18"/>
              </w:rPr>
            </w:pPr>
            <w:r>
              <w:rPr>
                <w:color w:val="231F20"/>
                <w:sz w:val="18"/>
              </w:rPr>
              <w:t>Santa Maria</w:t>
            </w:r>
          </w:p>
        </w:tc>
        <w:tc>
          <w:tcPr>
            <w:tcW w:w="790" w:type="dxa"/>
          </w:tcPr>
          <w:p w:rsidR="00EA74A4" w:rsidRDefault="00EA74A4">
            <w:pPr>
              <w:pStyle w:val="TableParagraph"/>
              <w:spacing w:before="8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137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93458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697" w:hanging="521"/>
              <w:rPr>
                <w:sz w:val="18"/>
              </w:rPr>
            </w:pPr>
            <w:r>
              <w:rPr>
                <w:color w:val="231F20"/>
                <w:sz w:val="18"/>
              </w:rPr>
              <w:t>San Luis Obispo/Santa Barbara</w:t>
            </w:r>
          </w:p>
        </w:tc>
        <w:tc>
          <w:tcPr>
            <w:tcW w:w="430" w:type="dxa"/>
          </w:tcPr>
          <w:p w:rsidR="00EA74A4" w:rsidRDefault="00EA74A4">
            <w:pPr>
              <w:pStyle w:val="TableParagraph"/>
              <w:spacing w:before="8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right="92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5</w:t>
            </w:r>
          </w:p>
        </w:tc>
      </w:tr>
      <w:tr w:rsidR="00EA74A4">
        <w:trPr>
          <w:trHeight w:val="339"/>
        </w:trPr>
        <w:tc>
          <w:tcPr>
            <w:tcW w:w="1150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Santa Monica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spacing w:before="43"/>
              <w:ind w:left="134" w:right="15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90401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4" w:right="17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spacing w:before="43"/>
              <w:ind w:right="9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339"/>
        </w:trPr>
        <w:tc>
          <w:tcPr>
            <w:tcW w:w="1150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Santa Monica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ind w:left="134" w:right="15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90402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4" w:right="17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ind w:right="9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339"/>
        </w:trPr>
        <w:tc>
          <w:tcPr>
            <w:tcW w:w="1150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Santa Monica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spacing w:before="43"/>
              <w:ind w:left="134" w:right="15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90403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4" w:right="17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spacing w:before="43"/>
              <w:ind w:right="9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339"/>
        </w:trPr>
        <w:tc>
          <w:tcPr>
            <w:tcW w:w="1150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Santa Monica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ind w:left="134" w:right="15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90404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4" w:right="17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ind w:right="9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339"/>
        </w:trPr>
        <w:tc>
          <w:tcPr>
            <w:tcW w:w="1150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Santa Monica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spacing w:before="43"/>
              <w:ind w:left="134" w:right="15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90405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4" w:right="17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spacing w:before="43"/>
              <w:ind w:right="9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</w:tr>
      <w:tr w:rsidR="00EA74A4">
        <w:trPr>
          <w:trHeight w:val="339"/>
        </w:trPr>
        <w:tc>
          <w:tcPr>
            <w:tcW w:w="1150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Santa Paula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ind w:left="137" w:right="15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93060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4" w:right="17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Ventura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ind w:right="9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150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Santa Rosa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spacing w:before="43"/>
              <w:ind w:left="137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95401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4" w:right="16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Sonoma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spacing w:before="43"/>
              <w:ind w:right="9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339"/>
        </w:trPr>
        <w:tc>
          <w:tcPr>
            <w:tcW w:w="1150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Santa Rosa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ind w:left="137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95403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4" w:right="16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Sonoma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ind w:right="9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339"/>
        </w:trPr>
        <w:tc>
          <w:tcPr>
            <w:tcW w:w="1150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Santa Rosa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spacing w:before="43"/>
              <w:ind w:left="137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95404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4" w:right="16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Sonoma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spacing w:before="43"/>
              <w:ind w:right="9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340"/>
        </w:trPr>
        <w:tc>
          <w:tcPr>
            <w:tcW w:w="1150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Santa Rosa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ind w:left="137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95405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4" w:right="16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Sonoma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ind w:right="9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339"/>
        </w:trPr>
        <w:tc>
          <w:tcPr>
            <w:tcW w:w="1150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Santa Rosa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ind w:left="137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95407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4" w:right="16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Sonoma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ind w:right="9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339"/>
        </w:trPr>
        <w:tc>
          <w:tcPr>
            <w:tcW w:w="1150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Santa Rosa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spacing w:before="43"/>
              <w:ind w:left="137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95409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4" w:right="16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Sonoma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spacing w:before="43"/>
              <w:ind w:right="9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339"/>
        </w:trPr>
        <w:tc>
          <w:tcPr>
            <w:tcW w:w="1150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Santa Rosa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ind w:left="137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95439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4" w:right="16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Sonoma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ind w:right="9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339"/>
        </w:trPr>
        <w:tc>
          <w:tcPr>
            <w:tcW w:w="1150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Santa Ynez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spacing w:before="43"/>
              <w:ind w:left="137" w:right="1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93460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4" w:right="17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Santa Barbara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spacing w:before="43"/>
              <w:ind w:right="92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5</w:t>
            </w:r>
          </w:p>
        </w:tc>
      </w:tr>
      <w:tr w:rsidR="00EA74A4">
        <w:trPr>
          <w:trHeight w:val="559"/>
        </w:trPr>
        <w:tc>
          <w:tcPr>
            <w:tcW w:w="1150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Santa Ynez Valley</w:t>
            </w:r>
          </w:p>
        </w:tc>
        <w:tc>
          <w:tcPr>
            <w:tcW w:w="790" w:type="dxa"/>
          </w:tcPr>
          <w:p w:rsidR="00EA74A4" w:rsidRDefault="00EA74A4">
            <w:pPr>
              <w:pStyle w:val="TableParagraph"/>
              <w:spacing w:before="6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137" w:right="15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93441</w:t>
            </w:r>
          </w:p>
        </w:tc>
        <w:tc>
          <w:tcPr>
            <w:tcW w:w="1991" w:type="dxa"/>
          </w:tcPr>
          <w:p w:rsidR="00EA74A4" w:rsidRDefault="00EA74A4">
            <w:pPr>
              <w:pStyle w:val="TableParagraph"/>
              <w:spacing w:before="6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left="154" w:right="17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Santa Barbara</w:t>
            </w:r>
          </w:p>
        </w:tc>
        <w:tc>
          <w:tcPr>
            <w:tcW w:w="430" w:type="dxa"/>
          </w:tcPr>
          <w:p w:rsidR="00EA74A4" w:rsidRDefault="00EA74A4">
            <w:pPr>
              <w:pStyle w:val="TableParagraph"/>
              <w:spacing w:before="6"/>
              <w:rPr>
                <w:sz w:val="21"/>
              </w:rPr>
            </w:pPr>
          </w:p>
          <w:p w:rsidR="00EA74A4" w:rsidRDefault="00316162">
            <w:pPr>
              <w:pStyle w:val="TableParagraph"/>
              <w:spacing w:before="0"/>
              <w:ind w:right="92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5</w:t>
            </w:r>
          </w:p>
        </w:tc>
      </w:tr>
      <w:tr w:rsidR="00EA74A4">
        <w:trPr>
          <w:trHeight w:val="339"/>
        </w:trPr>
        <w:tc>
          <w:tcPr>
            <w:tcW w:w="1150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Santa Ysabel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ind w:left="136" w:right="15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92070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4" w:right="17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Diego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ind w:right="45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</w:tr>
      <w:tr w:rsidR="00EA74A4">
        <w:trPr>
          <w:trHeight w:val="339"/>
        </w:trPr>
        <w:tc>
          <w:tcPr>
            <w:tcW w:w="1150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Santee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spacing w:before="43"/>
              <w:ind w:left="137" w:right="15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92071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before="43"/>
              <w:ind w:left="154" w:right="17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Diego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spacing w:before="43"/>
              <w:ind w:right="4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</w:tr>
      <w:tr w:rsidR="00EA74A4">
        <w:trPr>
          <w:trHeight w:val="340"/>
        </w:trPr>
        <w:tc>
          <w:tcPr>
            <w:tcW w:w="1150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Saratoga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ind w:left="137" w:right="15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95070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ind w:left="154" w:right="17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Santa Clara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ind w:right="9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4</w:t>
            </w:r>
          </w:p>
        </w:tc>
      </w:tr>
      <w:tr w:rsidR="00EA74A4">
        <w:trPr>
          <w:trHeight w:val="260"/>
        </w:trPr>
        <w:tc>
          <w:tcPr>
            <w:tcW w:w="1150" w:type="dxa"/>
          </w:tcPr>
          <w:p w:rsidR="00EA74A4" w:rsidRDefault="0031616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Sausalito</w:t>
            </w:r>
          </w:p>
        </w:tc>
        <w:tc>
          <w:tcPr>
            <w:tcW w:w="790" w:type="dxa"/>
          </w:tcPr>
          <w:p w:rsidR="00EA74A4" w:rsidRDefault="00316162">
            <w:pPr>
              <w:pStyle w:val="TableParagraph"/>
              <w:spacing w:line="196" w:lineRule="exact"/>
              <w:ind w:left="137" w:right="15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94965</w:t>
            </w:r>
          </w:p>
        </w:tc>
        <w:tc>
          <w:tcPr>
            <w:tcW w:w="1991" w:type="dxa"/>
          </w:tcPr>
          <w:p w:rsidR="00EA74A4" w:rsidRDefault="00316162">
            <w:pPr>
              <w:pStyle w:val="TableParagraph"/>
              <w:spacing w:line="196" w:lineRule="exact"/>
              <w:ind w:left="154" w:right="17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Marin</w:t>
            </w:r>
          </w:p>
        </w:tc>
        <w:tc>
          <w:tcPr>
            <w:tcW w:w="430" w:type="dxa"/>
          </w:tcPr>
          <w:p w:rsidR="00EA74A4" w:rsidRDefault="00316162">
            <w:pPr>
              <w:pStyle w:val="TableParagraph"/>
              <w:spacing w:line="196" w:lineRule="exact"/>
              <w:ind w:right="9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</w:tr>
    </w:tbl>
    <w:p w:rsidR="00EA74A4" w:rsidRDefault="00316162">
      <w:pPr>
        <w:pStyle w:val="BodyText"/>
        <w:tabs>
          <w:tab w:val="left" w:pos="1407"/>
          <w:tab w:val="left" w:pos="2659"/>
          <w:tab w:val="left" w:pos="4275"/>
        </w:tabs>
        <w:spacing w:before="122"/>
      </w:pPr>
      <w:r>
        <w:rPr>
          <w:color w:val="231F20"/>
        </w:rPr>
        <w:t>Scotia</w:t>
      </w:r>
      <w:r>
        <w:rPr>
          <w:color w:val="231F20"/>
        </w:rPr>
        <w:tab/>
        <w:t>95565</w:t>
      </w:r>
      <w:r>
        <w:rPr>
          <w:color w:val="231F20"/>
        </w:rPr>
        <w:tab/>
        <w:t>Humboldt</w:t>
      </w:r>
      <w:r>
        <w:rPr>
          <w:color w:val="231F20"/>
        </w:rPr>
        <w:tab/>
        <w:t>1</w:t>
      </w:r>
    </w:p>
    <w:p w:rsidR="00EA74A4" w:rsidRDefault="00316162">
      <w:pPr>
        <w:pStyle w:val="BodyText"/>
        <w:tabs>
          <w:tab w:val="left" w:pos="1409"/>
          <w:tab w:val="left" w:pos="2731"/>
          <w:tab w:val="right" w:pos="4414"/>
        </w:tabs>
        <w:spacing w:before="134"/>
      </w:pPr>
      <w:r>
        <w:br w:type="column"/>
      </w:r>
      <w:r>
        <w:rPr>
          <w:color w:val="231F20"/>
        </w:rPr>
        <w:t>Scott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Bar</w:t>
      </w:r>
      <w:r>
        <w:rPr>
          <w:color w:val="231F20"/>
        </w:rPr>
        <w:tab/>
        <w:t>96085</w:t>
      </w:r>
      <w:r>
        <w:rPr>
          <w:color w:val="231F20"/>
        </w:rPr>
        <w:tab/>
        <w:t>Siskiyou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1"/>
          <w:tab w:val="left" w:pos="2639"/>
          <w:tab w:val="right" w:pos="4369"/>
        </w:tabs>
        <w:spacing w:before="118"/>
      </w:pPr>
      <w:r>
        <w:rPr>
          <w:color w:val="231F20"/>
        </w:rPr>
        <w:t>Scotts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Valley</w:t>
      </w:r>
      <w:r>
        <w:rPr>
          <w:color w:val="231F20"/>
        </w:rPr>
        <w:tab/>
        <w:t>95066</w:t>
      </w:r>
      <w:r>
        <w:rPr>
          <w:color w:val="231F20"/>
        </w:rPr>
        <w:tab/>
        <w:t>Santa Cruz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9"/>
          <w:tab w:val="left" w:pos="2728"/>
          <w:tab w:val="right" w:pos="4369"/>
        </w:tabs>
        <w:spacing w:before="121"/>
      </w:pPr>
      <w:r>
        <w:rPr>
          <w:color w:val="231F20"/>
        </w:rPr>
        <w:t>Sea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Ranch</w:t>
      </w:r>
      <w:r>
        <w:rPr>
          <w:color w:val="231F20"/>
        </w:rPr>
        <w:tab/>
        <w:t>95497</w:t>
      </w:r>
      <w:r>
        <w:rPr>
          <w:color w:val="231F20"/>
        </w:rPr>
        <w:tab/>
        <w:t>Sonoma</w:t>
      </w:r>
      <w:r>
        <w:rPr>
          <w:color w:val="231F20"/>
        </w:rPr>
        <w:tab/>
        <w:t>1</w:t>
      </w:r>
    </w:p>
    <w:p w:rsidR="00EA74A4" w:rsidRDefault="00316162">
      <w:pPr>
        <w:pStyle w:val="BodyText"/>
        <w:tabs>
          <w:tab w:val="left" w:pos="1409"/>
          <w:tab w:val="left" w:pos="2756"/>
          <w:tab w:val="right" w:pos="4369"/>
        </w:tabs>
        <w:spacing w:before="119"/>
      </w:pPr>
      <w:r>
        <w:rPr>
          <w:color w:val="231F20"/>
        </w:rPr>
        <w:t>Seal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Beach</w:t>
      </w:r>
      <w:r>
        <w:rPr>
          <w:color w:val="231F20"/>
        </w:rPr>
        <w:tab/>
        <w:t>90740</w:t>
      </w:r>
      <w:r>
        <w:rPr>
          <w:color w:val="231F20"/>
        </w:rPr>
        <w:tab/>
        <w:t>Orange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409"/>
          <w:tab w:val="left" w:pos="2756"/>
          <w:tab w:val="right" w:pos="4369"/>
        </w:tabs>
        <w:spacing w:before="121"/>
      </w:pPr>
      <w:r>
        <w:rPr>
          <w:color w:val="231F20"/>
        </w:rPr>
        <w:t>Seal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Beach</w:t>
      </w:r>
      <w:r>
        <w:rPr>
          <w:color w:val="231F20"/>
        </w:rPr>
        <w:tab/>
        <w:t>90743</w:t>
      </w:r>
      <w:r>
        <w:rPr>
          <w:color w:val="231F20"/>
        </w:rPr>
        <w:tab/>
        <w:t>Orange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410"/>
          <w:tab w:val="left" w:pos="2662"/>
          <w:tab w:val="right" w:pos="4369"/>
        </w:tabs>
        <w:spacing w:before="119"/>
      </w:pPr>
      <w:r>
        <w:rPr>
          <w:color w:val="231F20"/>
        </w:rPr>
        <w:t>Seaside</w:t>
      </w:r>
      <w:r>
        <w:rPr>
          <w:color w:val="231F20"/>
        </w:rPr>
        <w:tab/>
        <w:t>93955</w:t>
      </w:r>
      <w:r>
        <w:rPr>
          <w:color w:val="231F20"/>
        </w:rPr>
        <w:tab/>
        <w:t>Monterey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9"/>
          <w:tab w:val="left" w:pos="2728"/>
          <w:tab w:val="right" w:pos="4369"/>
        </w:tabs>
        <w:spacing w:before="121"/>
      </w:pPr>
      <w:r>
        <w:rPr>
          <w:color w:val="231F20"/>
        </w:rPr>
        <w:t>Sebastopol</w:t>
      </w:r>
      <w:r>
        <w:rPr>
          <w:color w:val="231F20"/>
        </w:rPr>
        <w:tab/>
        <w:t>95472</w:t>
      </w:r>
      <w:r>
        <w:rPr>
          <w:color w:val="231F20"/>
        </w:rPr>
        <w:tab/>
        <w:t>Sonoma</w:t>
      </w:r>
      <w:r>
        <w:rPr>
          <w:color w:val="231F20"/>
        </w:rPr>
        <w:tab/>
        <w:t>2</w:t>
      </w:r>
    </w:p>
    <w:p w:rsidR="00EA74A4" w:rsidRDefault="00316162">
      <w:pPr>
        <w:pStyle w:val="BodyText"/>
        <w:tabs>
          <w:tab w:val="left" w:pos="1410"/>
          <w:tab w:val="left" w:pos="2732"/>
          <w:tab w:val="right" w:pos="4414"/>
        </w:tabs>
        <w:spacing w:before="121"/>
      </w:pPr>
      <w:r>
        <w:rPr>
          <w:color w:val="231F20"/>
        </w:rPr>
        <w:t>Seiad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Valley</w:t>
      </w:r>
      <w:r>
        <w:rPr>
          <w:color w:val="231F20"/>
        </w:rPr>
        <w:tab/>
        <w:t>96086</w:t>
      </w:r>
      <w:r>
        <w:rPr>
          <w:color w:val="231F20"/>
        </w:rPr>
        <w:tab/>
        <w:t>Siskiyou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9"/>
          <w:tab w:val="left" w:pos="2777"/>
          <w:tab w:val="right" w:pos="4414"/>
        </w:tabs>
        <w:spacing w:before="119"/>
      </w:pPr>
      <w:r>
        <w:rPr>
          <w:color w:val="231F20"/>
        </w:rPr>
        <w:t>Selma</w:t>
      </w:r>
      <w:r>
        <w:rPr>
          <w:color w:val="231F20"/>
        </w:rPr>
        <w:tab/>
        <w:t>93662</w:t>
      </w:r>
      <w:r>
        <w:rPr>
          <w:color w:val="231F20"/>
        </w:rPr>
        <w:tab/>
        <w:t>Fresno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spacing w:before="121" w:line="219" w:lineRule="exact"/>
      </w:pPr>
      <w:r>
        <w:rPr>
          <w:color w:val="231F20"/>
        </w:rPr>
        <w:t>Sequoia</w:t>
      </w:r>
    </w:p>
    <w:p w:rsidR="00EA74A4" w:rsidRDefault="00316162">
      <w:pPr>
        <w:pStyle w:val="BodyText"/>
        <w:tabs>
          <w:tab w:val="left" w:pos="1410"/>
          <w:tab w:val="left" w:pos="2795"/>
          <w:tab w:val="right" w:pos="4415"/>
        </w:tabs>
        <w:spacing w:line="219" w:lineRule="exact"/>
      </w:pPr>
      <w:r>
        <w:rPr>
          <w:color w:val="231F20"/>
        </w:rPr>
        <w:t>National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Park</w:t>
      </w:r>
      <w:r>
        <w:rPr>
          <w:color w:val="231F20"/>
        </w:rPr>
        <w:tab/>
        <w:t>93262</w:t>
      </w:r>
      <w:r>
        <w:rPr>
          <w:color w:val="231F20"/>
        </w:rPr>
        <w:tab/>
        <w:t>Tulare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0"/>
          <w:tab w:val="left" w:pos="2854"/>
          <w:tab w:val="right" w:pos="4415"/>
        </w:tabs>
        <w:spacing w:before="121"/>
      </w:pPr>
      <w:r>
        <w:rPr>
          <w:color w:val="231F20"/>
        </w:rPr>
        <w:t>Shafter</w:t>
      </w:r>
      <w:r>
        <w:rPr>
          <w:color w:val="231F20"/>
        </w:rPr>
        <w:tab/>
        <w:t>93263</w:t>
      </w:r>
      <w:r>
        <w:rPr>
          <w:color w:val="231F20"/>
        </w:rPr>
        <w:tab/>
        <w:t>Kern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9"/>
          <w:tab w:val="left" w:pos="2250"/>
          <w:tab w:val="right" w:pos="4370"/>
        </w:tabs>
        <w:spacing w:before="118"/>
      </w:pPr>
      <w:r>
        <w:rPr>
          <w:color w:val="231F20"/>
        </w:rPr>
        <w:t>Shandon</w:t>
      </w:r>
      <w:r>
        <w:rPr>
          <w:color w:val="231F20"/>
        </w:rPr>
        <w:tab/>
        <w:t>93461</w:t>
      </w:r>
      <w:r>
        <w:rPr>
          <w:color w:val="231F20"/>
        </w:rPr>
        <w:tab/>
        <w:t>Kern/San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Luis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Obispo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410"/>
          <w:tab w:val="left" w:pos="2785"/>
          <w:tab w:val="right" w:pos="4414"/>
        </w:tabs>
        <w:spacing w:before="122"/>
      </w:pPr>
      <w:r>
        <w:rPr>
          <w:color w:val="231F20"/>
        </w:rPr>
        <w:t>Shasta</w:t>
      </w:r>
      <w:r>
        <w:rPr>
          <w:color w:val="231F20"/>
        </w:rPr>
        <w:tab/>
        <w:t>96087</w:t>
      </w:r>
      <w:r>
        <w:rPr>
          <w:color w:val="231F20"/>
        </w:rPr>
        <w:tab/>
        <w:t>Shasta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10"/>
          <w:tab w:val="left" w:pos="2785"/>
          <w:tab w:val="right" w:pos="4415"/>
        </w:tabs>
        <w:spacing w:before="118"/>
      </w:pPr>
      <w:r>
        <w:rPr>
          <w:color w:val="231F20"/>
        </w:rPr>
        <w:t>Shasta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Lake</w:t>
      </w:r>
      <w:r>
        <w:rPr>
          <w:color w:val="231F20"/>
        </w:rPr>
        <w:tab/>
        <w:t>96019</w:t>
      </w:r>
      <w:r>
        <w:rPr>
          <w:color w:val="231F20"/>
        </w:rPr>
        <w:tab/>
        <w:t>Shasta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10"/>
          <w:tab w:val="left" w:pos="2777"/>
          <w:tab w:val="right" w:pos="4415"/>
        </w:tabs>
        <w:spacing w:before="121"/>
      </w:pPr>
      <w:r>
        <w:rPr>
          <w:color w:val="231F20"/>
        </w:rPr>
        <w:t>Shaver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Lake</w:t>
      </w:r>
      <w:r>
        <w:rPr>
          <w:color w:val="231F20"/>
        </w:rPr>
        <w:tab/>
        <w:t>93664</w:t>
      </w:r>
      <w:r>
        <w:rPr>
          <w:color w:val="231F20"/>
        </w:rPr>
        <w:tab/>
        <w:t>Fresno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0"/>
          <w:tab w:val="left" w:pos="2802"/>
          <w:tab w:val="right" w:pos="4415"/>
        </w:tabs>
        <w:spacing w:before="121"/>
      </w:pPr>
      <w:r>
        <w:rPr>
          <w:color w:val="231F20"/>
        </w:rPr>
        <w:t>Sheridan</w:t>
      </w:r>
      <w:r>
        <w:rPr>
          <w:color w:val="231F20"/>
        </w:rPr>
        <w:tab/>
        <w:t>95681</w:t>
      </w:r>
      <w:r>
        <w:rPr>
          <w:color w:val="231F20"/>
        </w:rPr>
        <w:tab/>
        <w:t>Placer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spacing w:before="119"/>
      </w:pPr>
      <w:r>
        <w:rPr>
          <w:color w:val="231F20"/>
        </w:rPr>
        <w:t>Shingle</w:t>
      </w:r>
    </w:p>
    <w:p w:rsidR="00EA74A4" w:rsidRDefault="00316162">
      <w:pPr>
        <w:pStyle w:val="BodyText"/>
        <w:tabs>
          <w:tab w:val="left" w:pos="1410"/>
          <w:tab w:val="left" w:pos="2668"/>
          <w:tab w:val="right" w:pos="4414"/>
        </w:tabs>
        <w:spacing w:before="1"/>
      </w:pPr>
      <w:r>
        <w:rPr>
          <w:color w:val="231F20"/>
        </w:rPr>
        <w:t>Springs</w:t>
      </w:r>
      <w:r>
        <w:rPr>
          <w:color w:val="231F20"/>
        </w:rPr>
        <w:tab/>
        <w:t>95682</w:t>
      </w:r>
      <w:r>
        <w:rPr>
          <w:color w:val="231F20"/>
        </w:rPr>
        <w:tab/>
        <w:t>El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Dorado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11"/>
          <w:tab w:val="left" w:pos="2785"/>
          <w:tab w:val="right" w:pos="4415"/>
        </w:tabs>
        <w:spacing w:before="119"/>
      </w:pPr>
      <w:r>
        <w:rPr>
          <w:color w:val="231F20"/>
        </w:rPr>
        <w:t>Shingletown</w:t>
      </w:r>
      <w:r>
        <w:rPr>
          <w:color w:val="231F20"/>
        </w:rPr>
        <w:tab/>
        <w:t>96088</w:t>
      </w:r>
      <w:r>
        <w:rPr>
          <w:color w:val="231F20"/>
        </w:rPr>
        <w:tab/>
        <w:t>Shasta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09"/>
          <w:tab w:val="left" w:pos="2867"/>
          <w:tab w:val="right" w:pos="4415"/>
        </w:tabs>
        <w:spacing w:before="121"/>
      </w:pPr>
      <w:r>
        <w:rPr>
          <w:color w:val="231F20"/>
        </w:rPr>
        <w:t>Shoshone</w:t>
      </w:r>
      <w:r>
        <w:rPr>
          <w:color w:val="231F20"/>
        </w:rPr>
        <w:tab/>
        <w:t>92384</w:t>
      </w:r>
      <w:r>
        <w:rPr>
          <w:color w:val="231F20"/>
        </w:rPr>
        <w:tab/>
        <w:t>Inyo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tabs>
          <w:tab w:val="left" w:pos="1411"/>
          <w:tab w:val="left" w:pos="2814"/>
          <w:tab w:val="right" w:pos="4416"/>
        </w:tabs>
        <w:spacing w:before="119"/>
      </w:pPr>
      <w:r>
        <w:rPr>
          <w:color w:val="231F20"/>
        </w:rPr>
        <w:t>Sierra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City</w:t>
      </w:r>
      <w:r>
        <w:rPr>
          <w:color w:val="231F20"/>
        </w:rPr>
        <w:tab/>
        <w:t>96125</w:t>
      </w:r>
      <w:r>
        <w:rPr>
          <w:color w:val="231F20"/>
        </w:rPr>
        <w:tab/>
        <w:t>Sierra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0"/>
          <w:tab w:val="left" w:pos="2597"/>
          <w:tab w:val="right" w:pos="4370"/>
        </w:tabs>
        <w:spacing w:before="121"/>
      </w:pPr>
      <w:r>
        <w:rPr>
          <w:color w:val="231F20"/>
        </w:rPr>
        <w:t>Sierra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Madre</w:t>
      </w:r>
      <w:r>
        <w:rPr>
          <w:color w:val="231F20"/>
        </w:rPr>
        <w:tab/>
        <w:t>91024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11"/>
          <w:tab w:val="left" w:pos="2814"/>
          <w:tab w:val="right" w:pos="4416"/>
        </w:tabs>
        <w:spacing w:before="118"/>
      </w:pPr>
      <w:r>
        <w:rPr>
          <w:color w:val="231F20"/>
        </w:rPr>
        <w:t>Sierraville</w:t>
      </w:r>
      <w:r>
        <w:rPr>
          <w:color w:val="231F20"/>
        </w:rPr>
        <w:tab/>
        <w:t>96126</w:t>
      </w:r>
      <w:r>
        <w:rPr>
          <w:color w:val="231F20"/>
        </w:rPr>
        <w:tab/>
        <w:t>Sierra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9"/>
          <w:tab w:val="left" w:pos="2596"/>
          <w:tab w:val="right" w:pos="4369"/>
        </w:tabs>
        <w:spacing w:before="121"/>
      </w:pPr>
      <w:r>
        <w:rPr>
          <w:color w:val="231F20"/>
        </w:rPr>
        <w:t>Signal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Hill</w:t>
      </w:r>
      <w:r>
        <w:rPr>
          <w:color w:val="231F20"/>
        </w:rPr>
        <w:tab/>
        <w:t>90755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6</w:t>
      </w:r>
    </w:p>
    <w:p w:rsidR="00EA74A4" w:rsidRDefault="00316162">
      <w:pPr>
        <w:pStyle w:val="BodyText"/>
        <w:tabs>
          <w:tab w:val="left" w:pos="1410"/>
          <w:tab w:val="left" w:pos="2756"/>
          <w:tab w:val="right" w:pos="4369"/>
        </w:tabs>
        <w:spacing w:before="119"/>
      </w:pPr>
      <w:r>
        <w:rPr>
          <w:color w:val="231F20"/>
        </w:rPr>
        <w:t>Silverardo</w:t>
      </w:r>
      <w:r>
        <w:rPr>
          <w:color w:val="231F20"/>
        </w:rPr>
        <w:tab/>
        <w:t>92676</w:t>
      </w:r>
      <w:r>
        <w:rPr>
          <w:color w:val="231F20"/>
        </w:rPr>
        <w:tab/>
        <w:t>Orange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410"/>
          <w:tab w:val="left" w:pos="2265"/>
          <w:tab w:val="right" w:pos="4369"/>
        </w:tabs>
        <w:spacing w:before="121"/>
      </w:pPr>
      <w:r>
        <w:rPr>
          <w:color w:val="231F20"/>
        </w:rPr>
        <w:t>Simi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Valley</w:t>
      </w:r>
      <w:r>
        <w:rPr>
          <w:color w:val="231F20"/>
        </w:rPr>
        <w:tab/>
        <w:t>93063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Angeles/Ventura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11"/>
          <w:tab w:val="left" w:pos="2730"/>
          <w:tab w:val="right" w:pos="4369"/>
        </w:tabs>
        <w:spacing w:before="121"/>
      </w:pPr>
      <w:r>
        <w:rPr>
          <w:color w:val="231F20"/>
        </w:rPr>
        <w:t>Simi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Valley</w:t>
      </w:r>
      <w:r>
        <w:rPr>
          <w:color w:val="231F20"/>
        </w:rPr>
        <w:tab/>
        <w:t>93065</w:t>
      </w:r>
      <w:r>
        <w:rPr>
          <w:color w:val="231F20"/>
        </w:rPr>
        <w:tab/>
        <w:t>Ventura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11"/>
          <w:tab w:val="left" w:pos="2464"/>
          <w:tab w:val="right" w:pos="4415"/>
        </w:tabs>
        <w:spacing w:before="119"/>
      </w:pPr>
      <w:r>
        <w:rPr>
          <w:color w:val="231F20"/>
        </w:rPr>
        <w:t>Skyforest</w:t>
      </w:r>
      <w:r>
        <w:rPr>
          <w:color w:val="231F20"/>
        </w:rPr>
        <w:tab/>
        <w:t>92385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0"/>
          <w:tab w:val="left" w:pos="2586"/>
          <w:tab w:val="right" w:pos="4413"/>
        </w:tabs>
        <w:spacing w:before="121"/>
      </w:pPr>
      <w:r>
        <w:rPr>
          <w:color w:val="231F20"/>
        </w:rPr>
        <w:t>Sloughhouse</w:t>
      </w:r>
      <w:r>
        <w:rPr>
          <w:color w:val="231F20"/>
        </w:rPr>
        <w:tab/>
        <w:t>95683</w:t>
      </w:r>
      <w:r>
        <w:rPr>
          <w:color w:val="231F20"/>
        </w:rPr>
        <w:tab/>
        <w:t>Sacramento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11"/>
          <w:tab w:val="left" w:pos="2534"/>
          <w:tab w:val="right" w:pos="4415"/>
        </w:tabs>
        <w:spacing w:before="119"/>
      </w:pPr>
      <w:r>
        <w:rPr>
          <w:color w:val="231F20"/>
        </w:rPr>
        <w:t>Smartsville</w:t>
      </w:r>
      <w:r>
        <w:rPr>
          <w:color w:val="231F20"/>
        </w:rPr>
        <w:tab/>
        <w:t>95977</w:t>
      </w:r>
      <w:r>
        <w:rPr>
          <w:color w:val="231F20"/>
        </w:rPr>
        <w:tab/>
        <w:t>Nevada/Yuba</w:t>
      </w:r>
      <w:r>
        <w:rPr>
          <w:color w:val="231F20"/>
        </w:rPr>
        <w:tab/>
        <w:t>11</w:t>
      </w:r>
    </w:p>
    <w:p w:rsidR="00EA74A4" w:rsidRDefault="00316162">
      <w:pPr>
        <w:pStyle w:val="BodyText"/>
        <w:tabs>
          <w:tab w:val="left" w:pos="1409"/>
          <w:tab w:val="left" w:pos="2671"/>
          <w:tab w:val="right" w:pos="4369"/>
        </w:tabs>
        <w:spacing w:before="121"/>
      </w:pPr>
      <w:r>
        <w:rPr>
          <w:color w:val="231F20"/>
        </w:rPr>
        <w:t>Smith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River</w:t>
      </w:r>
      <w:r>
        <w:rPr>
          <w:color w:val="231F20"/>
        </w:rPr>
        <w:tab/>
        <w:t>95567</w:t>
      </w:r>
      <w:r>
        <w:rPr>
          <w:color w:val="231F20"/>
        </w:rPr>
        <w:tab/>
        <w:t>Del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Norte</w:t>
      </w:r>
      <w:r>
        <w:rPr>
          <w:color w:val="231F20"/>
        </w:rPr>
        <w:tab/>
        <w:t>1</w:t>
      </w:r>
    </w:p>
    <w:p w:rsidR="00EA74A4" w:rsidRDefault="00316162">
      <w:pPr>
        <w:pStyle w:val="BodyText"/>
        <w:tabs>
          <w:tab w:val="left" w:pos="1411"/>
          <w:tab w:val="left" w:pos="2363"/>
          <w:tab w:val="right" w:pos="4415"/>
        </w:tabs>
        <w:spacing w:before="118"/>
      </w:pPr>
      <w:r>
        <w:rPr>
          <w:color w:val="231F20"/>
        </w:rPr>
        <w:t>Snelling</w:t>
      </w:r>
      <w:r>
        <w:rPr>
          <w:color w:val="231F20"/>
        </w:rPr>
        <w:tab/>
        <w:t>95369</w:t>
      </w:r>
      <w:r>
        <w:rPr>
          <w:color w:val="231F20"/>
        </w:rPr>
        <w:tab/>
        <w:t>Mariposa/Merced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09"/>
          <w:tab w:val="left" w:pos="2490"/>
          <w:tab w:val="right" w:pos="4415"/>
        </w:tabs>
        <w:spacing w:before="121"/>
      </w:pPr>
      <w:r>
        <w:rPr>
          <w:color w:val="231F20"/>
        </w:rPr>
        <w:t>Soda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Springs</w:t>
      </w:r>
      <w:r>
        <w:rPr>
          <w:color w:val="231F20"/>
        </w:rPr>
        <w:tab/>
        <w:t>95728</w:t>
      </w:r>
      <w:r>
        <w:rPr>
          <w:color w:val="231F20"/>
        </w:rPr>
        <w:tab/>
        <w:t>Nevada/Placer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9"/>
          <w:tab w:val="left" w:pos="2662"/>
          <w:tab w:val="right" w:pos="4369"/>
        </w:tabs>
        <w:spacing w:before="119"/>
      </w:pPr>
      <w:r>
        <w:rPr>
          <w:color w:val="231F20"/>
        </w:rPr>
        <w:t>Solano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Beach</w:t>
      </w:r>
      <w:r>
        <w:rPr>
          <w:color w:val="231F20"/>
        </w:rPr>
        <w:tab/>
        <w:t>92075</w:t>
      </w:r>
      <w:r>
        <w:rPr>
          <w:color w:val="231F20"/>
        </w:rPr>
        <w:tab/>
        <w:t>San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Diego</w:t>
      </w:r>
      <w:r>
        <w:rPr>
          <w:color w:val="231F20"/>
        </w:rPr>
        <w:tab/>
        <w:t>7</w:t>
      </w:r>
    </w:p>
    <w:p w:rsidR="00EA74A4" w:rsidRDefault="00316162">
      <w:pPr>
        <w:pStyle w:val="BodyText"/>
        <w:tabs>
          <w:tab w:val="left" w:pos="1410"/>
          <w:tab w:val="left" w:pos="2662"/>
          <w:tab w:val="right" w:pos="4369"/>
        </w:tabs>
        <w:spacing w:before="121"/>
      </w:pPr>
      <w:r>
        <w:rPr>
          <w:color w:val="231F20"/>
        </w:rPr>
        <w:t>Soledad</w:t>
      </w:r>
      <w:r>
        <w:rPr>
          <w:color w:val="231F20"/>
        </w:rPr>
        <w:tab/>
        <w:t>93960</w:t>
      </w:r>
      <w:r>
        <w:rPr>
          <w:color w:val="231F20"/>
        </w:rPr>
        <w:tab/>
        <w:t>Monterey</w:t>
      </w:r>
      <w:r>
        <w:rPr>
          <w:color w:val="231F20"/>
        </w:rPr>
        <w:tab/>
        <w:t>3</w:t>
      </w:r>
    </w:p>
    <w:p w:rsidR="00EA74A4" w:rsidRDefault="00316162">
      <w:pPr>
        <w:pStyle w:val="BodyText"/>
        <w:tabs>
          <w:tab w:val="left" w:pos="1409"/>
          <w:tab w:val="left" w:pos="2511"/>
          <w:tab w:val="right" w:pos="4369"/>
        </w:tabs>
        <w:spacing w:before="121"/>
      </w:pPr>
      <w:r>
        <w:rPr>
          <w:color w:val="231F20"/>
        </w:rPr>
        <w:t>Solvang</w:t>
      </w:r>
      <w:r>
        <w:rPr>
          <w:color w:val="231F20"/>
        </w:rPr>
        <w:tab/>
        <w:t>93463</w:t>
      </w:r>
      <w:r>
        <w:rPr>
          <w:color w:val="231F20"/>
        </w:rPr>
        <w:tab/>
        <w:t>Santa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Barbara</w:t>
      </w:r>
      <w:r>
        <w:rPr>
          <w:color w:val="231F20"/>
        </w:rPr>
        <w:tab/>
        <w:t>5</w:t>
      </w:r>
    </w:p>
    <w:p w:rsidR="00EA74A4" w:rsidRDefault="00316162">
      <w:pPr>
        <w:pStyle w:val="BodyText"/>
        <w:tabs>
          <w:tab w:val="left" w:pos="1411"/>
          <w:tab w:val="left" w:pos="2668"/>
          <w:tab w:val="right" w:pos="4414"/>
        </w:tabs>
        <w:spacing w:before="119"/>
      </w:pPr>
      <w:r>
        <w:rPr>
          <w:color w:val="231F20"/>
        </w:rPr>
        <w:t>Somerset</w:t>
      </w:r>
      <w:r>
        <w:rPr>
          <w:color w:val="231F20"/>
        </w:rPr>
        <w:tab/>
        <w:t>95684</w:t>
      </w:r>
      <w:r>
        <w:rPr>
          <w:color w:val="231F20"/>
        </w:rPr>
        <w:tab/>
        <w:t>El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Dorado</w:t>
      </w:r>
      <w:r>
        <w:rPr>
          <w:color w:val="231F20"/>
        </w:rPr>
        <w:tab/>
        <w:t>12</w:t>
      </w:r>
    </w:p>
    <w:p w:rsidR="00EA74A4" w:rsidRDefault="00EA74A4">
      <w:pPr>
        <w:sectPr w:rsidR="00EA74A4">
          <w:pgSz w:w="10140" w:h="12960"/>
          <w:pgMar w:top="220" w:right="0" w:bottom="0" w:left="20" w:header="20" w:footer="0" w:gutter="0"/>
          <w:cols w:num="2" w:space="720" w:equalWidth="0">
            <w:col w:w="4408" w:space="716"/>
            <w:col w:w="4996"/>
          </w:cols>
        </w:sectPr>
      </w:pPr>
    </w:p>
    <w:p w:rsidR="00EA74A4" w:rsidRDefault="00EA74A4">
      <w:pPr>
        <w:pStyle w:val="BodyText"/>
        <w:spacing w:before="9"/>
        <w:ind w:left="0"/>
        <w:rPr>
          <w:rFonts w:ascii="Times New Roman"/>
          <w:sz w:val="14"/>
        </w:rPr>
      </w:pPr>
    </w:p>
    <w:p w:rsidR="00EA74A4" w:rsidRDefault="00AA3220">
      <w:pPr>
        <w:pStyle w:val="Heading2"/>
        <w:tabs>
          <w:tab w:val="left" w:pos="5483"/>
        </w:tabs>
      </w:pPr>
      <w:r>
        <w:rPr>
          <w:position w:val="9"/>
        </w:rPr>
      </w:r>
      <w:r>
        <w:rPr>
          <w:position w:val="9"/>
        </w:rPr>
        <w:pict>
          <v:shape id="_x0000_s1057" type="#_x0000_t202" style="width:220.85pt;height:612.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15"/>
                    <w:gridCol w:w="920"/>
                    <w:gridCol w:w="1708"/>
                    <w:gridCol w:w="575"/>
                  </w:tblGrid>
                  <w:tr w:rsidR="00EA74A4">
                    <w:trPr>
                      <w:trHeight w:val="25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Somes Bar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4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95568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295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Somis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93066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92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ind w:left="14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95476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ind w:left="297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Napa/Sonoma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Sonora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95370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96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Tuolumne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Soquel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ind w:left="14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95073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ind w:left="294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Cruz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Soulsbyville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95372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94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Tuolumne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560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ind w:left="50" w:right="44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South Coastside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94021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94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Mateo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 w:right="54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South El Monte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91733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95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South Gate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90280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94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South Lake Tahoe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96150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94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El Dorado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ind w:left="50" w:right="41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South Pasadena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91030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94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560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ind w:left="50" w:right="41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South San Francisco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94080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94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Mateo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Spring Valley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91977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94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Spring Valley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91978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ind w:left="294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Springville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93265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95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Squaw Valley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ind w:left="14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93675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ind w:left="292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Squaw Valley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96146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98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 Helena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94574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ind w:left="298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Napa/Sonoma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Standish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96128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95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Lassen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Stanford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ind w:left="14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94305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ind w:left="295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Stanton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90680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93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560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ind w:left="50" w:right="38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Stevenson Ranch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91381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93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Stevinson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95374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92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Merced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ind w:left="50" w:right="44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Stewarts Point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95480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98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Stinson Beach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ind w:left="14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94970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ind w:left="294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95202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93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95203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ind w:left="293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95204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93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95205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ind w:left="293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95206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ind w:left="293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95207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93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260"/>
                    </w:trPr>
                    <w:tc>
                      <w:tcPr>
                        <w:tcW w:w="1215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920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95209</w:t>
                        </w:r>
                      </w:p>
                    </w:tc>
                    <w:tc>
                      <w:tcPr>
                        <w:tcW w:w="1708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293" w:right="3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75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anchorlock/>
          </v:shape>
        </w:pict>
      </w:r>
      <w:r w:rsidR="00316162">
        <w:rPr>
          <w:position w:val="9"/>
        </w:rPr>
        <w:tab/>
      </w:r>
      <w:r>
        <w:pict>
          <v:shape id="_x0000_s1056" type="#_x0000_t202" style="width:220.85pt;height:616.9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71"/>
                    <w:gridCol w:w="848"/>
                    <w:gridCol w:w="1935"/>
                    <w:gridCol w:w="461"/>
                  </w:tblGrid>
                  <w:tr w:rsidR="00EA74A4">
                    <w:trPr>
                      <w:trHeight w:val="25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95210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83" w:right="2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95211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3" w:right="2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95212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ind w:left="183" w:right="2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95215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3" w:right="2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95219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ind w:left="183" w:right="2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Stonyford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95979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3" w:right="2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Colusa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Stratford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93266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ind w:left="183" w:right="2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Kings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ind w:right="4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Strathmore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93267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ind w:left="183" w:right="2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Studio City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91604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3" w:right="20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Suisun City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94585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ind w:left="183" w:right="20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Contra Costa/Solano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Summerland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93067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2" w:right="20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Barbara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Sun City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92584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ind w:left="183" w:right="2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Sun City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92585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3" w:right="2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Sun City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92586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ind w:left="183" w:right="2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Sun City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92587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3" w:right="2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Sunland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91040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ind w:left="183" w:right="2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Sunnyside- Tahoe City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96145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83" w:right="19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Sunnyvale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94085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ind w:left="183" w:right="2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Sunnyvale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94086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3" w:right="2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Sunnyvale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94087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ind w:left="183" w:right="2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Sunnyvale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94089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3" w:right="2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Sunol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94586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ind w:left="183" w:right="20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Susanville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96130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3" w:right="2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Lassen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Sutter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95982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ind w:left="182" w:right="20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Sutter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512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Sutter Creek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95685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3" w:right="2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Amador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724"/>
                    </w:trPr>
                    <w:tc>
                      <w:tcPr>
                        <w:tcW w:w="1171" w:type="dxa"/>
                      </w:tcPr>
                      <w:p w:rsidR="00EA74A4" w:rsidRDefault="00EA74A4">
                        <w:pPr>
                          <w:pStyle w:val="TableParagraph"/>
                          <w:spacing w:before="2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1F20"/>
                          </w:rPr>
                          <w:t>T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935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EA74A4">
                    <w:trPr>
                      <w:trHeight w:val="510"/>
                    </w:trPr>
                    <w:tc>
                      <w:tcPr>
                        <w:tcW w:w="1171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Taft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93268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83" w:right="2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Tahoe Vista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96148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ind w:left="183" w:right="19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Tahoma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96142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3" w:right="2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El Dorado/Placer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Taylorsville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95983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ind w:left="183" w:right="20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Plumas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Tecate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91980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3" w:right="2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Tecopa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92389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ind w:left="183" w:right="2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Inyo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ind w:right="4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Tehachapi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93561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3" w:right="2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260"/>
                    </w:trPr>
                    <w:tc>
                      <w:tcPr>
                        <w:tcW w:w="1171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Tehama</w:t>
                        </w:r>
                      </w:p>
                    </w:tc>
                    <w:tc>
                      <w:tcPr>
                        <w:tcW w:w="848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96090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183" w:right="19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Tehama</w:t>
                        </w:r>
                      </w:p>
                    </w:tc>
                    <w:tc>
                      <w:tcPr>
                        <w:tcW w:w="461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anchorlock/>
          </v:shape>
        </w:pict>
      </w:r>
    </w:p>
    <w:p w:rsidR="00EA74A4" w:rsidRDefault="00EA74A4">
      <w:pPr>
        <w:sectPr w:rsidR="00EA74A4">
          <w:pgSz w:w="10140" w:h="12960"/>
          <w:pgMar w:top="220" w:right="0" w:bottom="0" w:left="20" w:header="20" w:footer="0" w:gutter="0"/>
          <w:cols w:space="720"/>
        </w:sectPr>
      </w:pPr>
    </w:p>
    <w:p w:rsidR="00EA74A4" w:rsidRDefault="00316162">
      <w:pPr>
        <w:pStyle w:val="BodyText"/>
        <w:tabs>
          <w:tab w:val="left" w:pos="1407"/>
          <w:tab w:val="left" w:pos="2691"/>
          <w:tab w:val="right" w:pos="4412"/>
        </w:tabs>
        <w:spacing w:before="134"/>
      </w:pPr>
      <w:r>
        <w:rPr>
          <w:color w:val="231F20"/>
        </w:rPr>
        <w:lastRenderedPageBreak/>
        <w:t>Temeluca</w:t>
      </w:r>
      <w:r>
        <w:rPr>
          <w:color w:val="231F20"/>
        </w:rPr>
        <w:tab/>
        <w:t>92590</w:t>
      </w:r>
      <w:r>
        <w:rPr>
          <w:color w:val="231F20"/>
        </w:rPr>
        <w:tab/>
        <w:t>Riverside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07"/>
          <w:tab w:val="left" w:pos="2691"/>
          <w:tab w:val="right" w:pos="4412"/>
        </w:tabs>
        <w:spacing w:before="118"/>
      </w:pPr>
      <w:r>
        <w:rPr>
          <w:color w:val="231F20"/>
        </w:rPr>
        <w:t>Temeluca</w:t>
      </w:r>
      <w:r>
        <w:rPr>
          <w:color w:val="231F20"/>
        </w:rPr>
        <w:tab/>
        <w:t>92591</w:t>
      </w:r>
      <w:r>
        <w:rPr>
          <w:color w:val="231F20"/>
        </w:rPr>
        <w:tab/>
        <w:t>Riverside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07"/>
          <w:tab w:val="left" w:pos="2691"/>
          <w:tab w:val="right" w:pos="4412"/>
        </w:tabs>
        <w:spacing w:before="121"/>
      </w:pPr>
      <w:r>
        <w:rPr>
          <w:color w:val="231F20"/>
        </w:rPr>
        <w:t>Temeluca</w:t>
      </w:r>
      <w:r>
        <w:rPr>
          <w:color w:val="231F20"/>
        </w:rPr>
        <w:tab/>
        <w:t>92592</w:t>
      </w:r>
      <w:r>
        <w:rPr>
          <w:color w:val="231F20"/>
        </w:rPr>
        <w:tab/>
        <w:t>Riverside</w:t>
      </w:r>
      <w:r>
        <w:rPr>
          <w:color w:val="231F20"/>
        </w:rPr>
        <w:tab/>
        <w:t>10</w:t>
      </w:r>
    </w:p>
    <w:p w:rsidR="00EA74A4" w:rsidRDefault="00316162">
      <w:pPr>
        <w:pStyle w:val="BodyText"/>
        <w:tabs>
          <w:tab w:val="left" w:pos="1407"/>
          <w:tab w:val="left" w:pos="2597"/>
          <w:tab w:val="right" w:pos="4367"/>
        </w:tabs>
        <w:spacing w:before="119"/>
      </w:pPr>
      <w:r>
        <w:rPr>
          <w:color w:val="231F20"/>
        </w:rPr>
        <w:t>Temple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City</w:t>
      </w:r>
      <w:r>
        <w:rPr>
          <w:color w:val="231F20"/>
        </w:rPr>
        <w:tab/>
        <w:t>91780</w:t>
      </w:r>
      <w:r>
        <w:rPr>
          <w:color w:val="231F20"/>
        </w:rPr>
        <w:tab/>
        <w:t>Los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tabs>
          <w:tab w:val="left" w:pos="1408"/>
          <w:tab w:val="left" w:pos="2455"/>
          <w:tab w:val="right" w:pos="4367"/>
        </w:tabs>
        <w:spacing w:before="121"/>
      </w:pPr>
      <w:r>
        <w:rPr>
          <w:color w:val="231F20"/>
        </w:rPr>
        <w:t>Templeton</w:t>
      </w:r>
      <w:r>
        <w:rPr>
          <w:color w:val="231F20"/>
        </w:rPr>
        <w:tab/>
        <w:t>93465</w:t>
      </w:r>
      <w:r>
        <w:rPr>
          <w:color w:val="231F20"/>
        </w:rPr>
        <w:tab/>
        <w:t>San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Luis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Obispo</w:t>
      </w:r>
      <w:r>
        <w:rPr>
          <w:color w:val="231F20"/>
        </w:rPr>
        <w:tab/>
        <w:t>4</w:t>
      </w:r>
    </w:p>
    <w:p w:rsidR="00EA74A4" w:rsidRDefault="00316162">
      <w:pPr>
        <w:pStyle w:val="BodyText"/>
        <w:tabs>
          <w:tab w:val="left" w:pos="1407"/>
          <w:tab w:val="left" w:pos="2782"/>
          <w:tab w:val="right" w:pos="4413"/>
        </w:tabs>
        <w:spacing w:before="119"/>
      </w:pPr>
      <w:r>
        <w:rPr>
          <w:color w:val="231F20"/>
        </w:rPr>
        <w:t>Termo</w:t>
      </w:r>
      <w:r>
        <w:rPr>
          <w:color w:val="231F20"/>
        </w:rPr>
        <w:tab/>
        <w:t>96132</w:t>
      </w:r>
      <w:r>
        <w:rPr>
          <w:color w:val="231F20"/>
        </w:rPr>
        <w:tab/>
        <w:t>Lassen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9"/>
          <w:tab w:val="left" w:pos="2795"/>
          <w:tab w:val="right" w:pos="4413"/>
        </w:tabs>
        <w:spacing w:before="121"/>
      </w:pPr>
      <w:r>
        <w:rPr>
          <w:color w:val="231F20"/>
        </w:rPr>
        <w:t>Terra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Bella</w:t>
      </w:r>
      <w:r>
        <w:rPr>
          <w:color w:val="231F20"/>
        </w:rPr>
        <w:tab/>
        <w:t>93270</w:t>
      </w:r>
      <w:r>
        <w:rPr>
          <w:color w:val="231F20"/>
        </w:rPr>
        <w:tab/>
        <w:t>Tulare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08"/>
          <w:tab w:val="left" w:pos="2354"/>
          <w:tab w:val="right" w:pos="4413"/>
        </w:tabs>
        <w:spacing w:before="121"/>
      </w:pPr>
      <w:r>
        <w:rPr>
          <w:color w:val="231F20"/>
        </w:rPr>
        <w:t>Thermal</w:t>
      </w:r>
      <w:r>
        <w:rPr>
          <w:color w:val="231F20"/>
        </w:rPr>
        <w:tab/>
        <w:t>92274</w:t>
      </w:r>
      <w:r>
        <w:rPr>
          <w:color w:val="231F20"/>
        </w:rPr>
        <w:tab/>
        <w:t>Imperial/Riverside</w:t>
      </w:r>
      <w:r>
        <w:rPr>
          <w:color w:val="231F20"/>
        </w:rPr>
        <w:tab/>
        <w:t>15</w:t>
      </w:r>
    </w:p>
    <w:p w:rsidR="00EA74A4" w:rsidRDefault="00316162">
      <w:pPr>
        <w:pStyle w:val="BodyText"/>
        <w:spacing w:before="119"/>
      </w:pPr>
      <w:r>
        <w:rPr>
          <w:color w:val="231F20"/>
        </w:rPr>
        <w:t>Thousand</w:t>
      </w:r>
    </w:p>
    <w:p w:rsidR="00EA74A4" w:rsidRDefault="00316162">
      <w:pPr>
        <w:pStyle w:val="BodyText"/>
        <w:tabs>
          <w:tab w:val="left" w:pos="1407"/>
          <w:tab w:val="left" w:pos="2730"/>
          <w:tab w:val="right" w:pos="4367"/>
        </w:tabs>
        <w:spacing w:before="1"/>
      </w:pPr>
      <w:r>
        <w:rPr>
          <w:color w:val="231F20"/>
        </w:rPr>
        <w:t>Oaks</w:t>
      </w:r>
      <w:r>
        <w:rPr>
          <w:color w:val="231F20"/>
        </w:rPr>
        <w:tab/>
        <w:t>91320</w:t>
      </w:r>
      <w:r>
        <w:rPr>
          <w:color w:val="231F20"/>
        </w:rPr>
        <w:tab/>
        <w:t>Ventura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spacing w:before="118"/>
      </w:pPr>
      <w:r>
        <w:rPr>
          <w:color w:val="231F20"/>
        </w:rPr>
        <w:t>Thousand</w:t>
      </w:r>
    </w:p>
    <w:p w:rsidR="00EA74A4" w:rsidRDefault="00316162">
      <w:pPr>
        <w:pStyle w:val="BodyText"/>
        <w:tabs>
          <w:tab w:val="left" w:pos="1407"/>
          <w:tab w:val="left" w:pos="2730"/>
          <w:tab w:val="right" w:pos="4367"/>
        </w:tabs>
        <w:spacing w:before="2"/>
      </w:pPr>
      <w:r>
        <w:rPr>
          <w:color w:val="231F20"/>
        </w:rPr>
        <w:t>Oaks</w:t>
      </w:r>
      <w:r>
        <w:rPr>
          <w:color w:val="231F20"/>
        </w:rPr>
        <w:tab/>
        <w:t>91360</w:t>
      </w:r>
      <w:r>
        <w:rPr>
          <w:color w:val="231F20"/>
        </w:rPr>
        <w:tab/>
        <w:t>Ventura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spacing w:before="118"/>
      </w:pPr>
      <w:r>
        <w:rPr>
          <w:color w:val="231F20"/>
        </w:rPr>
        <w:t>Thousand</w:t>
      </w:r>
    </w:p>
    <w:p w:rsidR="00EA74A4" w:rsidRDefault="00316162">
      <w:pPr>
        <w:pStyle w:val="BodyText"/>
        <w:tabs>
          <w:tab w:val="left" w:pos="1406"/>
          <w:tab w:val="left" w:pos="2265"/>
          <w:tab w:val="right" w:pos="4366"/>
        </w:tabs>
        <w:spacing w:before="1"/>
      </w:pPr>
      <w:r>
        <w:rPr>
          <w:color w:val="231F20"/>
        </w:rPr>
        <w:t>Oaks</w:t>
      </w:r>
      <w:r>
        <w:rPr>
          <w:color w:val="231F20"/>
        </w:rPr>
        <w:tab/>
        <w:t>91362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Angeles/Ventura</w:t>
      </w:r>
      <w:r>
        <w:rPr>
          <w:color w:val="231F20"/>
        </w:rPr>
        <w:tab/>
        <w:t>9</w:t>
      </w:r>
    </w:p>
    <w:p w:rsidR="00EA74A4" w:rsidRDefault="00316162">
      <w:pPr>
        <w:pStyle w:val="BodyText"/>
        <w:spacing w:before="119"/>
      </w:pPr>
      <w:r>
        <w:rPr>
          <w:color w:val="231F20"/>
        </w:rPr>
        <w:t>Thousand</w:t>
      </w:r>
    </w:p>
    <w:p w:rsidR="00EA74A4" w:rsidRDefault="00316162">
      <w:pPr>
        <w:pStyle w:val="BodyText"/>
        <w:tabs>
          <w:tab w:val="left" w:pos="1408"/>
          <w:tab w:val="left" w:pos="2691"/>
          <w:tab w:val="right" w:pos="4412"/>
        </w:tabs>
        <w:spacing w:before="1"/>
      </w:pPr>
      <w:r>
        <w:rPr>
          <w:color w:val="231F20"/>
        </w:rPr>
        <w:t>Palms</w:t>
      </w:r>
      <w:r>
        <w:rPr>
          <w:color w:val="231F20"/>
        </w:rPr>
        <w:tab/>
        <w:t>92276</w:t>
      </w:r>
      <w:r>
        <w:rPr>
          <w:color w:val="231F20"/>
        </w:rPr>
        <w:tab/>
        <w:t>Riverside</w:t>
      </w:r>
      <w:r>
        <w:rPr>
          <w:color w:val="231F20"/>
        </w:rPr>
        <w:tab/>
        <w:t>15</w:t>
      </w:r>
    </w:p>
    <w:p w:rsidR="00EA74A4" w:rsidRDefault="00316162">
      <w:pPr>
        <w:pStyle w:val="BodyText"/>
        <w:tabs>
          <w:tab w:val="left" w:pos="1411"/>
          <w:tab w:val="left" w:pos="2491"/>
          <w:tab w:val="right" w:pos="4415"/>
        </w:tabs>
        <w:spacing w:before="134"/>
      </w:pPr>
      <w:r>
        <w:br w:type="column"/>
      </w:r>
      <w:r>
        <w:rPr>
          <w:color w:val="231F20"/>
        </w:rPr>
        <w:t>Truckee</w:t>
      </w:r>
      <w:r>
        <w:rPr>
          <w:color w:val="231F20"/>
        </w:rPr>
        <w:tab/>
        <w:t>96162</w:t>
      </w:r>
      <w:r>
        <w:rPr>
          <w:color w:val="231F20"/>
        </w:rPr>
        <w:tab/>
        <w:t>Nevada/Placer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09"/>
          <w:tab w:val="left" w:pos="2596"/>
          <w:tab w:val="right" w:pos="4414"/>
        </w:tabs>
        <w:spacing w:before="118"/>
      </w:pPr>
      <w:r>
        <w:rPr>
          <w:color w:val="231F20"/>
        </w:rPr>
        <w:t>Tujunga</w:t>
      </w:r>
      <w:r>
        <w:rPr>
          <w:color w:val="231F20"/>
        </w:rPr>
        <w:tab/>
        <w:t>91042</w:t>
      </w:r>
      <w:r>
        <w:rPr>
          <w:color w:val="231F20"/>
        </w:rPr>
        <w:tab/>
        <w:t>Los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Angeles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0"/>
          <w:tab w:val="left" w:pos="2794"/>
          <w:tab w:val="left" w:pos="4231"/>
        </w:tabs>
        <w:spacing w:before="121"/>
      </w:pPr>
      <w:r>
        <w:rPr>
          <w:color w:val="231F20"/>
        </w:rPr>
        <w:t>Tulare</w:t>
      </w:r>
      <w:r>
        <w:rPr>
          <w:color w:val="231F20"/>
        </w:rPr>
        <w:tab/>
        <w:t>93274</w:t>
      </w:r>
      <w:r>
        <w:rPr>
          <w:color w:val="231F20"/>
        </w:rPr>
        <w:tab/>
        <w:t>Tulare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10"/>
          <w:tab w:val="left" w:pos="2439"/>
          <w:tab w:val="right" w:pos="4414"/>
        </w:tabs>
        <w:spacing w:before="119"/>
      </w:pPr>
      <w:r>
        <w:rPr>
          <w:color w:val="231F20"/>
        </w:rPr>
        <w:t>Tulelake</w:t>
      </w:r>
      <w:r>
        <w:rPr>
          <w:color w:val="231F20"/>
        </w:rPr>
        <w:tab/>
        <w:t>96134</w:t>
      </w:r>
      <w:r>
        <w:rPr>
          <w:color w:val="231F20"/>
        </w:rPr>
        <w:tab/>
        <w:t>Modoc/Siskiyou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0"/>
          <w:tab w:val="left" w:pos="2655"/>
          <w:tab w:val="left" w:pos="4232"/>
        </w:tabs>
        <w:spacing w:before="121"/>
      </w:pPr>
      <w:r>
        <w:rPr>
          <w:color w:val="231F20"/>
        </w:rPr>
        <w:t>Tuolumne</w:t>
      </w:r>
      <w:r>
        <w:rPr>
          <w:color w:val="231F20"/>
        </w:rPr>
        <w:tab/>
        <w:t>95379</w:t>
      </w:r>
      <w:r>
        <w:rPr>
          <w:color w:val="231F20"/>
        </w:rPr>
        <w:tab/>
        <w:t>Tuolumne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09"/>
          <w:tab w:val="left" w:pos="2854"/>
          <w:tab w:val="left" w:pos="4233"/>
        </w:tabs>
        <w:spacing w:before="119"/>
      </w:pPr>
      <w:r>
        <w:rPr>
          <w:color w:val="231F20"/>
        </w:rPr>
        <w:t>Tupman</w:t>
      </w:r>
      <w:r>
        <w:rPr>
          <w:color w:val="231F20"/>
        </w:rPr>
        <w:tab/>
        <w:t>93276</w:t>
      </w:r>
      <w:r>
        <w:rPr>
          <w:color w:val="231F20"/>
        </w:rPr>
        <w:tab/>
        <w:t>Kern</w:t>
      </w:r>
      <w:r>
        <w:rPr>
          <w:color w:val="231F20"/>
        </w:rPr>
        <w:tab/>
        <w:t>13</w:t>
      </w:r>
    </w:p>
    <w:p w:rsidR="00EA74A4" w:rsidRDefault="00316162">
      <w:pPr>
        <w:pStyle w:val="BodyText"/>
        <w:tabs>
          <w:tab w:val="left" w:pos="1411"/>
          <w:tab w:val="left" w:pos="2344"/>
          <w:tab w:val="left" w:pos="4233"/>
        </w:tabs>
        <w:spacing w:before="121"/>
      </w:pPr>
      <w:r>
        <w:rPr>
          <w:color w:val="231F20"/>
        </w:rPr>
        <w:t>Turlock</w:t>
      </w:r>
      <w:r>
        <w:rPr>
          <w:color w:val="231F20"/>
        </w:rPr>
        <w:tab/>
        <w:t>95380</w:t>
      </w:r>
      <w:r>
        <w:rPr>
          <w:color w:val="231F20"/>
        </w:rPr>
        <w:tab/>
        <w:t>Merced/Stanislaus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11"/>
          <w:tab w:val="left" w:pos="2663"/>
          <w:tab w:val="right" w:pos="4415"/>
        </w:tabs>
        <w:spacing w:before="121"/>
      </w:pPr>
      <w:r>
        <w:rPr>
          <w:color w:val="231F20"/>
        </w:rPr>
        <w:t>Turlock</w:t>
      </w:r>
      <w:r>
        <w:rPr>
          <w:color w:val="231F20"/>
        </w:rPr>
        <w:tab/>
        <w:t>95382</w:t>
      </w:r>
      <w:r>
        <w:rPr>
          <w:color w:val="231F20"/>
        </w:rPr>
        <w:tab/>
        <w:t>Stanislaus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tabs>
          <w:tab w:val="left" w:pos="1411"/>
          <w:tab w:val="left" w:pos="2757"/>
          <w:tab w:val="left" w:pos="4278"/>
        </w:tabs>
        <w:spacing w:before="119"/>
      </w:pPr>
      <w:r>
        <w:rPr>
          <w:color w:val="231F20"/>
        </w:rPr>
        <w:t>Tustin</w:t>
      </w:r>
      <w:r>
        <w:rPr>
          <w:color w:val="231F20"/>
        </w:rPr>
        <w:tab/>
        <w:t>92780</w:t>
      </w:r>
      <w:r>
        <w:rPr>
          <w:color w:val="231F20"/>
        </w:rPr>
        <w:tab/>
        <w:t>Orange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411"/>
          <w:tab w:val="left" w:pos="2757"/>
          <w:tab w:val="left" w:pos="4278"/>
        </w:tabs>
        <w:spacing w:before="121"/>
      </w:pPr>
      <w:r>
        <w:rPr>
          <w:color w:val="231F20"/>
        </w:rPr>
        <w:t>Tustin</w:t>
      </w:r>
      <w:r>
        <w:rPr>
          <w:color w:val="231F20"/>
        </w:rPr>
        <w:tab/>
        <w:t>92782</w:t>
      </w:r>
      <w:r>
        <w:rPr>
          <w:color w:val="231F20"/>
        </w:rPr>
        <w:tab/>
        <w:t>Orange</w:t>
      </w:r>
      <w:r>
        <w:rPr>
          <w:color w:val="231F20"/>
        </w:rPr>
        <w:tab/>
        <w:t>8</w:t>
      </w:r>
    </w:p>
    <w:p w:rsidR="00EA74A4" w:rsidRDefault="00316162">
      <w:pPr>
        <w:pStyle w:val="BodyText"/>
        <w:tabs>
          <w:tab w:val="left" w:pos="1410"/>
          <w:tab w:val="left" w:pos="2762"/>
          <w:tab w:val="right" w:pos="4415"/>
        </w:tabs>
        <w:spacing w:before="118"/>
      </w:pPr>
      <w:r>
        <w:rPr>
          <w:color w:val="231F20"/>
        </w:rPr>
        <w:t>Twain</w:t>
      </w:r>
      <w:r>
        <w:rPr>
          <w:color w:val="231F20"/>
        </w:rPr>
        <w:tab/>
        <w:t>95984</w:t>
      </w:r>
      <w:r>
        <w:rPr>
          <w:color w:val="231F20"/>
        </w:rPr>
        <w:tab/>
        <w:t>Plumas</w:t>
      </w:r>
      <w:r>
        <w:rPr>
          <w:color w:val="231F20"/>
        </w:rPr>
        <w:tab/>
        <w:t>16</w:t>
      </w:r>
    </w:p>
    <w:p w:rsidR="00EA74A4" w:rsidRDefault="00316162">
      <w:pPr>
        <w:pStyle w:val="BodyText"/>
        <w:tabs>
          <w:tab w:val="left" w:pos="1410"/>
          <w:tab w:val="left" w:pos="2655"/>
          <w:tab w:val="left" w:pos="4232"/>
        </w:tabs>
        <w:spacing w:before="121"/>
      </w:pPr>
      <w:r>
        <w:rPr>
          <w:color w:val="231F20"/>
        </w:rPr>
        <w:t>Twain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Harte</w:t>
      </w:r>
      <w:r>
        <w:rPr>
          <w:color w:val="231F20"/>
        </w:rPr>
        <w:tab/>
        <w:t>95383</w:t>
      </w:r>
      <w:r>
        <w:rPr>
          <w:color w:val="231F20"/>
        </w:rPr>
        <w:tab/>
        <w:t>Tuolumne</w:t>
      </w:r>
      <w:r>
        <w:rPr>
          <w:color w:val="231F20"/>
        </w:rPr>
        <w:tab/>
        <w:t>12</w:t>
      </w:r>
    </w:p>
    <w:p w:rsidR="00EA74A4" w:rsidRDefault="00316162">
      <w:pPr>
        <w:pStyle w:val="BodyText"/>
        <w:spacing w:before="119"/>
      </w:pPr>
      <w:r>
        <w:rPr>
          <w:color w:val="231F20"/>
        </w:rPr>
        <w:t>Twentynine</w:t>
      </w:r>
    </w:p>
    <w:p w:rsidR="00EA74A4" w:rsidRDefault="00316162">
      <w:pPr>
        <w:pStyle w:val="BodyText"/>
        <w:tabs>
          <w:tab w:val="left" w:pos="1410"/>
          <w:tab w:val="left" w:pos="2463"/>
          <w:tab w:val="left" w:pos="4232"/>
        </w:tabs>
        <w:spacing w:before="1"/>
      </w:pPr>
      <w:r>
        <w:rPr>
          <w:color w:val="231F20"/>
        </w:rPr>
        <w:t>Palms</w:t>
      </w:r>
      <w:r>
        <w:rPr>
          <w:color w:val="231F20"/>
        </w:rPr>
        <w:tab/>
        <w:t>92277</w:t>
      </w:r>
      <w:r>
        <w:rPr>
          <w:color w:val="231F20"/>
        </w:rPr>
        <w:tab/>
        <w:t>San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Bernardino</w:t>
      </w:r>
      <w:r>
        <w:rPr>
          <w:color w:val="231F20"/>
        </w:rPr>
        <w:tab/>
        <w:t>14</w:t>
      </w:r>
    </w:p>
    <w:p w:rsidR="00EA74A4" w:rsidRDefault="00316162">
      <w:pPr>
        <w:pStyle w:val="BodyText"/>
        <w:spacing w:before="119"/>
      </w:pPr>
      <w:r>
        <w:rPr>
          <w:color w:val="231F20"/>
        </w:rPr>
        <w:t>Twentynine</w:t>
      </w:r>
    </w:p>
    <w:p w:rsidR="00EA74A4" w:rsidRDefault="00EA74A4">
      <w:pPr>
        <w:sectPr w:rsidR="00EA74A4">
          <w:pgSz w:w="10140" w:h="12960"/>
          <w:pgMar w:top="220" w:right="0" w:bottom="0" w:left="20" w:header="20" w:footer="0" w:gutter="0"/>
          <w:cols w:num="2" w:space="720" w:equalWidth="0">
            <w:col w:w="4454" w:space="670"/>
            <w:col w:w="4996"/>
          </w:cols>
        </w:sectPr>
      </w:pPr>
    </w:p>
    <w:p w:rsidR="00EA74A4" w:rsidRDefault="00EA74A4">
      <w:pPr>
        <w:pStyle w:val="BodyText"/>
        <w:spacing w:before="4"/>
        <w:ind w:left="0"/>
        <w:rPr>
          <w:sz w:val="11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4"/>
        <w:gridCol w:w="796"/>
        <w:gridCol w:w="1974"/>
        <w:gridCol w:w="441"/>
        <w:gridCol w:w="1917"/>
        <w:gridCol w:w="897"/>
        <w:gridCol w:w="1777"/>
        <w:gridCol w:w="542"/>
      </w:tblGrid>
      <w:tr w:rsidR="00EA74A4">
        <w:trPr>
          <w:trHeight w:val="259"/>
        </w:trPr>
        <w:tc>
          <w:tcPr>
            <w:tcW w:w="1154" w:type="dxa"/>
          </w:tcPr>
          <w:p w:rsidR="00EA74A4" w:rsidRDefault="00316162">
            <w:pPr>
              <w:pStyle w:val="TableParagraph"/>
              <w:spacing w:before="0" w:line="18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Three Rivers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spacing w:before="0" w:line="183" w:lineRule="exact"/>
              <w:ind w:left="133" w:right="1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93271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spacing w:before="0" w:line="183" w:lineRule="exact"/>
              <w:ind w:left="164" w:right="18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Tulare</w:t>
            </w:r>
          </w:p>
        </w:tc>
        <w:tc>
          <w:tcPr>
            <w:tcW w:w="5574" w:type="dxa"/>
            <w:gridSpan w:val="5"/>
          </w:tcPr>
          <w:p w:rsidR="00EA74A4" w:rsidRDefault="00316162">
            <w:pPr>
              <w:pStyle w:val="TableParagraph"/>
              <w:tabs>
                <w:tab w:val="left" w:pos="1199"/>
                <w:tab w:val="left" w:pos="2510"/>
                <w:tab w:val="left" w:pos="3563"/>
                <w:tab w:val="right" w:pos="5514"/>
              </w:tabs>
              <w:spacing w:before="0" w:line="45" w:lineRule="auto"/>
              <w:ind w:left="206"/>
              <w:rPr>
                <w:sz w:val="18"/>
              </w:rPr>
            </w:pPr>
            <w:r>
              <w:rPr>
                <w:color w:val="231F20"/>
                <w:position w:val="-9"/>
                <w:sz w:val="18"/>
              </w:rPr>
              <w:t>13</w:t>
            </w:r>
            <w:r>
              <w:rPr>
                <w:color w:val="231F20"/>
                <w:position w:val="-9"/>
                <w:sz w:val="18"/>
              </w:rPr>
              <w:tab/>
            </w:r>
            <w:r>
              <w:rPr>
                <w:color w:val="231F20"/>
                <w:sz w:val="18"/>
              </w:rPr>
              <w:t>Palms</w:t>
            </w:r>
            <w:r>
              <w:rPr>
                <w:color w:val="231F20"/>
                <w:sz w:val="18"/>
              </w:rPr>
              <w:tab/>
              <w:t>92278</w:t>
            </w:r>
            <w:r>
              <w:rPr>
                <w:color w:val="231F20"/>
                <w:sz w:val="18"/>
              </w:rPr>
              <w:tab/>
              <w:t>San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Bernardino</w:t>
            </w:r>
            <w:r>
              <w:rPr>
                <w:color w:val="231F20"/>
                <w:sz w:val="18"/>
              </w:rPr>
              <w:tab/>
              <w:t>14</w:t>
            </w:r>
          </w:p>
        </w:tc>
      </w:tr>
      <w:tr w:rsidR="00EA74A4">
        <w:trPr>
          <w:trHeight w:val="339"/>
        </w:trPr>
        <w:tc>
          <w:tcPr>
            <w:tcW w:w="1154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Tipton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spacing w:before="43"/>
              <w:ind w:left="133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93272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spacing w:before="43"/>
              <w:ind w:left="164" w:right="18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Tulare</w:t>
            </w:r>
          </w:p>
        </w:tc>
        <w:tc>
          <w:tcPr>
            <w:tcW w:w="5574" w:type="dxa"/>
            <w:gridSpan w:val="5"/>
          </w:tcPr>
          <w:p w:rsidR="00EA74A4" w:rsidRDefault="00316162">
            <w:pPr>
              <w:pStyle w:val="TableParagraph"/>
              <w:tabs>
                <w:tab w:val="left" w:pos="1199"/>
                <w:tab w:val="left" w:pos="2511"/>
                <w:tab w:val="left" w:pos="3768"/>
                <w:tab w:val="right" w:pos="5515"/>
              </w:tabs>
              <w:spacing w:before="0" w:line="160" w:lineRule="auto"/>
              <w:ind w:left="205"/>
              <w:rPr>
                <w:sz w:val="18"/>
              </w:rPr>
            </w:pPr>
            <w:r>
              <w:rPr>
                <w:color w:val="231F20"/>
                <w:position w:val="-9"/>
                <w:sz w:val="18"/>
              </w:rPr>
              <w:t>13</w:t>
            </w:r>
            <w:r>
              <w:rPr>
                <w:color w:val="231F20"/>
                <w:position w:val="-9"/>
                <w:sz w:val="18"/>
              </w:rPr>
              <w:tab/>
            </w:r>
            <w:r>
              <w:rPr>
                <w:color w:val="231F20"/>
                <w:sz w:val="18"/>
              </w:rPr>
              <w:t>Twin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Bridges</w:t>
            </w:r>
            <w:r>
              <w:rPr>
                <w:color w:val="231F20"/>
                <w:sz w:val="18"/>
              </w:rPr>
              <w:tab/>
              <w:t>95735</w:t>
            </w:r>
            <w:r>
              <w:rPr>
                <w:color w:val="231F20"/>
                <w:sz w:val="18"/>
              </w:rPr>
              <w:tab/>
              <w:t>El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Dorado</w:t>
            </w:r>
            <w:r>
              <w:rPr>
                <w:color w:val="231F20"/>
                <w:sz w:val="18"/>
              </w:rPr>
              <w:tab/>
              <w:t>16</w:t>
            </w:r>
          </w:p>
        </w:tc>
      </w:tr>
      <w:tr w:rsidR="00EA74A4">
        <w:trPr>
          <w:trHeight w:val="339"/>
        </w:trPr>
        <w:tc>
          <w:tcPr>
            <w:tcW w:w="1154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Tollhouse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ind w:left="133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93667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ind w:left="164" w:right="18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Fresno</w:t>
            </w:r>
          </w:p>
        </w:tc>
        <w:tc>
          <w:tcPr>
            <w:tcW w:w="5574" w:type="dxa"/>
            <w:gridSpan w:val="5"/>
          </w:tcPr>
          <w:p w:rsidR="00EA74A4" w:rsidRDefault="00316162">
            <w:pPr>
              <w:pStyle w:val="TableParagraph"/>
              <w:tabs>
                <w:tab w:val="left" w:pos="1199"/>
                <w:tab w:val="left" w:pos="2511"/>
                <w:tab w:val="left" w:pos="3564"/>
                <w:tab w:val="right" w:pos="5514"/>
              </w:tabs>
              <w:spacing w:before="0" w:line="158" w:lineRule="auto"/>
              <w:ind w:left="206"/>
              <w:rPr>
                <w:sz w:val="18"/>
              </w:rPr>
            </w:pPr>
            <w:r>
              <w:rPr>
                <w:color w:val="231F20"/>
                <w:position w:val="-9"/>
                <w:sz w:val="18"/>
              </w:rPr>
              <w:t>13</w:t>
            </w:r>
            <w:r>
              <w:rPr>
                <w:color w:val="231F20"/>
                <w:position w:val="-9"/>
                <w:sz w:val="18"/>
              </w:rPr>
              <w:tab/>
            </w:r>
            <w:r>
              <w:rPr>
                <w:color w:val="231F20"/>
                <w:sz w:val="18"/>
              </w:rPr>
              <w:t>Twin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Peaks</w:t>
            </w:r>
            <w:r>
              <w:rPr>
                <w:color w:val="231F20"/>
                <w:sz w:val="18"/>
              </w:rPr>
              <w:tab/>
              <w:t>92391</w:t>
            </w:r>
            <w:r>
              <w:rPr>
                <w:color w:val="231F20"/>
                <w:sz w:val="18"/>
              </w:rPr>
              <w:tab/>
              <w:t>San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Bernardino</w:t>
            </w:r>
            <w:r>
              <w:rPr>
                <w:color w:val="231F20"/>
                <w:sz w:val="18"/>
              </w:rPr>
              <w:tab/>
              <w:t>16</w:t>
            </w:r>
          </w:p>
        </w:tc>
      </w:tr>
      <w:tr w:rsidR="00EA74A4">
        <w:trPr>
          <w:trHeight w:val="339"/>
        </w:trPr>
        <w:tc>
          <w:tcPr>
            <w:tcW w:w="1154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Toluca Ter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spacing w:before="43"/>
              <w:ind w:left="130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91601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spacing w:before="43"/>
              <w:ind w:left="164" w:right="18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5574" w:type="dxa"/>
            <w:gridSpan w:val="5"/>
          </w:tcPr>
          <w:p w:rsidR="00EA74A4" w:rsidRDefault="00316162">
            <w:pPr>
              <w:pStyle w:val="TableParagraph"/>
              <w:spacing w:before="43"/>
              <w:ind w:left="251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154" w:type="dxa"/>
          </w:tcPr>
          <w:p w:rsidR="00EA74A4" w:rsidRDefault="00316162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Tomales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ind w:left="133" w:right="1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94971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ind w:left="164" w:right="18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Marin</w:t>
            </w:r>
          </w:p>
        </w:tc>
        <w:tc>
          <w:tcPr>
            <w:tcW w:w="441" w:type="dxa"/>
          </w:tcPr>
          <w:p w:rsidR="00EA74A4" w:rsidRDefault="00316162"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  <w:tc>
          <w:tcPr>
            <w:tcW w:w="1917" w:type="dxa"/>
          </w:tcPr>
          <w:p w:rsidR="00EA74A4" w:rsidRDefault="00316162">
            <w:pPr>
              <w:pStyle w:val="TableParagraph"/>
              <w:spacing w:before="0" w:line="210" w:lineRule="exact"/>
              <w:ind w:left="759"/>
              <w:rPr>
                <w:b/>
              </w:rPr>
            </w:pPr>
            <w:r>
              <w:rPr>
                <w:b/>
                <w:color w:val="231F20"/>
              </w:rPr>
              <w:t>U</w:t>
            </w:r>
          </w:p>
        </w:tc>
        <w:tc>
          <w:tcPr>
            <w:tcW w:w="89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4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A74A4">
        <w:trPr>
          <w:trHeight w:val="314"/>
        </w:trPr>
        <w:tc>
          <w:tcPr>
            <w:tcW w:w="1154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Topanga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spacing w:before="43"/>
              <w:ind w:left="132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90290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spacing w:before="43"/>
              <w:ind w:left="164" w:right="18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41" w:type="dxa"/>
          </w:tcPr>
          <w:p w:rsidR="00EA74A4" w:rsidRDefault="00316162">
            <w:pPr>
              <w:pStyle w:val="TableParagraph"/>
              <w:spacing w:before="43"/>
              <w:ind w:right="95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  <w:tc>
          <w:tcPr>
            <w:tcW w:w="191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9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4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A74A4">
        <w:trPr>
          <w:trHeight w:val="339"/>
        </w:trPr>
        <w:tc>
          <w:tcPr>
            <w:tcW w:w="1154" w:type="dxa"/>
          </w:tcPr>
          <w:p w:rsidR="00EA74A4" w:rsidRDefault="00316162">
            <w:pPr>
              <w:pStyle w:val="TableParagraph"/>
              <w:spacing w:before="69"/>
              <w:rPr>
                <w:sz w:val="18"/>
              </w:rPr>
            </w:pPr>
            <w:r>
              <w:rPr>
                <w:color w:val="231F20"/>
                <w:sz w:val="18"/>
              </w:rPr>
              <w:t>Topaz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spacing w:before="69"/>
              <w:ind w:left="133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96133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spacing w:before="69"/>
              <w:ind w:left="164" w:right="18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Mono</w:t>
            </w:r>
          </w:p>
        </w:tc>
        <w:tc>
          <w:tcPr>
            <w:tcW w:w="441" w:type="dxa"/>
          </w:tcPr>
          <w:p w:rsidR="00EA74A4" w:rsidRDefault="00316162">
            <w:pPr>
              <w:pStyle w:val="TableParagraph"/>
              <w:spacing w:before="69"/>
              <w:ind w:right="5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  <w:tc>
          <w:tcPr>
            <w:tcW w:w="1917" w:type="dxa"/>
          </w:tcPr>
          <w:p w:rsidR="00EA74A4" w:rsidRDefault="00316162">
            <w:pPr>
              <w:pStyle w:val="TableParagraph"/>
              <w:spacing w:before="19"/>
              <w:ind w:left="759"/>
              <w:rPr>
                <w:sz w:val="18"/>
              </w:rPr>
            </w:pPr>
            <w:r>
              <w:rPr>
                <w:color w:val="231F20"/>
                <w:sz w:val="18"/>
              </w:rPr>
              <w:t>Ukiah</w:t>
            </w:r>
          </w:p>
        </w:tc>
        <w:tc>
          <w:tcPr>
            <w:tcW w:w="897" w:type="dxa"/>
          </w:tcPr>
          <w:p w:rsidR="00EA74A4" w:rsidRDefault="00316162">
            <w:pPr>
              <w:pStyle w:val="TableParagraph"/>
              <w:spacing w:before="19"/>
              <w:ind w:left="153"/>
              <w:rPr>
                <w:sz w:val="18"/>
              </w:rPr>
            </w:pPr>
            <w:r>
              <w:rPr>
                <w:color w:val="231F20"/>
                <w:sz w:val="18"/>
              </w:rPr>
              <w:t>95482</w:t>
            </w:r>
          </w:p>
        </w:tc>
        <w:tc>
          <w:tcPr>
            <w:tcW w:w="1777" w:type="dxa"/>
          </w:tcPr>
          <w:p w:rsidR="00EA74A4" w:rsidRDefault="00316162">
            <w:pPr>
              <w:pStyle w:val="TableParagraph"/>
              <w:spacing w:before="19"/>
              <w:ind w:left="275" w:right="31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Mendocino</w:t>
            </w:r>
          </w:p>
        </w:tc>
        <w:tc>
          <w:tcPr>
            <w:tcW w:w="542" w:type="dxa"/>
          </w:tcPr>
          <w:p w:rsidR="00EA74A4" w:rsidRDefault="00316162">
            <w:pPr>
              <w:pStyle w:val="TableParagraph"/>
              <w:spacing w:before="19"/>
              <w:ind w:left="347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339"/>
        </w:trPr>
        <w:tc>
          <w:tcPr>
            <w:tcW w:w="1154" w:type="dxa"/>
          </w:tcPr>
          <w:p w:rsidR="00EA74A4" w:rsidRDefault="00316162">
            <w:pPr>
              <w:pStyle w:val="TableParagraph"/>
              <w:spacing w:before="68"/>
              <w:rPr>
                <w:sz w:val="18"/>
              </w:rPr>
            </w:pPr>
            <w:r>
              <w:rPr>
                <w:color w:val="231F20"/>
                <w:sz w:val="18"/>
              </w:rPr>
              <w:t>Torrance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spacing w:before="68"/>
              <w:ind w:left="132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90501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spacing w:before="68"/>
              <w:ind w:left="164" w:right="18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41" w:type="dxa"/>
          </w:tcPr>
          <w:p w:rsidR="00EA74A4" w:rsidRDefault="00316162">
            <w:pPr>
              <w:pStyle w:val="TableParagraph"/>
              <w:spacing w:before="68"/>
              <w:ind w:right="95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  <w:tc>
          <w:tcPr>
            <w:tcW w:w="1917" w:type="dxa"/>
          </w:tcPr>
          <w:p w:rsidR="00EA74A4" w:rsidRDefault="00316162">
            <w:pPr>
              <w:pStyle w:val="TableParagraph"/>
              <w:spacing w:before="17"/>
              <w:ind w:left="759"/>
              <w:rPr>
                <w:sz w:val="18"/>
              </w:rPr>
            </w:pPr>
            <w:r>
              <w:rPr>
                <w:color w:val="231F20"/>
                <w:sz w:val="18"/>
              </w:rPr>
              <w:t>Union City</w:t>
            </w:r>
          </w:p>
        </w:tc>
        <w:tc>
          <w:tcPr>
            <w:tcW w:w="897" w:type="dxa"/>
          </w:tcPr>
          <w:p w:rsidR="00EA74A4" w:rsidRDefault="00316162">
            <w:pPr>
              <w:pStyle w:val="TableParagraph"/>
              <w:spacing w:before="17"/>
              <w:ind w:left="152"/>
              <w:rPr>
                <w:sz w:val="18"/>
              </w:rPr>
            </w:pPr>
            <w:r>
              <w:rPr>
                <w:color w:val="231F20"/>
                <w:sz w:val="18"/>
              </w:rPr>
              <w:t>94587</w:t>
            </w:r>
          </w:p>
        </w:tc>
        <w:tc>
          <w:tcPr>
            <w:tcW w:w="1777" w:type="dxa"/>
          </w:tcPr>
          <w:p w:rsidR="00EA74A4" w:rsidRDefault="00316162">
            <w:pPr>
              <w:pStyle w:val="TableParagraph"/>
              <w:spacing w:before="17"/>
              <w:ind w:left="275" w:right="31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Alameda</w:t>
            </w:r>
          </w:p>
        </w:tc>
        <w:tc>
          <w:tcPr>
            <w:tcW w:w="542" w:type="dxa"/>
          </w:tcPr>
          <w:p w:rsidR="00EA74A4" w:rsidRDefault="00316162">
            <w:pPr>
              <w:pStyle w:val="TableParagraph"/>
              <w:spacing w:before="17"/>
              <w:ind w:left="345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</w:tr>
      <w:tr w:rsidR="00EA74A4">
        <w:trPr>
          <w:trHeight w:val="339"/>
        </w:trPr>
        <w:tc>
          <w:tcPr>
            <w:tcW w:w="1154" w:type="dxa"/>
          </w:tcPr>
          <w:p w:rsidR="00EA74A4" w:rsidRDefault="00316162">
            <w:pPr>
              <w:pStyle w:val="TableParagraph"/>
              <w:spacing w:before="69"/>
              <w:rPr>
                <w:sz w:val="18"/>
              </w:rPr>
            </w:pPr>
            <w:r>
              <w:rPr>
                <w:color w:val="231F20"/>
                <w:sz w:val="18"/>
              </w:rPr>
              <w:t>Torrance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spacing w:before="69"/>
              <w:ind w:left="132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90502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spacing w:before="69"/>
              <w:ind w:left="164" w:right="18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41" w:type="dxa"/>
          </w:tcPr>
          <w:p w:rsidR="00EA74A4" w:rsidRDefault="00316162">
            <w:pPr>
              <w:pStyle w:val="TableParagraph"/>
              <w:spacing w:before="69"/>
              <w:ind w:right="95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  <w:tc>
          <w:tcPr>
            <w:tcW w:w="1917" w:type="dxa"/>
          </w:tcPr>
          <w:p w:rsidR="00EA74A4" w:rsidRDefault="00316162">
            <w:pPr>
              <w:pStyle w:val="TableParagraph"/>
              <w:spacing w:before="19"/>
              <w:ind w:left="759"/>
              <w:rPr>
                <w:sz w:val="18"/>
              </w:rPr>
            </w:pPr>
            <w:r>
              <w:rPr>
                <w:color w:val="231F20"/>
                <w:sz w:val="18"/>
              </w:rPr>
              <w:t>Universal City</w:t>
            </w:r>
          </w:p>
        </w:tc>
        <w:tc>
          <w:tcPr>
            <w:tcW w:w="897" w:type="dxa"/>
          </w:tcPr>
          <w:p w:rsidR="00EA74A4" w:rsidRDefault="00316162">
            <w:pPr>
              <w:pStyle w:val="TableParagraph"/>
              <w:spacing w:before="19"/>
              <w:ind w:left="151"/>
              <w:rPr>
                <w:sz w:val="18"/>
              </w:rPr>
            </w:pPr>
            <w:r>
              <w:rPr>
                <w:color w:val="231F20"/>
                <w:sz w:val="18"/>
              </w:rPr>
              <w:t>91608</w:t>
            </w:r>
          </w:p>
        </w:tc>
        <w:tc>
          <w:tcPr>
            <w:tcW w:w="1777" w:type="dxa"/>
          </w:tcPr>
          <w:p w:rsidR="00EA74A4" w:rsidRDefault="00316162">
            <w:pPr>
              <w:pStyle w:val="TableParagraph"/>
              <w:spacing w:before="19"/>
              <w:ind w:left="275" w:right="31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542" w:type="dxa"/>
          </w:tcPr>
          <w:p w:rsidR="00EA74A4" w:rsidRDefault="00316162">
            <w:pPr>
              <w:pStyle w:val="TableParagraph"/>
              <w:spacing w:before="19"/>
              <w:ind w:left="345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EA74A4">
        <w:trPr>
          <w:trHeight w:val="339"/>
        </w:trPr>
        <w:tc>
          <w:tcPr>
            <w:tcW w:w="1154" w:type="dxa"/>
          </w:tcPr>
          <w:p w:rsidR="00EA74A4" w:rsidRDefault="00316162">
            <w:pPr>
              <w:pStyle w:val="TableParagraph"/>
              <w:spacing w:before="68"/>
              <w:rPr>
                <w:sz w:val="18"/>
              </w:rPr>
            </w:pPr>
            <w:r>
              <w:rPr>
                <w:color w:val="231F20"/>
                <w:sz w:val="18"/>
              </w:rPr>
              <w:t>Torrance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spacing w:before="68"/>
              <w:ind w:left="132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90503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spacing w:before="68"/>
              <w:ind w:left="164" w:right="18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</w:t>
            </w:r>
          </w:p>
        </w:tc>
        <w:tc>
          <w:tcPr>
            <w:tcW w:w="441" w:type="dxa"/>
          </w:tcPr>
          <w:p w:rsidR="00EA74A4" w:rsidRDefault="00316162">
            <w:pPr>
              <w:pStyle w:val="TableParagraph"/>
              <w:spacing w:before="68"/>
              <w:ind w:right="95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  <w:tc>
          <w:tcPr>
            <w:tcW w:w="1917" w:type="dxa"/>
          </w:tcPr>
          <w:p w:rsidR="00EA74A4" w:rsidRDefault="00316162">
            <w:pPr>
              <w:pStyle w:val="TableParagraph"/>
              <w:spacing w:before="17"/>
              <w:ind w:left="759"/>
              <w:rPr>
                <w:sz w:val="18"/>
              </w:rPr>
            </w:pPr>
            <w:r>
              <w:rPr>
                <w:color w:val="231F20"/>
                <w:sz w:val="18"/>
              </w:rPr>
              <w:t>Upland</w:t>
            </w:r>
          </w:p>
        </w:tc>
        <w:tc>
          <w:tcPr>
            <w:tcW w:w="897" w:type="dxa"/>
          </w:tcPr>
          <w:p w:rsidR="00EA74A4" w:rsidRDefault="00316162">
            <w:pPr>
              <w:pStyle w:val="TableParagraph"/>
              <w:spacing w:before="17"/>
              <w:ind w:left="152"/>
              <w:rPr>
                <w:sz w:val="18"/>
              </w:rPr>
            </w:pPr>
            <w:r>
              <w:rPr>
                <w:color w:val="231F20"/>
                <w:sz w:val="18"/>
              </w:rPr>
              <w:t>91784</w:t>
            </w:r>
          </w:p>
        </w:tc>
        <w:tc>
          <w:tcPr>
            <w:tcW w:w="1777" w:type="dxa"/>
          </w:tcPr>
          <w:p w:rsidR="00EA74A4" w:rsidRDefault="00316162">
            <w:pPr>
              <w:pStyle w:val="TableParagraph"/>
              <w:spacing w:before="17"/>
              <w:ind w:left="275" w:right="31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Bernardino</w:t>
            </w:r>
          </w:p>
        </w:tc>
        <w:tc>
          <w:tcPr>
            <w:tcW w:w="542" w:type="dxa"/>
          </w:tcPr>
          <w:p w:rsidR="00EA74A4" w:rsidRDefault="00316162">
            <w:pPr>
              <w:pStyle w:val="TableParagraph"/>
              <w:spacing w:before="17"/>
              <w:ind w:left="300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</w:tr>
      <w:tr w:rsidR="00EA74A4">
        <w:trPr>
          <w:trHeight w:val="1468"/>
        </w:trPr>
        <w:tc>
          <w:tcPr>
            <w:tcW w:w="1154" w:type="dxa"/>
          </w:tcPr>
          <w:p w:rsidR="00EA74A4" w:rsidRDefault="00316162">
            <w:pPr>
              <w:pStyle w:val="TableParagraph"/>
              <w:spacing w:before="69" w:line="372" w:lineRule="auto"/>
              <w:ind w:right="496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Torrance Torrance Torrance Tracy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spacing w:before="69"/>
              <w:ind w:left="153"/>
              <w:rPr>
                <w:sz w:val="18"/>
              </w:rPr>
            </w:pPr>
            <w:r>
              <w:rPr>
                <w:color w:val="231F20"/>
                <w:sz w:val="18"/>
              </w:rPr>
              <w:t>90504</w:t>
            </w:r>
          </w:p>
          <w:p w:rsidR="00EA74A4" w:rsidRDefault="00316162">
            <w:pPr>
              <w:pStyle w:val="TableParagraph"/>
              <w:spacing w:before="121"/>
              <w:ind w:left="153"/>
              <w:rPr>
                <w:sz w:val="18"/>
              </w:rPr>
            </w:pPr>
            <w:r>
              <w:rPr>
                <w:color w:val="231F20"/>
                <w:sz w:val="18"/>
              </w:rPr>
              <w:t>90505</w:t>
            </w:r>
          </w:p>
          <w:p w:rsidR="00EA74A4" w:rsidRDefault="00316162">
            <w:pPr>
              <w:pStyle w:val="TableParagraph"/>
              <w:spacing w:before="119"/>
              <w:ind w:left="153"/>
              <w:rPr>
                <w:sz w:val="18"/>
              </w:rPr>
            </w:pPr>
            <w:r>
              <w:rPr>
                <w:color w:val="231F20"/>
                <w:sz w:val="18"/>
              </w:rPr>
              <w:t>90506</w:t>
            </w:r>
          </w:p>
          <w:p w:rsidR="00EA74A4" w:rsidRDefault="00316162">
            <w:pPr>
              <w:pStyle w:val="TableParagraph"/>
              <w:spacing w:before="121"/>
              <w:ind w:left="153"/>
              <w:rPr>
                <w:sz w:val="18"/>
              </w:rPr>
            </w:pPr>
            <w:r>
              <w:rPr>
                <w:color w:val="231F20"/>
                <w:sz w:val="18"/>
              </w:rPr>
              <w:t>95304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spacing w:before="69" w:line="372" w:lineRule="auto"/>
              <w:ind w:left="541" w:right="563" w:firstLine="5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Los Angeles Los Angeles Los Angeles San Joaquin</w:t>
            </w:r>
          </w:p>
        </w:tc>
        <w:tc>
          <w:tcPr>
            <w:tcW w:w="441" w:type="dxa"/>
          </w:tcPr>
          <w:p w:rsidR="00EA74A4" w:rsidRDefault="00316162">
            <w:pPr>
              <w:pStyle w:val="TableParagraph"/>
              <w:spacing w:before="69"/>
              <w:ind w:left="252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  <w:p w:rsidR="00EA74A4" w:rsidRDefault="00316162">
            <w:pPr>
              <w:pStyle w:val="TableParagraph"/>
              <w:spacing w:before="121"/>
              <w:ind w:left="252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  <w:p w:rsidR="00EA74A4" w:rsidRDefault="00316162">
            <w:pPr>
              <w:pStyle w:val="TableParagraph"/>
              <w:spacing w:before="119"/>
              <w:ind w:left="252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  <w:p w:rsidR="00EA74A4" w:rsidRDefault="00316162">
            <w:pPr>
              <w:pStyle w:val="TableParagraph"/>
              <w:spacing w:before="121"/>
              <w:ind w:left="206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917" w:type="dxa"/>
          </w:tcPr>
          <w:p w:rsidR="00EA74A4" w:rsidRDefault="00EA74A4">
            <w:pPr>
              <w:pStyle w:val="TableParagraph"/>
              <w:spacing w:before="5"/>
              <w:rPr>
                <w:sz w:val="19"/>
              </w:rPr>
            </w:pPr>
          </w:p>
          <w:p w:rsidR="00EA74A4" w:rsidRDefault="00316162">
            <w:pPr>
              <w:pStyle w:val="TableParagraph"/>
              <w:spacing w:before="0" w:line="372" w:lineRule="auto"/>
              <w:ind w:left="759" w:right="19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Upland Upper </w:t>
            </w:r>
            <w:r>
              <w:rPr>
                <w:color w:val="231F20"/>
                <w:spacing w:val="-5"/>
                <w:sz w:val="18"/>
              </w:rPr>
              <w:t xml:space="preserve">Lake </w:t>
            </w:r>
            <w:r>
              <w:rPr>
                <w:color w:val="231F20"/>
                <w:sz w:val="18"/>
              </w:rPr>
              <w:t>Upper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Lake</w:t>
            </w:r>
          </w:p>
          <w:p w:rsidR="00EA74A4" w:rsidRDefault="00316162">
            <w:pPr>
              <w:pStyle w:val="TableParagraph"/>
              <w:spacing w:before="0" w:line="190" w:lineRule="exact"/>
              <w:ind w:left="759"/>
              <w:rPr>
                <w:sz w:val="18"/>
              </w:rPr>
            </w:pPr>
            <w:r>
              <w:rPr>
                <w:color w:val="231F20"/>
                <w:sz w:val="18"/>
              </w:rPr>
              <w:t>Upper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Lake-</w:t>
            </w:r>
          </w:p>
        </w:tc>
        <w:tc>
          <w:tcPr>
            <w:tcW w:w="897" w:type="dxa"/>
          </w:tcPr>
          <w:p w:rsidR="00EA74A4" w:rsidRDefault="00EA74A4">
            <w:pPr>
              <w:pStyle w:val="TableParagraph"/>
              <w:spacing w:before="5"/>
              <w:rPr>
                <w:sz w:val="19"/>
              </w:rPr>
            </w:pPr>
          </w:p>
          <w:p w:rsidR="00EA74A4" w:rsidRDefault="00316162">
            <w:pPr>
              <w:pStyle w:val="TableParagraph"/>
              <w:spacing w:before="0"/>
              <w:ind w:left="152"/>
              <w:rPr>
                <w:sz w:val="18"/>
              </w:rPr>
            </w:pPr>
            <w:r>
              <w:rPr>
                <w:color w:val="231F20"/>
                <w:sz w:val="18"/>
              </w:rPr>
              <w:t>91786</w:t>
            </w:r>
          </w:p>
          <w:p w:rsidR="00EA74A4" w:rsidRDefault="00316162">
            <w:pPr>
              <w:pStyle w:val="TableParagraph"/>
              <w:spacing w:before="121"/>
              <w:ind w:left="153"/>
              <w:rPr>
                <w:sz w:val="18"/>
              </w:rPr>
            </w:pPr>
            <w:r>
              <w:rPr>
                <w:color w:val="231F20"/>
                <w:sz w:val="18"/>
              </w:rPr>
              <w:t>95485</w:t>
            </w:r>
          </w:p>
          <w:p w:rsidR="00EA74A4" w:rsidRDefault="00316162">
            <w:pPr>
              <w:pStyle w:val="TableParagraph"/>
              <w:spacing w:before="121"/>
              <w:ind w:left="152"/>
              <w:rPr>
                <w:sz w:val="18"/>
              </w:rPr>
            </w:pPr>
            <w:r>
              <w:rPr>
                <w:color w:val="231F20"/>
                <w:sz w:val="18"/>
              </w:rPr>
              <w:t>95493</w:t>
            </w:r>
          </w:p>
        </w:tc>
        <w:tc>
          <w:tcPr>
            <w:tcW w:w="1777" w:type="dxa"/>
          </w:tcPr>
          <w:p w:rsidR="00EA74A4" w:rsidRDefault="00316162">
            <w:pPr>
              <w:pStyle w:val="TableParagraph"/>
              <w:spacing w:before="19"/>
              <w:ind w:left="277" w:right="31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Los Angeles/San Bernardino</w:t>
            </w:r>
          </w:p>
          <w:p w:rsidR="00EA74A4" w:rsidRDefault="00316162">
            <w:pPr>
              <w:pStyle w:val="TableParagraph"/>
              <w:spacing w:before="119" w:line="372" w:lineRule="auto"/>
              <w:ind w:left="704" w:right="73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Lake Lake</w:t>
            </w:r>
          </w:p>
        </w:tc>
        <w:tc>
          <w:tcPr>
            <w:tcW w:w="542" w:type="dxa"/>
          </w:tcPr>
          <w:p w:rsidR="00EA74A4" w:rsidRDefault="00EA74A4">
            <w:pPr>
              <w:pStyle w:val="TableParagraph"/>
              <w:spacing w:before="5"/>
              <w:rPr>
                <w:sz w:val="19"/>
              </w:rPr>
            </w:pPr>
          </w:p>
          <w:p w:rsidR="00EA74A4" w:rsidRDefault="00316162">
            <w:pPr>
              <w:pStyle w:val="TableParagraph"/>
              <w:spacing w:before="0"/>
              <w:ind w:left="300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  <w:p w:rsidR="00EA74A4" w:rsidRDefault="00316162">
            <w:pPr>
              <w:pStyle w:val="TableParagraph"/>
              <w:spacing w:before="121"/>
              <w:ind w:left="347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  <w:p w:rsidR="00EA74A4" w:rsidRDefault="00316162">
            <w:pPr>
              <w:pStyle w:val="TableParagraph"/>
              <w:spacing w:before="121"/>
              <w:ind w:left="347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280"/>
        </w:trPr>
        <w:tc>
          <w:tcPr>
            <w:tcW w:w="1154" w:type="dxa"/>
          </w:tcPr>
          <w:p w:rsidR="00EA74A4" w:rsidRDefault="00316162">
            <w:pPr>
              <w:pStyle w:val="TableParagraph"/>
              <w:spacing w:before="0"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Tracy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spacing w:before="0" w:line="179" w:lineRule="exact"/>
              <w:ind w:left="133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95376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spacing w:before="0" w:line="179" w:lineRule="exact"/>
              <w:ind w:left="164" w:right="18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Joaquin</w:t>
            </w:r>
          </w:p>
        </w:tc>
        <w:tc>
          <w:tcPr>
            <w:tcW w:w="441" w:type="dxa"/>
          </w:tcPr>
          <w:p w:rsidR="00EA74A4" w:rsidRDefault="00316162">
            <w:pPr>
              <w:pStyle w:val="TableParagraph"/>
              <w:spacing w:before="0" w:line="179" w:lineRule="exact"/>
              <w:ind w:right="5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917" w:type="dxa"/>
          </w:tcPr>
          <w:p w:rsidR="00EA74A4" w:rsidRDefault="00316162">
            <w:pPr>
              <w:pStyle w:val="TableParagraph"/>
              <w:spacing w:before="9"/>
              <w:ind w:left="759"/>
              <w:rPr>
                <w:sz w:val="18"/>
              </w:rPr>
            </w:pPr>
            <w:r>
              <w:rPr>
                <w:color w:val="231F20"/>
                <w:sz w:val="18"/>
              </w:rPr>
              <w:t>Clearlake</w:t>
            </w:r>
          </w:p>
        </w:tc>
        <w:tc>
          <w:tcPr>
            <w:tcW w:w="89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4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A74A4">
        <w:trPr>
          <w:trHeight w:val="314"/>
        </w:trPr>
        <w:tc>
          <w:tcPr>
            <w:tcW w:w="1154" w:type="dxa"/>
          </w:tcPr>
          <w:p w:rsidR="00EA74A4" w:rsidRDefault="00316162">
            <w:pPr>
              <w:pStyle w:val="TableParagraph"/>
              <w:spacing w:before="18"/>
              <w:rPr>
                <w:sz w:val="18"/>
              </w:rPr>
            </w:pPr>
            <w:r>
              <w:rPr>
                <w:color w:val="231F20"/>
                <w:sz w:val="18"/>
              </w:rPr>
              <w:t>Tracy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spacing w:before="18"/>
              <w:ind w:left="133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95377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spacing w:before="18"/>
              <w:ind w:left="164" w:right="18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Alameda/San Joaquin</w:t>
            </w:r>
          </w:p>
        </w:tc>
        <w:tc>
          <w:tcPr>
            <w:tcW w:w="441" w:type="dxa"/>
          </w:tcPr>
          <w:p w:rsidR="00EA74A4" w:rsidRDefault="00316162">
            <w:pPr>
              <w:pStyle w:val="TableParagraph"/>
              <w:spacing w:before="18"/>
              <w:ind w:right="5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917" w:type="dxa"/>
          </w:tcPr>
          <w:p w:rsidR="00EA74A4" w:rsidRDefault="00316162">
            <w:pPr>
              <w:pStyle w:val="TableParagraph"/>
              <w:spacing w:before="0" w:line="167" w:lineRule="exact"/>
              <w:ind w:left="759"/>
              <w:rPr>
                <w:sz w:val="18"/>
              </w:rPr>
            </w:pPr>
            <w:r>
              <w:rPr>
                <w:color w:val="231F20"/>
                <w:sz w:val="18"/>
              </w:rPr>
              <w:t>Oaks</w:t>
            </w:r>
          </w:p>
        </w:tc>
        <w:tc>
          <w:tcPr>
            <w:tcW w:w="897" w:type="dxa"/>
          </w:tcPr>
          <w:p w:rsidR="00EA74A4" w:rsidRDefault="00316162">
            <w:pPr>
              <w:pStyle w:val="TableParagraph"/>
              <w:spacing w:before="0" w:line="167" w:lineRule="exact"/>
              <w:ind w:left="151"/>
              <w:rPr>
                <w:sz w:val="18"/>
              </w:rPr>
            </w:pPr>
            <w:r>
              <w:rPr>
                <w:color w:val="231F20"/>
                <w:sz w:val="18"/>
              </w:rPr>
              <w:t>95443</w:t>
            </w:r>
          </w:p>
        </w:tc>
        <w:tc>
          <w:tcPr>
            <w:tcW w:w="1777" w:type="dxa"/>
          </w:tcPr>
          <w:p w:rsidR="00EA74A4" w:rsidRDefault="00316162">
            <w:pPr>
              <w:pStyle w:val="TableParagraph"/>
              <w:spacing w:before="0" w:line="167" w:lineRule="exact"/>
              <w:ind w:left="277" w:right="3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Lake</w:t>
            </w:r>
          </w:p>
        </w:tc>
        <w:tc>
          <w:tcPr>
            <w:tcW w:w="542" w:type="dxa"/>
          </w:tcPr>
          <w:p w:rsidR="00EA74A4" w:rsidRDefault="00316162">
            <w:pPr>
              <w:pStyle w:val="TableParagraph"/>
              <w:spacing w:before="0" w:line="167" w:lineRule="exact"/>
              <w:ind w:left="346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</w:tr>
      <w:tr w:rsidR="00EA74A4">
        <w:trPr>
          <w:trHeight w:val="306"/>
        </w:trPr>
        <w:tc>
          <w:tcPr>
            <w:tcW w:w="1154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Tracy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spacing w:before="43"/>
              <w:ind w:left="133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95391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spacing w:before="43"/>
              <w:ind w:left="164" w:right="18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Alameda/San Joaquin</w:t>
            </w:r>
          </w:p>
        </w:tc>
        <w:tc>
          <w:tcPr>
            <w:tcW w:w="441" w:type="dxa"/>
          </w:tcPr>
          <w:p w:rsidR="00EA74A4" w:rsidRDefault="00316162">
            <w:pPr>
              <w:pStyle w:val="TableParagraph"/>
              <w:spacing w:before="43"/>
              <w:ind w:right="5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191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9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4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A74A4">
        <w:trPr>
          <w:trHeight w:val="372"/>
        </w:trPr>
        <w:tc>
          <w:tcPr>
            <w:tcW w:w="1154" w:type="dxa"/>
          </w:tcPr>
          <w:p w:rsidR="00EA74A4" w:rsidRDefault="00316162">
            <w:pPr>
              <w:pStyle w:val="TableParagraph"/>
              <w:spacing w:before="77"/>
              <w:rPr>
                <w:sz w:val="18"/>
              </w:rPr>
            </w:pPr>
            <w:r>
              <w:rPr>
                <w:color w:val="231F20"/>
                <w:sz w:val="18"/>
              </w:rPr>
              <w:t>Tranquility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spacing w:before="77"/>
              <w:ind w:left="132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93668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spacing w:before="77"/>
              <w:ind w:left="163" w:right="18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Fresno</w:t>
            </w:r>
          </w:p>
        </w:tc>
        <w:tc>
          <w:tcPr>
            <w:tcW w:w="441" w:type="dxa"/>
          </w:tcPr>
          <w:p w:rsidR="00EA74A4" w:rsidRDefault="00316162">
            <w:pPr>
              <w:pStyle w:val="TableParagraph"/>
              <w:spacing w:before="77"/>
              <w:ind w:right="5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  <w:tc>
          <w:tcPr>
            <w:tcW w:w="1917" w:type="dxa"/>
          </w:tcPr>
          <w:p w:rsidR="00EA74A4" w:rsidRDefault="00316162">
            <w:pPr>
              <w:pStyle w:val="TableParagraph"/>
              <w:spacing w:before="3"/>
              <w:ind w:left="759"/>
              <w:rPr>
                <w:b/>
              </w:rPr>
            </w:pPr>
            <w:r>
              <w:rPr>
                <w:b/>
                <w:color w:val="231F20"/>
              </w:rPr>
              <w:t>V</w:t>
            </w:r>
          </w:p>
        </w:tc>
        <w:tc>
          <w:tcPr>
            <w:tcW w:w="89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4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A74A4">
        <w:trPr>
          <w:trHeight w:val="328"/>
        </w:trPr>
        <w:tc>
          <w:tcPr>
            <w:tcW w:w="1154" w:type="dxa"/>
          </w:tcPr>
          <w:p w:rsidR="00EA74A4" w:rsidRDefault="00316162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231F20"/>
                <w:sz w:val="18"/>
              </w:rPr>
              <w:t>Trinidad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spacing w:before="43"/>
              <w:ind w:left="133" w:right="1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95570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spacing w:before="43"/>
              <w:ind w:left="164" w:right="18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Humboldt</w:t>
            </w:r>
          </w:p>
        </w:tc>
        <w:tc>
          <w:tcPr>
            <w:tcW w:w="441" w:type="dxa"/>
          </w:tcPr>
          <w:p w:rsidR="00EA74A4" w:rsidRDefault="00316162">
            <w:pPr>
              <w:pStyle w:val="TableParagraph"/>
              <w:spacing w:before="43"/>
              <w:ind w:right="95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</w:t>
            </w:r>
          </w:p>
        </w:tc>
        <w:tc>
          <w:tcPr>
            <w:tcW w:w="191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9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4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A74A4">
        <w:trPr>
          <w:trHeight w:val="339"/>
        </w:trPr>
        <w:tc>
          <w:tcPr>
            <w:tcW w:w="1154" w:type="dxa"/>
          </w:tcPr>
          <w:p w:rsidR="00EA74A4" w:rsidRDefault="00316162">
            <w:pPr>
              <w:pStyle w:val="TableParagraph"/>
              <w:spacing w:before="54"/>
              <w:rPr>
                <w:sz w:val="18"/>
              </w:rPr>
            </w:pPr>
            <w:r>
              <w:rPr>
                <w:color w:val="231F20"/>
                <w:sz w:val="18"/>
              </w:rPr>
              <w:t>Trinity Center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spacing w:before="54"/>
              <w:ind w:left="133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96091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spacing w:before="54"/>
              <w:ind w:left="161" w:right="18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Trinity</w:t>
            </w:r>
          </w:p>
        </w:tc>
        <w:tc>
          <w:tcPr>
            <w:tcW w:w="441" w:type="dxa"/>
          </w:tcPr>
          <w:p w:rsidR="00EA74A4" w:rsidRDefault="00316162">
            <w:pPr>
              <w:pStyle w:val="TableParagraph"/>
              <w:spacing w:before="54"/>
              <w:ind w:right="5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  <w:tc>
          <w:tcPr>
            <w:tcW w:w="1917" w:type="dxa"/>
          </w:tcPr>
          <w:p w:rsidR="00EA74A4" w:rsidRDefault="00316162">
            <w:pPr>
              <w:pStyle w:val="TableParagraph"/>
              <w:spacing w:before="33"/>
              <w:ind w:left="759"/>
              <w:rPr>
                <w:sz w:val="18"/>
              </w:rPr>
            </w:pPr>
            <w:r>
              <w:rPr>
                <w:color w:val="231F20"/>
                <w:sz w:val="18"/>
              </w:rPr>
              <w:t>Vacaville</w:t>
            </w:r>
          </w:p>
        </w:tc>
        <w:tc>
          <w:tcPr>
            <w:tcW w:w="897" w:type="dxa"/>
          </w:tcPr>
          <w:p w:rsidR="00EA74A4" w:rsidRDefault="00316162">
            <w:pPr>
              <w:pStyle w:val="TableParagraph"/>
              <w:spacing w:before="33"/>
              <w:ind w:left="153"/>
              <w:rPr>
                <w:sz w:val="18"/>
              </w:rPr>
            </w:pPr>
            <w:r>
              <w:rPr>
                <w:color w:val="231F20"/>
                <w:sz w:val="18"/>
              </w:rPr>
              <w:t>95687</w:t>
            </w:r>
          </w:p>
        </w:tc>
        <w:tc>
          <w:tcPr>
            <w:tcW w:w="1777" w:type="dxa"/>
          </w:tcPr>
          <w:p w:rsidR="00EA74A4" w:rsidRDefault="00316162">
            <w:pPr>
              <w:pStyle w:val="TableParagraph"/>
              <w:spacing w:before="33"/>
              <w:ind w:left="276" w:right="31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Solano</w:t>
            </w:r>
          </w:p>
        </w:tc>
        <w:tc>
          <w:tcPr>
            <w:tcW w:w="542" w:type="dxa"/>
          </w:tcPr>
          <w:p w:rsidR="00EA74A4" w:rsidRDefault="00316162">
            <w:pPr>
              <w:pStyle w:val="TableParagraph"/>
              <w:spacing w:before="33"/>
              <w:ind w:left="300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  <w:tr w:rsidR="00EA74A4">
        <w:trPr>
          <w:trHeight w:val="351"/>
        </w:trPr>
        <w:tc>
          <w:tcPr>
            <w:tcW w:w="1154" w:type="dxa"/>
          </w:tcPr>
          <w:p w:rsidR="00EA74A4" w:rsidRDefault="00316162">
            <w:pPr>
              <w:pStyle w:val="TableParagraph"/>
              <w:spacing w:before="56"/>
              <w:rPr>
                <w:sz w:val="18"/>
              </w:rPr>
            </w:pPr>
            <w:r>
              <w:rPr>
                <w:color w:val="231F20"/>
                <w:sz w:val="18"/>
              </w:rPr>
              <w:t>Trona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spacing w:before="56"/>
              <w:ind w:left="133" w:right="1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93562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spacing w:before="56"/>
              <w:ind w:left="164" w:right="18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San Bernardino</w:t>
            </w:r>
          </w:p>
        </w:tc>
        <w:tc>
          <w:tcPr>
            <w:tcW w:w="441" w:type="dxa"/>
          </w:tcPr>
          <w:p w:rsidR="00EA74A4" w:rsidRDefault="00316162">
            <w:pPr>
              <w:pStyle w:val="TableParagraph"/>
              <w:spacing w:before="56"/>
              <w:ind w:right="5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  <w:tc>
          <w:tcPr>
            <w:tcW w:w="1917" w:type="dxa"/>
          </w:tcPr>
          <w:p w:rsidR="00EA74A4" w:rsidRDefault="00316162">
            <w:pPr>
              <w:pStyle w:val="TableParagraph"/>
              <w:spacing w:before="32"/>
              <w:ind w:left="759"/>
              <w:rPr>
                <w:sz w:val="18"/>
              </w:rPr>
            </w:pPr>
            <w:r>
              <w:rPr>
                <w:color w:val="231F20"/>
                <w:sz w:val="18"/>
              </w:rPr>
              <w:t>Vacaville</w:t>
            </w:r>
          </w:p>
        </w:tc>
        <w:tc>
          <w:tcPr>
            <w:tcW w:w="897" w:type="dxa"/>
          </w:tcPr>
          <w:p w:rsidR="00EA74A4" w:rsidRDefault="00316162">
            <w:pPr>
              <w:pStyle w:val="TableParagraph"/>
              <w:spacing w:before="32"/>
              <w:ind w:left="153"/>
              <w:rPr>
                <w:sz w:val="18"/>
              </w:rPr>
            </w:pPr>
            <w:r>
              <w:rPr>
                <w:color w:val="231F20"/>
                <w:sz w:val="18"/>
              </w:rPr>
              <w:t>95688</w:t>
            </w:r>
          </w:p>
        </w:tc>
        <w:tc>
          <w:tcPr>
            <w:tcW w:w="1777" w:type="dxa"/>
          </w:tcPr>
          <w:p w:rsidR="00EA74A4" w:rsidRDefault="00316162">
            <w:pPr>
              <w:pStyle w:val="TableParagraph"/>
              <w:spacing w:before="32"/>
              <w:ind w:left="277" w:right="30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Napa/Solano</w:t>
            </w:r>
          </w:p>
        </w:tc>
        <w:tc>
          <w:tcPr>
            <w:tcW w:w="542" w:type="dxa"/>
          </w:tcPr>
          <w:p w:rsidR="00EA74A4" w:rsidRDefault="00316162">
            <w:pPr>
              <w:pStyle w:val="TableParagraph"/>
              <w:spacing w:before="32"/>
              <w:ind w:left="301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  <w:tr w:rsidR="00EA74A4">
        <w:trPr>
          <w:trHeight w:val="278"/>
        </w:trPr>
        <w:tc>
          <w:tcPr>
            <w:tcW w:w="1154" w:type="dxa"/>
          </w:tcPr>
          <w:p w:rsidR="00EA74A4" w:rsidRDefault="00316162">
            <w:pPr>
              <w:pStyle w:val="TableParagraph"/>
              <w:spacing w:before="43" w:line="21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Truckee</w:t>
            </w:r>
          </w:p>
        </w:tc>
        <w:tc>
          <w:tcPr>
            <w:tcW w:w="796" w:type="dxa"/>
          </w:tcPr>
          <w:p w:rsidR="00EA74A4" w:rsidRDefault="00316162">
            <w:pPr>
              <w:pStyle w:val="TableParagraph"/>
              <w:spacing w:before="43" w:line="216" w:lineRule="exact"/>
              <w:ind w:left="133" w:right="1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96161</w:t>
            </w:r>
          </w:p>
        </w:tc>
        <w:tc>
          <w:tcPr>
            <w:tcW w:w="1974" w:type="dxa"/>
          </w:tcPr>
          <w:p w:rsidR="00EA74A4" w:rsidRDefault="00316162">
            <w:pPr>
              <w:pStyle w:val="TableParagraph"/>
              <w:spacing w:before="43" w:line="216" w:lineRule="exact"/>
              <w:ind w:left="164" w:right="18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Nevada/Placer</w:t>
            </w:r>
          </w:p>
        </w:tc>
        <w:tc>
          <w:tcPr>
            <w:tcW w:w="441" w:type="dxa"/>
          </w:tcPr>
          <w:p w:rsidR="00EA74A4" w:rsidRDefault="00316162">
            <w:pPr>
              <w:pStyle w:val="TableParagraph"/>
              <w:spacing w:before="43" w:line="216" w:lineRule="exact"/>
              <w:ind w:right="4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  <w:tc>
          <w:tcPr>
            <w:tcW w:w="191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9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42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A74A4">
        <w:trPr>
          <w:trHeight w:val="199"/>
        </w:trPr>
        <w:tc>
          <w:tcPr>
            <w:tcW w:w="1154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6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974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</w:tcPr>
          <w:p w:rsidR="00EA74A4" w:rsidRDefault="00EA74A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917" w:type="dxa"/>
          </w:tcPr>
          <w:p w:rsidR="00EA74A4" w:rsidRDefault="00316162">
            <w:pPr>
              <w:pStyle w:val="TableParagraph"/>
              <w:spacing w:before="0" w:line="179" w:lineRule="exact"/>
              <w:ind w:left="759"/>
              <w:rPr>
                <w:sz w:val="18"/>
              </w:rPr>
            </w:pPr>
            <w:r>
              <w:rPr>
                <w:color w:val="231F20"/>
                <w:sz w:val="18"/>
              </w:rPr>
              <w:t>Vallecito</w:t>
            </w:r>
          </w:p>
        </w:tc>
        <w:tc>
          <w:tcPr>
            <w:tcW w:w="897" w:type="dxa"/>
          </w:tcPr>
          <w:p w:rsidR="00EA74A4" w:rsidRDefault="00316162">
            <w:pPr>
              <w:pStyle w:val="TableParagraph"/>
              <w:spacing w:before="0" w:line="179" w:lineRule="exact"/>
              <w:ind w:left="152"/>
              <w:rPr>
                <w:sz w:val="18"/>
              </w:rPr>
            </w:pPr>
            <w:r>
              <w:rPr>
                <w:color w:val="231F20"/>
                <w:sz w:val="18"/>
              </w:rPr>
              <w:t>95251</w:t>
            </w:r>
          </w:p>
        </w:tc>
        <w:tc>
          <w:tcPr>
            <w:tcW w:w="1777" w:type="dxa"/>
          </w:tcPr>
          <w:p w:rsidR="00EA74A4" w:rsidRDefault="00316162">
            <w:pPr>
              <w:pStyle w:val="TableParagraph"/>
              <w:spacing w:before="0" w:line="179" w:lineRule="exact"/>
              <w:ind w:left="274" w:right="31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Calaveras</w:t>
            </w:r>
          </w:p>
        </w:tc>
        <w:tc>
          <w:tcPr>
            <w:tcW w:w="542" w:type="dxa"/>
          </w:tcPr>
          <w:p w:rsidR="00EA74A4" w:rsidRDefault="00316162">
            <w:pPr>
              <w:pStyle w:val="TableParagraph"/>
              <w:spacing w:before="0" w:line="179" w:lineRule="exact"/>
              <w:ind w:left="300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</w:tr>
    </w:tbl>
    <w:p w:rsidR="00EA74A4" w:rsidRDefault="00EA74A4">
      <w:pPr>
        <w:spacing w:line="179" w:lineRule="exact"/>
        <w:rPr>
          <w:sz w:val="18"/>
        </w:rPr>
        <w:sectPr w:rsidR="00EA74A4">
          <w:type w:val="continuous"/>
          <w:pgSz w:w="10140" w:h="12960"/>
          <w:pgMar w:top="180" w:right="0" w:bottom="0" w:left="20" w:header="720" w:footer="720" w:gutter="0"/>
          <w:cols w:space="720"/>
        </w:sectPr>
      </w:pPr>
    </w:p>
    <w:p w:rsidR="00EA74A4" w:rsidRDefault="00EA74A4">
      <w:pPr>
        <w:pStyle w:val="BodyText"/>
        <w:spacing w:before="9"/>
        <w:ind w:left="0"/>
        <w:rPr>
          <w:rFonts w:ascii="Times New Roman"/>
          <w:sz w:val="14"/>
        </w:rPr>
      </w:pPr>
    </w:p>
    <w:p w:rsidR="00EA74A4" w:rsidRDefault="00AA3220">
      <w:pPr>
        <w:pStyle w:val="Heading2"/>
        <w:tabs>
          <w:tab w:val="left" w:pos="5483"/>
        </w:tabs>
      </w:pPr>
      <w:r>
        <w:rPr>
          <w:position w:val="1"/>
        </w:rPr>
      </w:r>
      <w:r>
        <w:rPr>
          <w:position w:val="1"/>
        </w:rPr>
        <w:pict>
          <v:shape id="_x0000_s1055" type="#_x0000_t202" style="width:220.85pt;height:617.9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13"/>
                    <w:gridCol w:w="766"/>
                    <w:gridCol w:w="2015"/>
                    <w:gridCol w:w="422"/>
                  </w:tblGrid>
                  <w:tr w:rsidR="00EA74A4">
                    <w:trPr>
                      <w:trHeight w:val="25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Vallejo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24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94589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42" w:right="16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Solano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Vallejo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24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94590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Solano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Vallejo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ind w:left="124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94591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Solano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Vallejo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24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94592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Solano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Valley Center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ind w:left="124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92082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Valley Ford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24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94972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5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Valley Springs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ind w:left="124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95252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Calaveras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Valley Village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ind w:left="122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91607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Valyermo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22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93563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Venice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ind w:left="122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90291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24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93001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ind w:left="124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93003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24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93004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1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Vernalis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ind w:left="124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95385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Joaquin/Stanislaus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Victorville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24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92392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Victorville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ind w:left="124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92394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Victorville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ind w:left="124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92395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Vidal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24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92280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15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Villa Park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ind w:left="123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92861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Vinton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24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96135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Plumas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Visalia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ind w:left="124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93277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Visalia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24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93291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24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Visalia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ind w:left="124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93292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50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70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Vista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spacing w:before="70"/>
                          <w:ind w:left="124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92081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70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56"/>
                          <w:ind w:right="84"/>
                          <w:jc w:val="right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color w:val="231F20"/>
                            <w:w w:val="99"/>
                            <w:sz w:val="20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65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68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Vista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spacing w:before="68"/>
                          <w:ind w:left="124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92083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68"/>
                          <w:ind w:left="142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56"/>
                          <w:ind w:right="84"/>
                          <w:jc w:val="right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color w:val="231F20"/>
                            <w:w w:val="99"/>
                            <w:sz w:val="20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Vista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24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92084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7</w:t>
                        </w:r>
                      </w:p>
                    </w:tc>
                  </w:tr>
                  <w:tr w:rsidR="00EA74A4">
                    <w:trPr>
                      <w:trHeight w:val="512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Volcano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ind w:left="124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95689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Amador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723"/>
                    </w:trPr>
                    <w:tc>
                      <w:tcPr>
                        <w:tcW w:w="1213" w:type="dxa"/>
                      </w:tcPr>
                      <w:p w:rsidR="00EA74A4" w:rsidRDefault="00EA74A4"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1F20"/>
                          </w:rPr>
                          <w:t>W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15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EA74A4">
                    <w:trPr>
                      <w:trHeight w:val="510"/>
                    </w:trPr>
                    <w:tc>
                      <w:tcPr>
                        <w:tcW w:w="1213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Walnut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22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91789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2" w:right="16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Walnut Creek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ind w:left="124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94595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5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Walnut Creek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24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94596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5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Walnut Creek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ind w:left="124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94597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ind w:left="142" w:right="15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1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Walnut Creek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24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94598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5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478"/>
                    </w:trPr>
                    <w:tc>
                      <w:tcPr>
                        <w:tcW w:w="1213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Walnut Grove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 w:line="196" w:lineRule="exact"/>
                          <w:ind w:left="124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95690</w:t>
                        </w:r>
                      </w:p>
                    </w:tc>
                    <w:tc>
                      <w:tcPr>
                        <w:tcW w:w="2015" w:type="dxa"/>
                      </w:tcPr>
                      <w:p w:rsidR="00EA74A4" w:rsidRDefault="00316162">
                        <w:pPr>
                          <w:pStyle w:val="TableParagraph"/>
                          <w:spacing w:before="41" w:line="218" w:lineRule="exact"/>
                          <w:ind w:left="432" w:right="391" w:hanging="3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Sacramento/San Joaquin/Solano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 w:line="196" w:lineRule="exact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anchorlock/>
          </v:shape>
        </w:pict>
      </w:r>
      <w:r w:rsidR="00316162">
        <w:rPr>
          <w:position w:val="1"/>
        </w:rPr>
        <w:tab/>
      </w:r>
      <w:r>
        <w:pict>
          <v:shape id="_x0000_s1054" type="#_x0000_t202" style="width:220.9pt;height:618.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04"/>
                    <w:gridCol w:w="785"/>
                    <w:gridCol w:w="2000"/>
                    <w:gridCol w:w="428"/>
                  </w:tblGrid>
                  <w:tr w:rsidR="00EA74A4">
                    <w:trPr>
                      <w:trHeight w:val="478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Warner</w:t>
                        </w:r>
                      </w:p>
                      <w:p w:rsidR="00EA74A4" w:rsidRDefault="00316162">
                        <w:pPr>
                          <w:pStyle w:val="TableParagraph"/>
                          <w:spacing w:before="0" w:line="219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Springs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  <w:sz w:val="15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5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92086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  <w:sz w:val="15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3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  <w:sz w:val="15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Wasco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ind w:left="134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93280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ind w:left="143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Waterford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 w:right="1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95386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7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4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Watsonville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5" w:right="14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95076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ind w:left="379" w:right="383" w:firstLine="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Monterey/Santa Clara/Santa Cruz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3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Weaverville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ind w:left="135" w:right="1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96093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ind w:left="142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Trinity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Weed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ind w:left="135" w:right="1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96094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ind w:left="146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Weldon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93283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3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Wendel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ind w:left="134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96136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ind w:left="145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Lassen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West Covina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 w:right="1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91790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7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West Covina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ind w:left="135" w:right="1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91791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ind w:left="147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West Covina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 w:right="1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91792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7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West Hills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ind w:left="133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91304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ind w:left="142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Angeles/Ventura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West Hills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3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91307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2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Angeles/Ventura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560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 w:right="34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West Hollywood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2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90069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4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West Point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 w:right="1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95255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8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Amador/Calaveras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West Sacramento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4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95605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6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Yolo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West Sacramento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4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95691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6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Yolo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 w:right="34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Westlake Village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32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91361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40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Angeles/Ventura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EA74A4">
                        <w:pPr>
                          <w:pStyle w:val="TableParagraph"/>
                          <w:spacing w:before="9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Westminster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ind w:left="135" w:right="1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92683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ind w:left="145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Westmorland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92281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6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Imperial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15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Westwood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ind w:left="135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96137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ind w:left="144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Lassen/Plumas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Wheatland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ind w:left="135" w:right="1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95692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ind w:left="149" w:right="16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Yuba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White Water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92282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6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15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Whitethorn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ind w:left="135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95589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ind w:left="149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Humboldt/Mendocino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Whitmore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 w:right="1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96096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4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Whittier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ind w:left="133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90601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ind w:left="144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Whittier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3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90602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4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Whittier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ind w:left="134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90603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ind w:left="144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Whittier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3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90604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4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Whittier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ind w:left="133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90605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ind w:left="144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Whittier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ind w:left="133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90606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ind w:left="144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Wildomar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35" w:right="1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92595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45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260"/>
                    </w:trPr>
                    <w:tc>
                      <w:tcPr>
                        <w:tcW w:w="1204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Williams</w:t>
                        </w:r>
                      </w:p>
                    </w:tc>
                    <w:tc>
                      <w:tcPr>
                        <w:tcW w:w="785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135" w:right="1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95987</w:t>
                        </w:r>
                      </w:p>
                    </w:tc>
                    <w:tc>
                      <w:tcPr>
                        <w:tcW w:w="2000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148" w:right="16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Colusa</w:t>
                        </w:r>
                      </w:p>
                    </w:tc>
                    <w:tc>
                      <w:tcPr>
                        <w:tcW w:w="428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anchorlock/>
          </v:shape>
        </w:pict>
      </w:r>
    </w:p>
    <w:p w:rsidR="00EA74A4" w:rsidRDefault="00EA74A4">
      <w:pPr>
        <w:sectPr w:rsidR="00EA74A4">
          <w:pgSz w:w="10140" w:h="12960"/>
          <w:pgMar w:top="220" w:right="0" w:bottom="0" w:left="20" w:header="20" w:footer="0" w:gutter="0"/>
          <w:cols w:space="720"/>
        </w:sectPr>
      </w:pPr>
    </w:p>
    <w:p w:rsidR="00EA74A4" w:rsidRDefault="00EA74A4">
      <w:pPr>
        <w:pStyle w:val="BodyText"/>
        <w:spacing w:before="9"/>
        <w:ind w:left="0"/>
        <w:rPr>
          <w:rFonts w:ascii="Times New Roman"/>
          <w:sz w:val="14"/>
        </w:rPr>
      </w:pPr>
    </w:p>
    <w:p w:rsidR="00502A20" w:rsidRDefault="00AA3220">
      <w:pPr>
        <w:tabs>
          <w:tab w:val="left" w:pos="5174"/>
        </w:tabs>
        <w:ind w:left="10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 id="_x0000_s1053" type="#_x0000_t202" style="width:218.25pt;height:615.8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46"/>
                    <w:gridCol w:w="826"/>
                    <w:gridCol w:w="1931"/>
                    <w:gridCol w:w="462"/>
                  </w:tblGrid>
                  <w:tr w:rsidR="00EA74A4">
                    <w:trPr>
                      <w:trHeight w:val="25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Willits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6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95490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182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Willow Creek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95573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5" w:right="2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Willows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95988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ind w:left="184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Glenn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Wilmington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90744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3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Wilseyville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ind w:left="16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95257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ind w:left="184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Calaveras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Wilton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95693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1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Winchester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92596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ind w:left="184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Windsor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95492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ind w:left="185" w:right="2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Winterhaven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92283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5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Imperial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4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15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Winters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95694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ind w:left="185" w:right="20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Solano/Yolo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Winton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95388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2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Merced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Wishon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93669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ind w:left="183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Wofford Heights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93285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83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Woodbridge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95258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1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40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Woodcare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94973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ind w:left="185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Woodlake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93286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ind w:left="184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Woodland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95695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5" w:right="2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Yolo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Woodland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95776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ind w:left="185" w:right="2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Yolo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36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Woodland Hills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91303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83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36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Woodland Hills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91364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83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36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Woodland Hills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91367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83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560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36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Woodland Hills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91371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83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Woody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93287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ind w:left="183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13</w:t>
                        </w:r>
                      </w:p>
                    </w:tc>
                  </w:tr>
                  <w:tr w:rsidR="00EA74A4">
                    <w:trPr>
                      <w:trHeight w:val="511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Wrightwood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92397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2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724"/>
                    </w:trPr>
                    <w:tc>
                      <w:tcPr>
                        <w:tcW w:w="1146" w:type="dxa"/>
                      </w:tcPr>
                      <w:p w:rsidR="00EA74A4" w:rsidRDefault="00EA74A4"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1F20"/>
                          </w:rPr>
                          <w:t>Y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931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62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EA74A4">
                    <w:trPr>
                      <w:trHeight w:val="510"/>
                    </w:trPr>
                    <w:tc>
                      <w:tcPr>
                        <w:tcW w:w="1146" w:type="dxa"/>
                      </w:tcPr>
                      <w:p w:rsidR="00EA74A4" w:rsidRDefault="00EA74A4">
                        <w:pPr>
                          <w:pStyle w:val="TableParagraph"/>
                          <w:spacing w:before="8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Yorba Linda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EA74A4">
                        <w:pPr>
                          <w:pStyle w:val="TableParagraph"/>
                          <w:spacing w:before="8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92886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EA74A4">
                        <w:pPr>
                          <w:pStyle w:val="TableParagraph"/>
                          <w:spacing w:before="8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81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EA74A4">
                        <w:pPr>
                          <w:pStyle w:val="TableParagraph"/>
                          <w:spacing w:before="8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Yorba Linda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92887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181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8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Yorkville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316162">
                        <w:pPr>
                          <w:pStyle w:val="TableParagraph"/>
                          <w:ind w:left="16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95494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316162">
                        <w:pPr>
                          <w:pStyle w:val="TableParagraph"/>
                          <w:ind w:left="182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316162">
                        <w:pPr>
                          <w:pStyle w:val="TableParagraph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  <w:tr w:rsidR="00EA74A4">
                    <w:trPr>
                      <w:trHeight w:val="679"/>
                    </w:trPr>
                    <w:tc>
                      <w:tcPr>
                        <w:tcW w:w="114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right="14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Yosemite National Park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95389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185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Mariposa/Tuolumne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79"/>
                    </w:trPr>
                    <w:tc>
                      <w:tcPr>
                        <w:tcW w:w="1146" w:type="dxa"/>
                      </w:tcPr>
                      <w:p w:rsidR="00EA74A4" w:rsidRDefault="00EA74A4"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14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1" w:line="196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Yountville</w:t>
                        </w:r>
                      </w:p>
                    </w:tc>
                    <w:tc>
                      <w:tcPr>
                        <w:tcW w:w="826" w:type="dxa"/>
                      </w:tcPr>
                      <w:p w:rsidR="00EA74A4" w:rsidRDefault="00EA74A4"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14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1" w:line="196" w:lineRule="exact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94599</w:t>
                        </w:r>
                      </w:p>
                    </w:tc>
                    <w:tc>
                      <w:tcPr>
                        <w:tcW w:w="1931" w:type="dxa"/>
                      </w:tcPr>
                      <w:p w:rsidR="00EA74A4" w:rsidRDefault="00EA74A4"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14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1" w:line="196" w:lineRule="exact"/>
                          <w:ind w:left="183" w:right="20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Napa</w:t>
                        </w:r>
                      </w:p>
                    </w:tc>
                    <w:tc>
                      <w:tcPr>
                        <w:tcW w:w="462" w:type="dxa"/>
                      </w:tcPr>
                      <w:p w:rsidR="00EA74A4" w:rsidRDefault="00EA74A4"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14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1" w:line="196" w:lineRule="exact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anchorlock/>
          </v:shape>
        </w:pict>
      </w:r>
    </w:p>
    <w:p w:rsidR="00EA74A4" w:rsidRDefault="00316162" w:rsidP="00502A20">
      <w:pPr>
        <w:tabs>
          <w:tab w:val="left" w:pos="5174"/>
        </w:tabs>
        <w:rPr>
          <w:rFonts w:ascii="Times New Roman"/>
          <w:position w:val="881"/>
          <w:sz w:val="20"/>
        </w:rPr>
      </w:pPr>
      <w:r>
        <w:rPr>
          <w:rFonts w:ascii="Times New Roman"/>
          <w:sz w:val="20"/>
        </w:rPr>
        <w:lastRenderedPageBreak/>
        <w:tab/>
      </w:r>
      <w:r w:rsidR="00AA3220">
        <w:rPr>
          <w:rFonts w:ascii="Times New Roman"/>
          <w:position w:val="881"/>
          <w:sz w:val="20"/>
        </w:rPr>
      </w:r>
      <w:r w:rsidR="00AA3220">
        <w:rPr>
          <w:rFonts w:ascii="Times New Roman"/>
          <w:position w:val="881"/>
          <w:sz w:val="20"/>
        </w:rPr>
        <w:pict>
          <v:shape id="_x0000_s1052" type="#_x0000_t202" style="width:220.85pt;height:175.3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57"/>
                    <w:gridCol w:w="958"/>
                    <w:gridCol w:w="1743"/>
                    <w:gridCol w:w="556"/>
                  </w:tblGrid>
                  <w:tr w:rsidR="00EA74A4">
                    <w:trPr>
                      <w:trHeight w:val="259"/>
                    </w:trPr>
                    <w:tc>
                      <w:tcPr>
                        <w:tcW w:w="1157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Yreka</w:t>
                        </w:r>
                      </w:p>
                    </w:tc>
                    <w:tc>
                      <w:tcPr>
                        <w:tcW w:w="958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20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96097</w:t>
                        </w:r>
                      </w:p>
                    </w:tc>
                    <w:tc>
                      <w:tcPr>
                        <w:tcW w:w="1743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279" w:right="2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556" w:type="dxa"/>
                      </w:tcPr>
                      <w:p w:rsidR="00EA74A4" w:rsidRDefault="00316162">
                        <w:pPr>
                          <w:pStyle w:val="TableParagraph"/>
                          <w:spacing w:before="0" w:line="183" w:lineRule="exact"/>
                          <w:ind w:left="32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16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Yuba City</w:t>
                        </w:r>
                      </w:p>
                    </w:tc>
                    <w:tc>
                      <w:tcPr>
                        <w:tcW w:w="95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95991</w:t>
                        </w:r>
                      </w:p>
                    </w:tc>
                    <w:tc>
                      <w:tcPr>
                        <w:tcW w:w="17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78" w:right="30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Sutter</w:t>
                        </w:r>
                      </w:p>
                    </w:tc>
                    <w:tc>
                      <w:tcPr>
                        <w:tcW w:w="55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:rsidR="00EA74A4" w:rsidRDefault="00316162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Yuba City</w:t>
                        </w:r>
                      </w:p>
                    </w:tc>
                    <w:tc>
                      <w:tcPr>
                        <w:tcW w:w="958" w:type="dxa"/>
                      </w:tcPr>
                      <w:p w:rsidR="00EA74A4" w:rsidRDefault="00316162">
                        <w:pPr>
                          <w:pStyle w:val="TableParagraph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95993</w:t>
                        </w:r>
                      </w:p>
                    </w:tc>
                    <w:tc>
                      <w:tcPr>
                        <w:tcW w:w="1743" w:type="dxa"/>
                      </w:tcPr>
                      <w:p w:rsidR="00EA74A4" w:rsidRDefault="00316162">
                        <w:pPr>
                          <w:pStyle w:val="TableParagraph"/>
                          <w:ind w:left="278" w:right="30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Sutter</w:t>
                        </w:r>
                      </w:p>
                    </w:tc>
                    <w:tc>
                      <w:tcPr>
                        <w:tcW w:w="556" w:type="dxa"/>
                      </w:tcPr>
                      <w:p w:rsidR="00EA74A4" w:rsidRDefault="00316162">
                        <w:pPr>
                          <w:pStyle w:val="TableParagraph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</w:t>
                        </w:r>
                      </w:p>
                    </w:tc>
                  </w:tr>
                  <w:tr w:rsidR="00EA74A4">
                    <w:trPr>
                      <w:trHeight w:val="559"/>
                    </w:trPr>
                    <w:tc>
                      <w:tcPr>
                        <w:tcW w:w="1157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Yucaipa</w:t>
                        </w:r>
                      </w:p>
                    </w:tc>
                    <w:tc>
                      <w:tcPr>
                        <w:tcW w:w="958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0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92399</w:t>
                        </w:r>
                      </w:p>
                    </w:tc>
                    <w:tc>
                      <w:tcPr>
                        <w:tcW w:w="17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452" w:right="361" w:hanging="9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Riverside/San Bernardino</w:t>
                        </w:r>
                      </w:p>
                    </w:tc>
                    <w:tc>
                      <w:tcPr>
                        <w:tcW w:w="556" w:type="dxa"/>
                      </w:tcPr>
                      <w:p w:rsidR="00EA74A4" w:rsidRDefault="00EA74A4">
                        <w:pPr>
                          <w:pStyle w:val="TableParagraph"/>
                          <w:spacing w:before="10"/>
                          <w:rPr>
                            <w:rFonts w:ascii="Times New Roman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</w:t>
                        </w:r>
                      </w:p>
                    </w:tc>
                  </w:tr>
                  <w:tr w:rsidR="00EA74A4">
                    <w:trPr>
                      <w:trHeight w:val="512"/>
                    </w:trPr>
                    <w:tc>
                      <w:tcPr>
                        <w:tcW w:w="1157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Yucca Valley</w:t>
                        </w:r>
                      </w:p>
                    </w:tc>
                    <w:tc>
                      <w:tcPr>
                        <w:tcW w:w="958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0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92284</w:t>
                        </w:r>
                      </w:p>
                    </w:tc>
                    <w:tc>
                      <w:tcPr>
                        <w:tcW w:w="1743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279" w:right="30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56" w:type="dxa"/>
                      </w:tcPr>
                      <w:p w:rsidR="00EA74A4" w:rsidRDefault="00316162">
                        <w:pPr>
                          <w:pStyle w:val="TableParagraph"/>
                          <w:spacing w:before="43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14</w:t>
                        </w:r>
                      </w:p>
                    </w:tc>
                  </w:tr>
                  <w:tr w:rsidR="00EA74A4">
                    <w:trPr>
                      <w:trHeight w:val="724"/>
                    </w:trPr>
                    <w:tc>
                      <w:tcPr>
                        <w:tcW w:w="1157" w:type="dxa"/>
                      </w:tcPr>
                      <w:p w:rsidR="00EA74A4" w:rsidRDefault="00EA74A4">
                        <w:pPr>
                          <w:pStyle w:val="TableParagraph"/>
                          <w:spacing w:before="2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1F20"/>
                          </w:rPr>
                          <w:t>Z</w:t>
                        </w:r>
                      </w:p>
                    </w:tc>
                    <w:tc>
                      <w:tcPr>
                        <w:tcW w:w="958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43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56" w:type="dxa"/>
                      </w:tcPr>
                      <w:p w:rsidR="00EA74A4" w:rsidRDefault="00EA74A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EA74A4">
                    <w:trPr>
                      <w:trHeight w:val="510"/>
                    </w:trPr>
                    <w:tc>
                      <w:tcPr>
                        <w:tcW w:w="1157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Zamora</w:t>
                        </w:r>
                      </w:p>
                    </w:tc>
                    <w:tc>
                      <w:tcPr>
                        <w:tcW w:w="958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95698</w:t>
                        </w:r>
                      </w:p>
                    </w:tc>
                    <w:tc>
                      <w:tcPr>
                        <w:tcW w:w="1743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279" w:right="29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Yolo</w:t>
                        </w:r>
                      </w:p>
                    </w:tc>
                    <w:tc>
                      <w:tcPr>
                        <w:tcW w:w="556" w:type="dxa"/>
                      </w:tcPr>
                      <w:p w:rsidR="00EA74A4" w:rsidRDefault="00EA74A4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8"/>
                          </w:rPr>
                        </w:pPr>
                      </w:p>
                      <w:p w:rsidR="00EA74A4" w:rsidRDefault="00316162">
                        <w:pPr>
                          <w:pStyle w:val="TableParagraph"/>
                          <w:spacing w:before="0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EA74A4">
                    <w:trPr>
                      <w:trHeight w:val="260"/>
                    </w:trPr>
                    <w:tc>
                      <w:tcPr>
                        <w:tcW w:w="1157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Zenia</w:t>
                        </w:r>
                      </w:p>
                    </w:tc>
                    <w:tc>
                      <w:tcPr>
                        <w:tcW w:w="958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95595</w:t>
                        </w:r>
                      </w:p>
                    </w:tc>
                    <w:tc>
                      <w:tcPr>
                        <w:tcW w:w="1743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277" w:right="30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Trinity</w:t>
                        </w:r>
                      </w:p>
                    </w:tc>
                    <w:tc>
                      <w:tcPr>
                        <w:tcW w:w="556" w:type="dxa"/>
                      </w:tcPr>
                      <w:p w:rsidR="00EA74A4" w:rsidRDefault="00316162">
                        <w:pPr>
                          <w:pStyle w:val="TableParagraph"/>
                          <w:spacing w:line="196" w:lineRule="exact"/>
                          <w:ind w:left="37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</w:tr>
                </w:tbl>
                <w:p w:rsidR="00EA74A4" w:rsidRDefault="00EA74A4">
                  <w:pPr>
                    <w:pStyle w:val="BodyText"/>
                    <w:ind w:left="0"/>
                  </w:pPr>
                </w:p>
              </w:txbxContent>
            </v:textbox>
            <w10:anchorlock/>
          </v:shape>
        </w:pict>
      </w:r>
    </w:p>
    <w:p w:rsidR="00502A20" w:rsidRDefault="00502A20" w:rsidP="00502A20">
      <w:pPr>
        <w:tabs>
          <w:tab w:val="left" w:pos="5174"/>
        </w:tabs>
        <w:rPr>
          <w:rFonts w:ascii="Times New Roman"/>
          <w:sz w:val="20"/>
        </w:rPr>
      </w:pPr>
    </w:p>
    <w:p w:rsidR="00502A20" w:rsidRDefault="00502A20" w:rsidP="00502A20">
      <w:pPr>
        <w:pStyle w:val="Heading2"/>
      </w:pPr>
    </w:p>
    <w:sectPr w:rsidR="00502A20">
      <w:pgSz w:w="10140" w:h="12960"/>
      <w:pgMar w:top="220" w:right="0" w:bottom="0" w:left="20" w:header="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220" w:rsidRDefault="00AA3220">
      <w:r>
        <w:separator/>
      </w:r>
    </w:p>
  </w:endnote>
  <w:endnote w:type="continuationSeparator" w:id="0">
    <w:p w:rsidR="00AA3220" w:rsidRDefault="00AA3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220" w:rsidRDefault="00AA3220">
      <w:r>
        <w:separator/>
      </w:r>
    </w:p>
  </w:footnote>
  <w:footnote w:type="continuationSeparator" w:id="0">
    <w:p w:rsidR="00AA3220" w:rsidRDefault="00AA3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4A4" w:rsidRDefault="00AA3220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.4pt;margin-top:1pt;width:233pt;height:11pt;z-index:-347488;mso-position-horizontal-relative:page;mso-position-vertical-relative:page" filled="f" stroked="f">
          <v:textbox inset="0,0,0,0">
            <w:txbxContent>
              <w:p w:rsidR="00EA74A4" w:rsidRDefault="00316162">
                <w:pPr>
                  <w:tabs>
                    <w:tab w:val="left" w:pos="1455"/>
                    <w:tab w:val="left" w:pos="2736"/>
                    <w:tab w:val="left" w:pos="4258"/>
                    <w:tab w:val="left" w:pos="4639"/>
                  </w:tabs>
                  <w:spacing w:line="203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color w:val="231F20"/>
                    <w:sz w:val="18"/>
                    <w:u w:val="single" w:color="231F20"/>
                  </w:rPr>
                  <w:t xml:space="preserve">  </w:t>
                </w:r>
                <w:r>
                  <w:rPr>
                    <w:b/>
                    <w:color w:val="231F20"/>
                    <w:spacing w:val="-15"/>
                    <w:sz w:val="18"/>
                    <w:u w:val="single" w:color="231F20"/>
                  </w:rPr>
                  <w:t xml:space="preserve"> </w:t>
                </w:r>
                <w:r>
                  <w:rPr>
                    <w:b/>
                    <w:color w:val="231F20"/>
                    <w:sz w:val="18"/>
                    <w:u w:val="single" w:color="231F20"/>
                  </w:rPr>
                  <w:t>CITY</w:t>
                </w:r>
                <w:r>
                  <w:rPr>
                    <w:b/>
                    <w:color w:val="231F20"/>
                    <w:sz w:val="18"/>
                    <w:u w:val="single" w:color="231F20"/>
                  </w:rPr>
                  <w:tab/>
                  <w:t>CODE</w:t>
                </w:r>
                <w:r>
                  <w:rPr>
                    <w:b/>
                    <w:color w:val="231F20"/>
                    <w:sz w:val="18"/>
                    <w:u w:val="single" w:color="231F20"/>
                  </w:rPr>
                  <w:tab/>
                  <w:t>COUNTY</w:t>
                </w:r>
                <w:r>
                  <w:rPr>
                    <w:b/>
                    <w:color w:val="231F20"/>
                    <w:sz w:val="18"/>
                    <w:u w:val="single" w:color="231F20"/>
                  </w:rPr>
                  <w:tab/>
                  <w:t>CZ</w:t>
                </w:r>
                <w:r>
                  <w:rPr>
                    <w:b/>
                    <w:color w:val="231F20"/>
                    <w:sz w:val="1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55.8pt;margin-top:1pt;width:233pt;height:11pt;z-index:-347464;mso-position-horizontal-relative:page;mso-position-vertical-relative:page" filled="f" stroked="f">
          <v:textbox inset="0,0,0,0">
            <w:txbxContent>
              <w:p w:rsidR="00EA74A4" w:rsidRDefault="00316162">
                <w:pPr>
                  <w:tabs>
                    <w:tab w:val="left" w:pos="1457"/>
                    <w:tab w:val="left" w:pos="2736"/>
                    <w:tab w:val="left" w:pos="4260"/>
                  </w:tabs>
                  <w:spacing w:line="203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color w:val="231F20"/>
                    <w:sz w:val="18"/>
                    <w:u w:val="single" w:color="231F20"/>
                  </w:rPr>
                  <w:t xml:space="preserve">  </w:t>
                </w:r>
                <w:r>
                  <w:rPr>
                    <w:b/>
                    <w:color w:val="231F20"/>
                    <w:spacing w:val="-15"/>
                    <w:sz w:val="18"/>
                    <w:u w:val="single" w:color="231F20"/>
                  </w:rPr>
                  <w:t xml:space="preserve"> </w:t>
                </w:r>
                <w:r>
                  <w:rPr>
                    <w:b/>
                    <w:color w:val="231F20"/>
                    <w:sz w:val="18"/>
                    <w:u w:val="single" w:color="231F20"/>
                  </w:rPr>
                  <w:t>CITY</w:t>
                </w:r>
                <w:r>
                  <w:rPr>
                    <w:b/>
                    <w:color w:val="231F20"/>
                    <w:sz w:val="18"/>
                    <w:u w:val="single" w:color="231F20"/>
                  </w:rPr>
                  <w:tab/>
                  <w:t>CODE</w:t>
                </w:r>
                <w:r>
                  <w:rPr>
                    <w:b/>
                    <w:color w:val="231F20"/>
                    <w:sz w:val="18"/>
                    <w:u w:val="single" w:color="231F20"/>
                  </w:rPr>
                  <w:tab/>
                  <w:t>COUNTY</w:t>
                </w:r>
                <w:r>
                  <w:rPr>
                    <w:b/>
                    <w:color w:val="231F20"/>
                    <w:sz w:val="18"/>
                    <w:u w:val="single" w:color="231F20"/>
                  </w:rPr>
                  <w:tab/>
                  <w:t>CZ</w:t>
                </w:r>
                <w:r>
                  <w:rPr>
                    <w:b/>
                    <w:color w:val="231F20"/>
                    <w:spacing w:val="-6"/>
                    <w:sz w:val="18"/>
                    <w:u w:val="single" w:color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1HProject" w:val="..\2016 RefAce-v30.d2h"/>
  </w:docVars>
  <w:rsids>
    <w:rsidRoot w:val="00EA74A4"/>
    <w:rsid w:val="001B42F4"/>
    <w:rsid w:val="00316162"/>
    <w:rsid w:val="00502A20"/>
    <w:rsid w:val="00526C9B"/>
    <w:rsid w:val="00585D24"/>
    <w:rsid w:val="007C5E29"/>
    <w:rsid w:val="009472C1"/>
    <w:rsid w:val="00AA3220"/>
    <w:rsid w:val="00B55241"/>
    <w:rsid w:val="00C8270C"/>
    <w:rsid w:val="00EA74A4"/>
    <w:rsid w:val="00FF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295E79B2-08AF-4D2F-94C4-AA6A56A8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ind w:left="359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don\AppData\Roaming\Microsoft\Templates\D2H_HTM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D2H_HTML.dotx</Template>
  <TotalTime>9</TotalTime>
  <Pages>1</Pages>
  <Words>4871</Words>
  <Characters>27765</Characters>
  <Application>Microsoft Office Word</Application>
  <DocSecurity>0</DocSecurity>
  <Lines>231</Lines>
  <Paragraphs>65</Paragraphs>
  <ScaleCrop>false</ScaleCrop>
  <Company/>
  <LinksUpToDate>false</LinksUpToDate>
  <CharactersWithSpaces>32571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CEC-400-2015-038-CMF.pdf</dc:title>
  <dc:creator>wjdon</dc:creator>
  <cp:lastModifiedBy>Wendy Donaldson</cp:lastModifiedBy>
  <cp:revision>8</cp:revision>
  <dcterms:created xsi:type="dcterms:W3CDTF">2018-11-14T18:45:00Z</dcterms:created>
  <dcterms:modified xsi:type="dcterms:W3CDTF">2018-11-14T22:58:00Z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2018-10-12T00:00:00Z</vt:filetime>
  </property>
  <property fmtid="{D5CDD505-2E9C-101B-9397-08002B2CF9AE}" pid="3" name="Creator">
    <vt:lpwstr>PDFium</vt:lpwstr>
  </property>
  <property fmtid="{D5CDD505-2E9C-101B-9397-08002B2CF9AE}" pid="4" name="LastSaved">
    <vt:filetime>2018-11-14T00:00:00Z</vt:filetime>
  </property>
</Properties>
</file>